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CEE32" w14:textId="77777777" w:rsidR="004B382E" w:rsidRDefault="004B382E" w:rsidP="004B382E">
      <w:pPr>
        <w:pStyle w:val="BodyText10ItalicBorders"/>
      </w:pPr>
      <w:bookmarkStart w:id="0" w:name="_GoBack"/>
      <w:bookmarkEnd w:id="0"/>
      <w:r>
        <w:t xml:space="preserve">For instructions on using this template, please see Notes to Author/Template Instructions on page 25. Notes on accessibility: This template </w:t>
      </w:r>
      <w:proofErr w:type="gramStart"/>
      <w:r>
        <w:t>has been tested</w:t>
      </w:r>
      <w:proofErr w:type="gramEnd"/>
      <w:r>
        <w:t xml:space="preserve"> and is best accessible with JAWS 11.0 or higher. For questions about using this template and </w:t>
      </w:r>
      <w:proofErr w:type="gramStart"/>
      <w:r>
        <w:t>To</w:t>
      </w:r>
      <w:proofErr w:type="gramEnd"/>
      <w:r>
        <w:t xml:space="preserve">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194FF84B" w14:textId="77777777" w:rsidR="00BA6A2C" w:rsidRDefault="00BA6A2C"/>
    <w:p w14:paraId="194FF84C" w14:textId="77777777" w:rsidR="00BA6A2C" w:rsidRDefault="00BA6A2C"/>
    <w:tbl>
      <w:tblPr>
        <w:tblStyle w:val="TableGrid"/>
        <w:tblW w:w="100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4"/>
        <w:gridCol w:w="6766"/>
      </w:tblGrid>
      <w:tr w:rsidR="00BA6A2C" w14:paraId="194FF850" w14:textId="77777777" w:rsidTr="005732BF">
        <w:trPr>
          <w:trHeight w:val="1330"/>
          <w:tblHeader/>
        </w:trPr>
        <w:tc>
          <w:tcPr>
            <w:tcW w:w="3254" w:type="dxa"/>
            <w:vAlign w:val="center"/>
          </w:tcPr>
          <w:p w14:paraId="194FF84D" w14:textId="2669B59A" w:rsidR="00BA6A2C" w:rsidRDefault="00C81829" w:rsidP="00BA6A2C">
            <w:r>
              <w:object w:dxaOrig="15600" w:dyaOrig="5385" w14:anchorId="18A765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60pt" o:ole="">
                  <v:imagedata r:id="rId14" o:title=""/>
                  <o:lock v:ext="edit" aspectratio="f"/>
                </v:shape>
                <o:OLEObject Type="Embed" ProgID="PBrush" ShapeID="_x0000_i1025" DrawAspect="Content" ObjectID="_1676965253" r:id="rId15"/>
              </w:object>
            </w:r>
          </w:p>
        </w:tc>
        <w:tc>
          <w:tcPr>
            <w:tcW w:w="6766" w:type="dxa"/>
            <w:vAlign w:val="center"/>
          </w:tcPr>
          <w:p w14:paraId="194FF84E" w14:textId="77777777" w:rsidR="00BA6A2C" w:rsidRPr="00D241F1" w:rsidRDefault="00BA6A2C" w:rsidP="00A20DCB">
            <w:pPr>
              <w:pStyle w:val="ProgramName"/>
              <w:spacing w:before="0"/>
            </w:pPr>
            <w:r w:rsidRPr="00D241F1">
              <w:t>Centers for Medicare &amp; Medicaid Services</w:t>
            </w:r>
          </w:p>
          <w:p w14:paraId="194FF84F" w14:textId="5C8D12A2" w:rsidR="00BA6A2C" w:rsidRDefault="00BA6A2C" w:rsidP="001544A1">
            <w:pPr>
              <w:pStyle w:val="Classification"/>
            </w:pPr>
          </w:p>
        </w:tc>
      </w:tr>
    </w:tbl>
    <w:p w14:paraId="194FF851"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194FF852" w14:textId="77777777" w:rsidR="00D7789C" w:rsidRPr="00ED4293" w:rsidRDefault="009745EA" w:rsidP="00150991">
      <w:pPr>
        <w:pStyle w:val="DocTitle"/>
        <w:pBdr>
          <w:bottom w:val="single" w:sz="4" w:space="1" w:color="auto"/>
        </w:pBdr>
        <w:spacing w:before="100" w:beforeAutospacing="1"/>
        <w:ind w:left="0"/>
        <w:rPr>
          <w:rFonts w:ascii="Arial Narrow" w:hAnsi="Arial Narrow"/>
        </w:rPr>
      </w:pPr>
      <w:r>
        <w:rPr>
          <w:rFonts w:ascii="Arial Narrow" w:hAnsi="Arial Narrow"/>
        </w:rPr>
        <w:t>Staffing Management Plan</w:t>
      </w:r>
    </w:p>
    <w:p w14:paraId="194FF853" w14:textId="5D5EB75F" w:rsidR="00D7789C" w:rsidRDefault="00E0197E" w:rsidP="00150991">
      <w:pPr>
        <w:pStyle w:val="Version"/>
        <w:spacing w:before="240" w:after="120"/>
      </w:pPr>
      <w:r>
        <w:t xml:space="preserve">Version </w:t>
      </w:r>
      <w:r w:rsidR="00900575">
        <w:t>X.X</w:t>
      </w:r>
    </w:p>
    <w:p w14:paraId="194FF854" w14:textId="77777777" w:rsidR="00D7789C" w:rsidRDefault="00150991" w:rsidP="00150991">
      <w:pPr>
        <w:pStyle w:val="PubDate"/>
        <w:spacing w:before="0" w:after="0"/>
      </w:pPr>
      <w:r>
        <w:t>MM/DD/YYYY</w:t>
      </w:r>
    </w:p>
    <w:p w14:paraId="194FF855" w14:textId="77777777" w:rsidR="00D14917" w:rsidRPr="00D14917" w:rsidRDefault="00D14917" w:rsidP="00900575">
      <w:pPr>
        <w:spacing w:before="3240"/>
        <w:rPr>
          <w:rFonts w:ascii="Arial Narrow" w:hAnsi="Arial Narrow"/>
        </w:rPr>
      </w:pPr>
      <w:r w:rsidRPr="00D14917">
        <w:rPr>
          <w:rFonts w:ascii="Arial Narrow" w:hAnsi="Arial Narrow"/>
          <w:b/>
        </w:rPr>
        <w:t>Document Number:</w:t>
      </w:r>
      <w:r w:rsidRPr="00D14917">
        <w:rPr>
          <w:rFonts w:ascii="Arial Narrow" w:hAnsi="Arial Narrow"/>
        </w:rPr>
        <w:t xml:space="preserve"> &lt;document’s </w:t>
      </w:r>
      <w:proofErr w:type="gramStart"/>
      <w:r w:rsidRPr="00D14917">
        <w:rPr>
          <w:rFonts w:ascii="Arial Narrow" w:hAnsi="Arial Narrow"/>
        </w:rPr>
        <w:t>configuration item control number</w:t>
      </w:r>
      <w:proofErr w:type="gramEnd"/>
      <w:r w:rsidRPr="00D14917">
        <w:rPr>
          <w:rFonts w:ascii="Arial Narrow" w:hAnsi="Arial Narrow"/>
        </w:rPr>
        <w:t>&gt;</w:t>
      </w:r>
    </w:p>
    <w:p w14:paraId="194FF856" w14:textId="390D2BA5" w:rsidR="00D14917" w:rsidRPr="00D14917" w:rsidRDefault="00D14917" w:rsidP="004E0D82">
      <w:pPr>
        <w:rPr>
          <w:rFonts w:ascii="Arial Narrow" w:hAnsi="Arial Narrow"/>
        </w:rPr>
      </w:pPr>
      <w:r w:rsidRPr="00D14917">
        <w:rPr>
          <w:rFonts w:ascii="Arial Narrow" w:hAnsi="Arial Narrow"/>
          <w:b/>
        </w:rPr>
        <w:t>Cont</w:t>
      </w:r>
      <w:r w:rsidR="00900575">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194FF857"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194FF858"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18D52D70" w14:textId="77777777" w:rsidR="00900575" w:rsidRDefault="008312AF">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93284" w:history="1">
        <w:r w:rsidR="00900575" w:rsidRPr="00434CF3">
          <w:rPr>
            <w:rStyle w:val="Hyperlink"/>
            <w:rFonts w:cs="Arial"/>
          </w:rPr>
          <w:t>1.</w:t>
        </w:r>
        <w:r w:rsidR="00900575">
          <w:rPr>
            <w:rFonts w:asciiTheme="minorHAnsi" w:eastAsiaTheme="minorEastAsia" w:hAnsiTheme="minorHAnsi" w:cstheme="minorBidi"/>
            <w:b w:val="0"/>
            <w:sz w:val="22"/>
            <w:szCs w:val="22"/>
          </w:rPr>
          <w:tab/>
        </w:r>
        <w:r w:rsidR="00900575" w:rsidRPr="00434CF3">
          <w:rPr>
            <w:rStyle w:val="Hyperlink"/>
          </w:rPr>
          <w:t>Introduction</w:t>
        </w:r>
        <w:r w:rsidR="00900575">
          <w:rPr>
            <w:webHidden/>
          </w:rPr>
          <w:tab/>
        </w:r>
        <w:r w:rsidR="00900575">
          <w:rPr>
            <w:webHidden/>
          </w:rPr>
          <w:fldChar w:fldCharType="begin"/>
        </w:r>
        <w:r w:rsidR="00900575">
          <w:rPr>
            <w:webHidden/>
          </w:rPr>
          <w:instrText xml:space="preserve"> PAGEREF _Toc395793284 \h </w:instrText>
        </w:r>
        <w:r w:rsidR="00900575">
          <w:rPr>
            <w:webHidden/>
          </w:rPr>
        </w:r>
        <w:r w:rsidR="00900575">
          <w:rPr>
            <w:webHidden/>
          </w:rPr>
          <w:fldChar w:fldCharType="separate"/>
        </w:r>
        <w:r w:rsidR="00900575">
          <w:rPr>
            <w:webHidden/>
          </w:rPr>
          <w:t>1</w:t>
        </w:r>
        <w:r w:rsidR="00900575">
          <w:rPr>
            <w:webHidden/>
          </w:rPr>
          <w:fldChar w:fldCharType="end"/>
        </w:r>
      </w:hyperlink>
    </w:p>
    <w:p w14:paraId="453CEA5E" w14:textId="77777777" w:rsidR="00900575" w:rsidRDefault="00D420FE">
      <w:pPr>
        <w:pStyle w:val="TOC2"/>
        <w:rPr>
          <w:rFonts w:asciiTheme="minorHAnsi" w:eastAsiaTheme="minorEastAsia" w:hAnsiTheme="minorHAnsi" w:cstheme="minorBidi"/>
          <w:sz w:val="22"/>
          <w:szCs w:val="22"/>
        </w:rPr>
      </w:pPr>
      <w:hyperlink w:anchor="_Toc395793285" w:history="1">
        <w:r w:rsidR="00900575" w:rsidRPr="00434CF3">
          <w:rPr>
            <w:rStyle w:val="Hyperlink"/>
            <w:rFonts w:cs="Arial"/>
          </w:rPr>
          <w:t>1.1</w:t>
        </w:r>
        <w:r w:rsidR="00900575">
          <w:rPr>
            <w:rFonts w:asciiTheme="minorHAnsi" w:eastAsiaTheme="minorEastAsia" w:hAnsiTheme="minorHAnsi" w:cstheme="minorBidi"/>
            <w:sz w:val="22"/>
            <w:szCs w:val="22"/>
          </w:rPr>
          <w:tab/>
        </w:r>
        <w:r w:rsidR="00900575" w:rsidRPr="00434CF3">
          <w:rPr>
            <w:rStyle w:val="Hyperlink"/>
          </w:rPr>
          <w:t>Purpose</w:t>
        </w:r>
        <w:r w:rsidR="00900575">
          <w:rPr>
            <w:webHidden/>
          </w:rPr>
          <w:tab/>
        </w:r>
        <w:r w:rsidR="00900575">
          <w:rPr>
            <w:webHidden/>
          </w:rPr>
          <w:fldChar w:fldCharType="begin"/>
        </w:r>
        <w:r w:rsidR="00900575">
          <w:rPr>
            <w:webHidden/>
          </w:rPr>
          <w:instrText xml:space="preserve"> PAGEREF _Toc395793285 \h </w:instrText>
        </w:r>
        <w:r w:rsidR="00900575">
          <w:rPr>
            <w:webHidden/>
          </w:rPr>
        </w:r>
        <w:r w:rsidR="00900575">
          <w:rPr>
            <w:webHidden/>
          </w:rPr>
          <w:fldChar w:fldCharType="separate"/>
        </w:r>
        <w:r w:rsidR="00900575">
          <w:rPr>
            <w:webHidden/>
          </w:rPr>
          <w:t>1</w:t>
        </w:r>
        <w:r w:rsidR="00900575">
          <w:rPr>
            <w:webHidden/>
          </w:rPr>
          <w:fldChar w:fldCharType="end"/>
        </w:r>
      </w:hyperlink>
    </w:p>
    <w:p w14:paraId="4CF7F954" w14:textId="77777777" w:rsidR="00900575" w:rsidRDefault="00D420FE">
      <w:pPr>
        <w:pStyle w:val="TOC2"/>
        <w:rPr>
          <w:rFonts w:asciiTheme="minorHAnsi" w:eastAsiaTheme="minorEastAsia" w:hAnsiTheme="minorHAnsi" w:cstheme="minorBidi"/>
          <w:sz w:val="22"/>
          <w:szCs w:val="22"/>
        </w:rPr>
      </w:pPr>
      <w:hyperlink w:anchor="_Toc395793286" w:history="1">
        <w:r w:rsidR="00900575" w:rsidRPr="00434CF3">
          <w:rPr>
            <w:rStyle w:val="Hyperlink"/>
            <w:rFonts w:cs="Arial"/>
          </w:rPr>
          <w:t>1.2</w:t>
        </w:r>
        <w:r w:rsidR="00900575">
          <w:rPr>
            <w:rFonts w:asciiTheme="minorHAnsi" w:eastAsiaTheme="minorEastAsia" w:hAnsiTheme="minorHAnsi" w:cstheme="minorBidi"/>
            <w:sz w:val="22"/>
            <w:szCs w:val="22"/>
          </w:rPr>
          <w:tab/>
        </w:r>
        <w:r w:rsidR="00900575" w:rsidRPr="00434CF3">
          <w:rPr>
            <w:rStyle w:val="Hyperlink"/>
          </w:rPr>
          <w:t>Audience</w:t>
        </w:r>
        <w:r w:rsidR="00900575">
          <w:rPr>
            <w:webHidden/>
          </w:rPr>
          <w:tab/>
        </w:r>
        <w:r w:rsidR="00900575">
          <w:rPr>
            <w:webHidden/>
          </w:rPr>
          <w:fldChar w:fldCharType="begin"/>
        </w:r>
        <w:r w:rsidR="00900575">
          <w:rPr>
            <w:webHidden/>
          </w:rPr>
          <w:instrText xml:space="preserve"> PAGEREF _Toc395793286 \h </w:instrText>
        </w:r>
        <w:r w:rsidR="00900575">
          <w:rPr>
            <w:webHidden/>
          </w:rPr>
        </w:r>
        <w:r w:rsidR="00900575">
          <w:rPr>
            <w:webHidden/>
          </w:rPr>
          <w:fldChar w:fldCharType="separate"/>
        </w:r>
        <w:r w:rsidR="00900575">
          <w:rPr>
            <w:webHidden/>
          </w:rPr>
          <w:t>1</w:t>
        </w:r>
        <w:r w:rsidR="00900575">
          <w:rPr>
            <w:webHidden/>
          </w:rPr>
          <w:fldChar w:fldCharType="end"/>
        </w:r>
      </w:hyperlink>
    </w:p>
    <w:p w14:paraId="6024FBE8" w14:textId="77777777" w:rsidR="00900575" w:rsidRDefault="00D420FE">
      <w:pPr>
        <w:pStyle w:val="TOC1"/>
        <w:rPr>
          <w:rFonts w:asciiTheme="minorHAnsi" w:eastAsiaTheme="minorEastAsia" w:hAnsiTheme="minorHAnsi" w:cstheme="minorBidi"/>
          <w:b w:val="0"/>
          <w:sz w:val="22"/>
          <w:szCs w:val="22"/>
        </w:rPr>
      </w:pPr>
      <w:hyperlink w:anchor="_Toc395793287" w:history="1">
        <w:r w:rsidR="00900575" w:rsidRPr="00434CF3">
          <w:rPr>
            <w:rStyle w:val="Hyperlink"/>
            <w:rFonts w:cs="Arial"/>
          </w:rPr>
          <w:t>2.</w:t>
        </w:r>
        <w:r w:rsidR="00900575">
          <w:rPr>
            <w:rFonts w:asciiTheme="minorHAnsi" w:eastAsiaTheme="minorEastAsia" w:hAnsiTheme="minorHAnsi" w:cstheme="minorBidi"/>
            <w:b w:val="0"/>
            <w:sz w:val="22"/>
            <w:szCs w:val="22"/>
          </w:rPr>
          <w:tab/>
        </w:r>
        <w:r w:rsidR="00900575" w:rsidRPr="00434CF3">
          <w:rPr>
            <w:rStyle w:val="Hyperlink"/>
          </w:rPr>
          <w:t>Overview</w:t>
        </w:r>
        <w:r w:rsidR="00900575">
          <w:rPr>
            <w:webHidden/>
          </w:rPr>
          <w:tab/>
        </w:r>
        <w:r w:rsidR="00900575">
          <w:rPr>
            <w:webHidden/>
          </w:rPr>
          <w:fldChar w:fldCharType="begin"/>
        </w:r>
        <w:r w:rsidR="00900575">
          <w:rPr>
            <w:webHidden/>
          </w:rPr>
          <w:instrText xml:space="preserve"> PAGEREF _Toc395793287 \h </w:instrText>
        </w:r>
        <w:r w:rsidR="00900575">
          <w:rPr>
            <w:webHidden/>
          </w:rPr>
        </w:r>
        <w:r w:rsidR="00900575">
          <w:rPr>
            <w:webHidden/>
          </w:rPr>
          <w:fldChar w:fldCharType="separate"/>
        </w:r>
        <w:r w:rsidR="00900575">
          <w:rPr>
            <w:webHidden/>
          </w:rPr>
          <w:t>1</w:t>
        </w:r>
        <w:r w:rsidR="00900575">
          <w:rPr>
            <w:webHidden/>
          </w:rPr>
          <w:fldChar w:fldCharType="end"/>
        </w:r>
      </w:hyperlink>
    </w:p>
    <w:p w14:paraId="05E0DECF" w14:textId="77777777" w:rsidR="00900575" w:rsidRDefault="00D420FE">
      <w:pPr>
        <w:pStyle w:val="TOC1"/>
        <w:rPr>
          <w:rFonts w:asciiTheme="minorHAnsi" w:eastAsiaTheme="minorEastAsia" w:hAnsiTheme="minorHAnsi" w:cstheme="minorBidi"/>
          <w:b w:val="0"/>
          <w:sz w:val="22"/>
          <w:szCs w:val="22"/>
        </w:rPr>
      </w:pPr>
      <w:hyperlink w:anchor="_Toc395793288" w:history="1">
        <w:r w:rsidR="00900575" w:rsidRPr="00434CF3">
          <w:rPr>
            <w:rStyle w:val="Hyperlink"/>
            <w:rFonts w:cs="Arial"/>
          </w:rPr>
          <w:t>3.</w:t>
        </w:r>
        <w:r w:rsidR="00900575">
          <w:rPr>
            <w:rFonts w:asciiTheme="minorHAnsi" w:eastAsiaTheme="minorEastAsia" w:hAnsiTheme="minorHAnsi" w:cstheme="minorBidi"/>
            <w:b w:val="0"/>
            <w:sz w:val="22"/>
            <w:szCs w:val="22"/>
          </w:rPr>
          <w:tab/>
        </w:r>
        <w:r w:rsidR="00900575" w:rsidRPr="00434CF3">
          <w:rPr>
            <w:rStyle w:val="Hyperlink"/>
          </w:rPr>
          <w:t>Assumptions/Constraints/Risks</w:t>
        </w:r>
        <w:r w:rsidR="00900575">
          <w:rPr>
            <w:webHidden/>
          </w:rPr>
          <w:tab/>
        </w:r>
        <w:r w:rsidR="00900575">
          <w:rPr>
            <w:webHidden/>
          </w:rPr>
          <w:fldChar w:fldCharType="begin"/>
        </w:r>
        <w:r w:rsidR="00900575">
          <w:rPr>
            <w:webHidden/>
          </w:rPr>
          <w:instrText xml:space="preserve"> PAGEREF _Toc395793288 \h </w:instrText>
        </w:r>
        <w:r w:rsidR="00900575">
          <w:rPr>
            <w:webHidden/>
          </w:rPr>
        </w:r>
        <w:r w:rsidR="00900575">
          <w:rPr>
            <w:webHidden/>
          </w:rPr>
          <w:fldChar w:fldCharType="separate"/>
        </w:r>
        <w:r w:rsidR="00900575">
          <w:rPr>
            <w:webHidden/>
          </w:rPr>
          <w:t>1</w:t>
        </w:r>
        <w:r w:rsidR="00900575">
          <w:rPr>
            <w:webHidden/>
          </w:rPr>
          <w:fldChar w:fldCharType="end"/>
        </w:r>
      </w:hyperlink>
    </w:p>
    <w:p w14:paraId="1ED0516A" w14:textId="77777777" w:rsidR="00900575" w:rsidRDefault="00D420FE">
      <w:pPr>
        <w:pStyle w:val="TOC2"/>
        <w:rPr>
          <w:rFonts w:asciiTheme="minorHAnsi" w:eastAsiaTheme="minorEastAsia" w:hAnsiTheme="minorHAnsi" w:cstheme="minorBidi"/>
          <w:sz w:val="22"/>
          <w:szCs w:val="22"/>
        </w:rPr>
      </w:pPr>
      <w:hyperlink w:anchor="_Toc395793289" w:history="1">
        <w:r w:rsidR="00900575" w:rsidRPr="00434CF3">
          <w:rPr>
            <w:rStyle w:val="Hyperlink"/>
            <w:rFonts w:cs="Arial"/>
          </w:rPr>
          <w:t>3.1</w:t>
        </w:r>
        <w:r w:rsidR="00900575">
          <w:rPr>
            <w:rFonts w:asciiTheme="minorHAnsi" w:eastAsiaTheme="minorEastAsia" w:hAnsiTheme="minorHAnsi" w:cstheme="minorBidi"/>
            <w:sz w:val="22"/>
            <w:szCs w:val="22"/>
          </w:rPr>
          <w:tab/>
        </w:r>
        <w:r w:rsidR="00900575" w:rsidRPr="00434CF3">
          <w:rPr>
            <w:rStyle w:val="Hyperlink"/>
          </w:rPr>
          <w:t>Assumptions</w:t>
        </w:r>
        <w:r w:rsidR="00900575">
          <w:rPr>
            <w:webHidden/>
          </w:rPr>
          <w:tab/>
        </w:r>
        <w:r w:rsidR="00900575">
          <w:rPr>
            <w:webHidden/>
          </w:rPr>
          <w:fldChar w:fldCharType="begin"/>
        </w:r>
        <w:r w:rsidR="00900575">
          <w:rPr>
            <w:webHidden/>
          </w:rPr>
          <w:instrText xml:space="preserve"> PAGEREF _Toc395793289 \h </w:instrText>
        </w:r>
        <w:r w:rsidR="00900575">
          <w:rPr>
            <w:webHidden/>
          </w:rPr>
        </w:r>
        <w:r w:rsidR="00900575">
          <w:rPr>
            <w:webHidden/>
          </w:rPr>
          <w:fldChar w:fldCharType="separate"/>
        </w:r>
        <w:r w:rsidR="00900575">
          <w:rPr>
            <w:webHidden/>
          </w:rPr>
          <w:t>1</w:t>
        </w:r>
        <w:r w:rsidR="00900575">
          <w:rPr>
            <w:webHidden/>
          </w:rPr>
          <w:fldChar w:fldCharType="end"/>
        </w:r>
      </w:hyperlink>
    </w:p>
    <w:p w14:paraId="38D01B69" w14:textId="77777777" w:rsidR="00900575" w:rsidRDefault="00D420FE">
      <w:pPr>
        <w:pStyle w:val="TOC2"/>
        <w:rPr>
          <w:rFonts w:asciiTheme="minorHAnsi" w:eastAsiaTheme="minorEastAsia" w:hAnsiTheme="minorHAnsi" w:cstheme="minorBidi"/>
          <w:sz w:val="22"/>
          <w:szCs w:val="22"/>
        </w:rPr>
      </w:pPr>
      <w:hyperlink w:anchor="_Toc395793290" w:history="1">
        <w:r w:rsidR="00900575" w:rsidRPr="00434CF3">
          <w:rPr>
            <w:rStyle w:val="Hyperlink"/>
            <w:rFonts w:cs="Arial"/>
          </w:rPr>
          <w:t>3.2</w:t>
        </w:r>
        <w:r w:rsidR="00900575">
          <w:rPr>
            <w:rFonts w:asciiTheme="minorHAnsi" w:eastAsiaTheme="minorEastAsia" w:hAnsiTheme="minorHAnsi" w:cstheme="minorBidi"/>
            <w:sz w:val="22"/>
            <w:szCs w:val="22"/>
          </w:rPr>
          <w:tab/>
        </w:r>
        <w:r w:rsidR="00900575" w:rsidRPr="00434CF3">
          <w:rPr>
            <w:rStyle w:val="Hyperlink"/>
          </w:rPr>
          <w:t>Constraints</w:t>
        </w:r>
        <w:r w:rsidR="00900575">
          <w:rPr>
            <w:webHidden/>
          </w:rPr>
          <w:tab/>
        </w:r>
        <w:r w:rsidR="00900575">
          <w:rPr>
            <w:webHidden/>
          </w:rPr>
          <w:fldChar w:fldCharType="begin"/>
        </w:r>
        <w:r w:rsidR="00900575">
          <w:rPr>
            <w:webHidden/>
          </w:rPr>
          <w:instrText xml:space="preserve"> PAGEREF _Toc395793290 \h </w:instrText>
        </w:r>
        <w:r w:rsidR="00900575">
          <w:rPr>
            <w:webHidden/>
          </w:rPr>
        </w:r>
        <w:r w:rsidR="00900575">
          <w:rPr>
            <w:webHidden/>
          </w:rPr>
          <w:fldChar w:fldCharType="separate"/>
        </w:r>
        <w:r w:rsidR="00900575">
          <w:rPr>
            <w:webHidden/>
          </w:rPr>
          <w:t>1</w:t>
        </w:r>
        <w:r w:rsidR="00900575">
          <w:rPr>
            <w:webHidden/>
          </w:rPr>
          <w:fldChar w:fldCharType="end"/>
        </w:r>
      </w:hyperlink>
    </w:p>
    <w:p w14:paraId="22B86510" w14:textId="77777777" w:rsidR="00900575" w:rsidRDefault="00D420FE">
      <w:pPr>
        <w:pStyle w:val="TOC2"/>
        <w:rPr>
          <w:rFonts w:asciiTheme="minorHAnsi" w:eastAsiaTheme="minorEastAsia" w:hAnsiTheme="minorHAnsi" w:cstheme="minorBidi"/>
          <w:sz w:val="22"/>
          <w:szCs w:val="22"/>
        </w:rPr>
      </w:pPr>
      <w:hyperlink w:anchor="_Toc395793291" w:history="1">
        <w:r w:rsidR="00900575" w:rsidRPr="00434CF3">
          <w:rPr>
            <w:rStyle w:val="Hyperlink"/>
            <w:rFonts w:cs="Arial"/>
          </w:rPr>
          <w:t>3.3</w:t>
        </w:r>
        <w:r w:rsidR="00900575">
          <w:rPr>
            <w:rFonts w:asciiTheme="minorHAnsi" w:eastAsiaTheme="minorEastAsia" w:hAnsiTheme="minorHAnsi" w:cstheme="minorBidi"/>
            <w:sz w:val="22"/>
            <w:szCs w:val="22"/>
          </w:rPr>
          <w:tab/>
        </w:r>
        <w:r w:rsidR="00900575" w:rsidRPr="00434CF3">
          <w:rPr>
            <w:rStyle w:val="Hyperlink"/>
          </w:rPr>
          <w:t>Risks</w:t>
        </w:r>
        <w:r w:rsidR="00900575">
          <w:rPr>
            <w:webHidden/>
          </w:rPr>
          <w:tab/>
        </w:r>
        <w:r w:rsidR="00900575">
          <w:rPr>
            <w:webHidden/>
          </w:rPr>
          <w:fldChar w:fldCharType="begin"/>
        </w:r>
        <w:r w:rsidR="00900575">
          <w:rPr>
            <w:webHidden/>
          </w:rPr>
          <w:instrText xml:space="preserve"> PAGEREF _Toc395793291 \h </w:instrText>
        </w:r>
        <w:r w:rsidR="00900575">
          <w:rPr>
            <w:webHidden/>
          </w:rPr>
        </w:r>
        <w:r w:rsidR="00900575">
          <w:rPr>
            <w:webHidden/>
          </w:rPr>
          <w:fldChar w:fldCharType="separate"/>
        </w:r>
        <w:r w:rsidR="00900575">
          <w:rPr>
            <w:webHidden/>
          </w:rPr>
          <w:t>1</w:t>
        </w:r>
        <w:r w:rsidR="00900575">
          <w:rPr>
            <w:webHidden/>
          </w:rPr>
          <w:fldChar w:fldCharType="end"/>
        </w:r>
      </w:hyperlink>
    </w:p>
    <w:p w14:paraId="1709C918" w14:textId="77777777" w:rsidR="00900575" w:rsidRDefault="00D420FE">
      <w:pPr>
        <w:pStyle w:val="TOC1"/>
        <w:rPr>
          <w:rFonts w:asciiTheme="minorHAnsi" w:eastAsiaTheme="minorEastAsia" w:hAnsiTheme="minorHAnsi" w:cstheme="minorBidi"/>
          <w:b w:val="0"/>
          <w:sz w:val="22"/>
          <w:szCs w:val="22"/>
        </w:rPr>
      </w:pPr>
      <w:hyperlink w:anchor="_Toc395793292" w:history="1">
        <w:r w:rsidR="00900575" w:rsidRPr="00434CF3">
          <w:rPr>
            <w:rStyle w:val="Hyperlink"/>
            <w:rFonts w:cs="Arial"/>
          </w:rPr>
          <w:t>4.</w:t>
        </w:r>
        <w:r w:rsidR="00900575">
          <w:rPr>
            <w:rFonts w:asciiTheme="minorHAnsi" w:eastAsiaTheme="minorEastAsia" w:hAnsiTheme="minorHAnsi" w:cstheme="minorBidi"/>
            <w:b w:val="0"/>
            <w:sz w:val="22"/>
            <w:szCs w:val="22"/>
          </w:rPr>
          <w:tab/>
        </w:r>
        <w:r w:rsidR="00900575" w:rsidRPr="00434CF3">
          <w:rPr>
            <w:rStyle w:val="Hyperlink"/>
          </w:rPr>
          <w:t>Staff Management Approach</w:t>
        </w:r>
        <w:r w:rsidR="00900575">
          <w:rPr>
            <w:webHidden/>
          </w:rPr>
          <w:tab/>
        </w:r>
        <w:r w:rsidR="00900575">
          <w:rPr>
            <w:webHidden/>
          </w:rPr>
          <w:fldChar w:fldCharType="begin"/>
        </w:r>
        <w:r w:rsidR="00900575">
          <w:rPr>
            <w:webHidden/>
          </w:rPr>
          <w:instrText xml:space="preserve"> PAGEREF _Toc395793292 \h </w:instrText>
        </w:r>
        <w:r w:rsidR="00900575">
          <w:rPr>
            <w:webHidden/>
          </w:rPr>
        </w:r>
        <w:r w:rsidR="00900575">
          <w:rPr>
            <w:webHidden/>
          </w:rPr>
          <w:fldChar w:fldCharType="separate"/>
        </w:r>
        <w:r w:rsidR="00900575">
          <w:rPr>
            <w:webHidden/>
          </w:rPr>
          <w:t>1</w:t>
        </w:r>
        <w:r w:rsidR="00900575">
          <w:rPr>
            <w:webHidden/>
          </w:rPr>
          <w:fldChar w:fldCharType="end"/>
        </w:r>
      </w:hyperlink>
    </w:p>
    <w:p w14:paraId="6D744C9F" w14:textId="77777777" w:rsidR="00900575" w:rsidRDefault="00D420FE">
      <w:pPr>
        <w:pStyle w:val="TOC2"/>
        <w:rPr>
          <w:rFonts w:asciiTheme="minorHAnsi" w:eastAsiaTheme="minorEastAsia" w:hAnsiTheme="minorHAnsi" w:cstheme="minorBidi"/>
          <w:sz w:val="22"/>
          <w:szCs w:val="22"/>
        </w:rPr>
      </w:pPr>
      <w:hyperlink w:anchor="_Toc395793293" w:history="1">
        <w:r w:rsidR="00900575" w:rsidRPr="00434CF3">
          <w:rPr>
            <w:rStyle w:val="Hyperlink"/>
            <w:rFonts w:cs="Arial"/>
          </w:rPr>
          <w:t>4.1</w:t>
        </w:r>
        <w:r w:rsidR="00900575">
          <w:rPr>
            <w:rFonts w:asciiTheme="minorHAnsi" w:eastAsiaTheme="minorEastAsia" w:hAnsiTheme="minorHAnsi" w:cstheme="minorBidi"/>
            <w:sz w:val="22"/>
            <w:szCs w:val="22"/>
          </w:rPr>
          <w:tab/>
        </w:r>
        <w:r w:rsidR="00900575" w:rsidRPr="00434CF3">
          <w:rPr>
            <w:rStyle w:val="Hyperlink"/>
          </w:rPr>
          <w:t>Methods &amp; Tools</w:t>
        </w:r>
        <w:r w:rsidR="00900575">
          <w:rPr>
            <w:webHidden/>
          </w:rPr>
          <w:tab/>
        </w:r>
        <w:r w:rsidR="00900575">
          <w:rPr>
            <w:webHidden/>
          </w:rPr>
          <w:fldChar w:fldCharType="begin"/>
        </w:r>
        <w:r w:rsidR="00900575">
          <w:rPr>
            <w:webHidden/>
          </w:rPr>
          <w:instrText xml:space="preserve"> PAGEREF _Toc395793293 \h </w:instrText>
        </w:r>
        <w:r w:rsidR="00900575">
          <w:rPr>
            <w:webHidden/>
          </w:rPr>
        </w:r>
        <w:r w:rsidR="00900575">
          <w:rPr>
            <w:webHidden/>
          </w:rPr>
          <w:fldChar w:fldCharType="separate"/>
        </w:r>
        <w:r w:rsidR="00900575">
          <w:rPr>
            <w:webHidden/>
          </w:rPr>
          <w:t>1</w:t>
        </w:r>
        <w:r w:rsidR="00900575">
          <w:rPr>
            <w:webHidden/>
          </w:rPr>
          <w:fldChar w:fldCharType="end"/>
        </w:r>
      </w:hyperlink>
    </w:p>
    <w:p w14:paraId="21AC64BA" w14:textId="77777777" w:rsidR="00900575" w:rsidRDefault="00D420FE">
      <w:pPr>
        <w:pStyle w:val="TOC2"/>
        <w:rPr>
          <w:rFonts w:asciiTheme="minorHAnsi" w:eastAsiaTheme="minorEastAsia" w:hAnsiTheme="minorHAnsi" w:cstheme="minorBidi"/>
          <w:sz w:val="22"/>
          <w:szCs w:val="22"/>
        </w:rPr>
      </w:pPr>
      <w:hyperlink w:anchor="_Toc395793294" w:history="1">
        <w:r w:rsidR="00900575" w:rsidRPr="00434CF3">
          <w:rPr>
            <w:rStyle w:val="Hyperlink"/>
            <w:rFonts w:cs="Arial"/>
          </w:rPr>
          <w:t>4.2</w:t>
        </w:r>
        <w:r w:rsidR="00900575">
          <w:rPr>
            <w:rFonts w:asciiTheme="minorHAnsi" w:eastAsiaTheme="minorEastAsia" w:hAnsiTheme="minorHAnsi" w:cstheme="minorBidi"/>
            <w:sz w:val="22"/>
            <w:szCs w:val="22"/>
          </w:rPr>
          <w:tab/>
        </w:r>
        <w:r w:rsidR="00900575" w:rsidRPr="00434CF3">
          <w:rPr>
            <w:rStyle w:val="Hyperlink"/>
          </w:rPr>
          <w:t>Staff Required</w:t>
        </w:r>
        <w:r w:rsidR="00900575">
          <w:rPr>
            <w:webHidden/>
          </w:rPr>
          <w:tab/>
        </w:r>
        <w:r w:rsidR="00900575">
          <w:rPr>
            <w:webHidden/>
          </w:rPr>
          <w:fldChar w:fldCharType="begin"/>
        </w:r>
        <w:r w:rsidR="00900575">
          <w:rPr>
            <w:webHidden/>
          </w:rPr>
          <w:instrText xml:space="preserve"> PAGEREF _Toc395793294 \h </w:instrText>
        </w:r>
        <w:r w:rsidR="00900575">
          <w:rPr>
            <w:webHidden/>
          </w:rPr>
        </w:r>
        <w:r w:rsidR="00900575">
          <w:rPr>
            <w:webHidden/>
          </w:rPr>
          <w:fldChar w:fldCharType="separate"/>
        </w:r>
        <w:r w:rsidR="00900575">
          <w:rPr>
            <w:webHidden/>
          </w:rPr>
          <w:t>2</w:t>
        </w:r>
        <w:r w:rsidR="00900575">
          <w:rPr>
            <w:webHidden/>
          </w:rPr>
          <w:fldChar w:fldCharType="end"/>
        </w:r>
      </w:hyperlink>
    </w:p>
    <w:p w14:paraId="6DA0FBE0" w14:textId="77777777" w:rsidR="00900575" w:rsidRDefault="00D420FE">
      <w:pPr>
        <w:pStyle w:val="TOC2"/>
        <w:rPr>
          <w:rFonts w:asciiTheme="minorHAnsi" w:eastAsiaTheme="minorEastAsia" w:hAnsiTheme="minorHAnsi" w:cstheme="minorBidi"/>
          <w:sz w:val="22"/>
          <w:szCs w:val="22"/>
        </w:rPr>
      </w:pPr>
      <w:hyperlink w:anchor="_Toc395793295" w:history="1">
        <w:r w:rsidR="00900575" w:rsidRPr="00434CF3">
          <w:rPr>
            <w:rStyle w:val="Hyperlink"/>
            <w:rFonts w:cs="Arial"/>
          </w:rPr>
          <w:t>4.3</w:t>
        </w:r>
        <w:r w:rsidR="00900575">
          <w:rPr>
            <w:rFonts w:asciiTheme="minorHAnsi" w:eastAsiaTheme="minorEastAsia" w:hAnsiTheme="minorHAnsi" w:cstheme="minorBidi"/>
            <w:sz w:val="22"/>
            <w:szCs w:val="22"/>
          </w:rPr>
          <w:tab/>
        </w:r>
        <w:r w:rsidR="00900575" w:rsidRPr="00434CF3">
          <w:rPr>
            <w:rStyle w:val="Hyperlink"/>
          </w:rPr>
          <w:t>Staff Acquisition and Organization</w:t>
        </w:r>
        <w:r w:rsidR="00900575">
          <w:rPr>
            <w:webHidden/>
          </w:rPr>
          <w:tab/>
        </w:r>
        <w:r w:rsidR="00900575">
          <w:rPr>
            <w:webHidden/>
          </w:rPr>
          <w:fldChar w:fldCharType="begin"/>
        </w:r>
        <w:r w:rsidR="00900575">
          <w:rPr>
            <w:webHidden/>
          </w:rPr>
          <w:instrText xml:space="preserve"> PAGEREF _Toc395793295 \h </w:instrText>
        </w:r>
        <w:r w:rsidR="00900575">
          <w:rPr>
            <w:webHidden/>
          </w:rPr>
        </w:r>
        <w:r w:rsidR="00900575">
          <w:rPr>
            <w:webHidden/>
          </w:rPr>
          <w:fldChar w:fldCharType="separate"/>
        </w:r>
        <w:r w:rsidR="00900575">
          <w:rPr>
            <w:webHidden/>
          </w:rPr>
          <w:t>3</w:t>
        </w:r>
        <w:r w:rsidR="00900575">
          <w:rPr>
            <w:webHidden/>
          </w:rPr>
          <w:fldChar w:fldCharType="end"/>
        </w:r>
      </w:hyperlink>
    </w:p>
    <w:p w14:paraId="53EBA514" w14:textId="77777777" w:rsidR="00900575" w:rsidRDefault="00D420FE">
      <w:pPr>
        <w:pStyle w:val="TOC1"/>
        <w:rPr>
          <w:rFonts w:asciiTheme="minorHAnsi" w:eastAsiaTheme="minorEastAsia" w:hAnsiTheme="minorHAnsi" w:cstheme="minorBidi"/>
          <w:b w:val="0"/>
          <w:sz w:val="22"/>
          <w:szCs w:val="22"/>
        </w:rPr>
      </w:pPr>
      <w:hyperlink w:anchor="_Toc395793296" w:history="1">
        <w:r w:rsidR="00900575" w:rsidRPr="00434CF3">
          <w:rPr>
            <w:rStyle w:val="Hyperlink"/>
            <w:rFonts w:cs="Arial"/>
          </w:rPr>
          <w:t>5.</w:t>
        </w:r>
        <w:r w:rsidR="00900575">
          <w:rPr>
            <w:rFonts w:asciiTheme="minorHAnsi" w:eastAsiaTheme="minorEastAsia" w:hAnsiTheme="minorHAnsi" w:cstheme="minorBidi"/>
            <w:b w:val="0"/>
            <w:sz w:val="22"/>
            <w:szCs w:val="22"/>
          </w:rPr>
          <w:tab/>
        </w:r>
        <w:r w:rsidR="00900575" w:rsidRPr="00434CF3">
          <w:rPr>
            <w:rStyle w:val="Hyperlink"/>
          </w:rPr>
          <w:t>Staff Development</w:t>
        </w:r>
        <w:r w:rsidR="00900575">
          <w:rPr>
            <w:webHidden/>
          </w:rPr>
          <w:tab/>
        </w:r>
        <w:r w:rsidR="00900575">
          <w:rPr>
            <w:webHidden/>
          </w:rPr>
          <w:fldChar w:fldCharType="begin"/>
        </w:r>
        <w:r w:rsidR="00900575">
          <w:rPr>
            <w:webHidden/>
          </w:rPr>
          <w:instrText xml:space="preserve"> PAGEREF _Toc395793296 \h </w:instrText>
        </w:r>
        <w:r w:rsidR="00900575">
          <w:rPr>
            <w:webHidden/>
          </w:rPr>
        </w:r>
        <w:r w:rsidR="00900575">
          <w:rPr>
            <w:webHidden/>
          </w:rPr>
          <w:fldChar w:fldCharType="separate"/>
        </w:r>
        <w:r w:rsidR="00900575">
          <w:rPr>
            <w:webHidden/>
          </w:rPr>
          <w:t>4</w:t>
        </w:r>
        <w:r w:rsidR="00900575">
          <w:rPr>
            <w:webHidden/>
          </w:rPr>
          <w:fldChar w:fldCharType="end"/>
        </w:r>
      </w:hyperlink>
    </w:p>
    <w:p w14:paraId="1228CEE7" w14:textId="77777777" w:rsidR="00900575" w:rsidRDefault="00D420FE">
      <w:pPr>
        <w:pStyle w:val="TOC2"/>
        <w:rPr>
          <w:rFonts w:asciiTheme="minorHAnsi" w:eastAsiaTheme="minorEastAsia" w:hAnsiTheme="minorHAnsi" w:cstheme="minorBidi"/>
          <w:sz w:val="22"/>
          <w:szCs w:val="22"/>
        </w:rPr>
      </w:pPr>
      <w:hyperlink w:anchor="_Toc395793297" w:history="1">
        <w:r w:rsidR="00900575" w:rsidRPr="00434CF3">
          <w:rPr>
            <w:rStyle w:val="Hyperlink"/>
            <w:rFonts w:cs="Arial"/>
          </w:rPr>
          <w:t>5.1</w:t>
        </w:r>
        <w:r w:rsidR="00900575">
          <w:rPr>
            <w:rFonts w:asciiTheme="minorHAnsi" w:eastAsiaTheme="minorEastAsia" w:hAnsiTheme="minorHAnsi" w:cstheme="minorBidi"/>
            <w:sz w:val="22"/>
            <w:szCs w:val="22"/>
          </w:rPr>
          <w:tab/>
        </w:r>
        <w:r w:rsidR="00900575" w:rsidRPr="00434CF3">
          <w:rPr>
            <w:rStyle w:val="Hyperlink"/>
          </w:rPr>
          <w:t>Staff Orientation</w:t>
        </w:r>
        <w:r w:rsidR="00900575">
          <w:rPr>
            <w:webHidden/>
          </w:rPr>
          <w:tab/>
        </w:r>
        <w:r w:rsidR="00900575">
          <w:rPr>
            <w:webHidden/>
          </w:rPr>
          <w:fldChar w:fldCharType="begin"/>
        </w:r>
        <w:r w:rsidR="00900575">
          <w:rPr>
            <w:webHidden/>
          </w:rPr>
          <w:instrText xml:space="preserve"> PAGEREF _Toc395793297 \h </w:instrText>
        </w:r>
        <w:r w:rsidR="00900575">
          <w:rPr>
            <w:webHidden/>
          </w:rPr>
        </w:r>
        <w:r w:rsidR="00900575">
          <w:rPr>
            <w:webHidden/>
          </w:rPr>
          <w:fldChar w:fldCharType="separate"/>
        </w:r>
        <w:r w:rsidR="00900575">
          <w:rPr>
            <w:webHidden/>
          </w:rPr>
          <w:t>4</w:t>
        </w:r>
        <w:r w:rsidR="00900575">
          <w:rPr>
            <w:webHidden/>
          </w:rPr>
          <w:fldChar w:fldCharType="end"/>
        </w:r>
      </w:hyperlink>
    </w:p>
    <w:p w14:paraId="42963734" w14:textId="77777777" w:rsidR="00900575" w:rsidRDefault="00D420FE">
      <w:pPr>
        <w:pStyle w:val="TOC2"/>
        <w:rPr>
          <w:rFonts w:asciiTheme="minorHAnsi" w:eastAsiaTheme="minorEastAsia" w:hAnsiTheme="minorHAnsi" w:cstheme="minorBidi"/>
          <w:sz w:val="22"/>
          <w:szCs w:val="22"/>
        </w:rPr>
      </w:pPr>
      <w:hyperlink w:anchor="_Toc395793298" w:history="1">
        <w:r w:rsidR="00900575" w:rsidRPr="00434CF3">
          <w:rPr>
            <w:rStyle w:val="Hyperlink"/>
            <w:rFonts w:cs="Arial"/>
          </w:rPr>
          <w:t>5.2</w:t>
        </w:r>
        <w:r w:rsidR="00900575">
          <w:rPr>
            <w:rFonts w:asciiTheme="minorHAnsi" w:eastAsiaTheme="minorEastAsia" w:hAnsiTheme="minorHAnsi" w:cstheme="minorBidi"/>
            <w:sz w:val="22"/>
            <w:szCs w:val="22"/>
          </w:rPr>
          <w:tab/>
        </w:r>
        <w:r w:rsidR="00900575" w:rsidRPr="00434CF3">
          <w:rPr>
            <w:rStyle w:val="Hyperlink"/>
          </w:rPr>
          <w:t>Training Required</w:t>
        </w:r>
        <w:r w:rsidR="00900575">
          <w:rPr>
            <w:webHidden/>
          </w:rPr>
          <w:tab/>
        </w:r>
        <w:r w:rsidR="00900575">
          <w:rPr>
            <w:webHidden/>
          </w:rPr>
          <w:fldChar w:fldCharType="begin"/>
        </w:r>
        <w:r w:rsidR="00900575">
          <w:rPr>
            <w:webHidden/>
          </w:rPr>
          <w:instrText xml:space="preserve"> PAGEREF _Toc395793298 \h </w:instrText>
        </w:r>
        <w:r w:rsidR="00900575">
          <w:rPr>
            <w:webHidden/>
          </w:rPr>
        </w:r>
        <w:r w:rsidR="00900575">
          <w:rPr>
            <w:webHidden/>
          </w:rPr>
          <w:fldChar w:fldCharType="separate"/>
        </w:r>
        <w:r w:rsidR="00900575">
          <w:rPr>
            <w:webHidden/>
          </w:rPr>
          <w:t>4</w:t>
        </w:r>
        <w:r w:rsidR="00900575">
          <w:rPr>
            <w:webHidden/>
          </w:rPr>
          <w:fldChar w:fldCharType="end"/>
        </w:r>
      </w:hyperlink>
    </w:p>
    <w:p w14:paraId="17D0A414" w14:textId="77777777" w:rsidR="00900575" w:rsidRDefault="00D420FE">
      <w:pPr>
        <w:pStyle w:val="TOC2"/>
        <w:rPr>
          <w:rFonts w:asciiTheme="minorHAnsi" w:eastAsiaTheme="minorEastAsia" w:hAnsiTheme="minorHAnsi" w:cstheme="minorBidi"/>
          <w:sz w:val="22"/>
          <w:szCs w:val="22"/>
        </w:rPr>
      </w:pPr>
      <w:hyperlink w:anchor="_Toc395793299" w:history="1">
        <w:r w:rsidR="00900575" w:rsidRPr="00434CF3">
          <w:rPr>
            <w:rStyle w:val="Hyperlink"/>
            <w:rFonts w:cs="Arial"/>
          </w:rPr>
          <w:t>5.3</w:t>
        </w:r>
        <w:r w:rsidR="00900575">
          <w:rPr>
            <w:rFonts w:asciiTheme="minorHAnsi" w:eastAsiaTheme="minorEastAsia" w:hAnsiTheme="minorHAnsi" w:cstheme="minorBidi"/>
            <w:sz w:val="22"/>
            <w:szCs w:val="22"/>
          </w:rPr>
          <w:tab/>
        </w:r>
        <w:r w:rsidR="00900575" w:rsidRPr="00434CF3">
          <w:rPr>
            <w:rStyle w:val="Hyperlink"/>
          </w:rPr>
          <w:t>Training Schedule</w:t>
        </w:r>
        <w:r w:rsidR="00900575">
          <w:rPr>
            <w:webHidden/>
          </w:rPr>
          <w:tab/>
        </w:r>
        <w:r w:rsidR="00900575">
          <w:rPr>
            <w:webHidden/>
          </w:rPr>
          <w:fldChar w:fldCharType="begin"/>
        </w:r>
        <w:r w:rsidR="00900575">
          <w:rPr>
            <w:webHidden/>
          </w:rPr>
          <w:instrText xml:space="preserve"> PAGEREF _Toc395793299 \h </w:instrText>
        </w:r>
        <w:r w:rsidR="00900575">
          <w:rPr>
            <w:webHidden/>
          </w:rPr>
        </w:r>
        <w:r w:rsidR="00900575">
          <w:rPr>
            <w:webHidden/>
          </w:rPr>
          <w:fldChar w:fldCharType="separate"/>
        </w:r>
        <w:r w:rsidR="00900575">
          <w:rPr>
            <w:webHidden/>
          </w:rPr>
          <w:t>5</w:t>
        </w:r>
        <w:r w:rsidR="00900575">
          <w:rPr>
            <w:webHidden/>
          </w:rPr>
          <w:fldChar w:fldCharType="end"/>
        </w:r>
      </w:hyperlink>
    </w:p>
    <w:p w14:paraId="3A33531B"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0" w:history="1">
        <w:r w:rsidR="00900575" w:rsidRPr="00434CF3">
          <w:rPr>
            <w:rStyle w:val="Hyperlink"/>
          </w:rPr>
          <w:t>Appendix A:</w:t>
        </w:r>
        <w:r w:rsidR="00900575">
          <w:rPr>
            <w:rFonts w:asciiTheme="minorHAnsi" w:eastAsiaTheme="minorEastAsia" w:hAnsiTheme="minorHAnsi" w:cstheme="minorBidi"/>
            <w:b w:val="0"/>
            <w:sz w:val="22"/>
            <w:szCs w:val="22"/>
          </w:rPr>
          <w:tab/>
        </w:r>
        <w:r w:rsidR="00900575" w:rsidRPr="00434CF3">
          <w:rPr>
            <w:rStyle w:val="Hyperlink"/>
          </w:rPr>
          <w:t>Record of Changes</w:t>
        </w:r>
        <w:r w:rsidR="00900575">
          <w:rPr>
            <w:webHidden/>
          </w:rPr>
          <w:tab/>
        </w:r>
        <w:r w:rsidR="00900575">
          <w:rPr>
            <w:webHidden/>
          </w:rPr>
          <w:fldChar w:fldCharType="begin"/>
        </w:r>
        <w:r w:rsidR="00900575">
          <w:rPr>
            <w:webHidden/>
          </w:rPr>
          <w:instrText xml:space="preserve"> PAGEREF _Toc395793300 \h </w:instrText>
        </w:r>
        <w:r w:rsidR="00900575">
          <w:rPr>
            <w:webHidden/>
          </w:rPr>
        </w:r>
        <w:r w:rsidR="00900575">
          <w:rPr>
            <w:webHidden/>
          </w:rPr>
          <w:fldChar w:fldCharType="separate"/>
        </w:r>
        <w:r w:rsidR="00900575">
          <w:rPr>
            <w:webHidden/>
          </w:rPr>
          <w:t>6</w:t>
        </w:r>
        <w:r w:rsidR="00900575">
          <w:rPr>
            <w:webHidden/>
          </w:rPr>
          <w:fldChar w:fldCharType="end"/>
        </w:r>
      </w:hyperlink>
    </w:p>
    <w:p w14:paraId="5E08035B"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1" w:history="1">
        <w:r w:rsidR="00900575" w:rsidRPr="00434CF3">
          <w:rPr>
            <w:rStyle w:val="Hyperlink"/>
          </w:rPr>
          <w:t>Appendix B:</w:t>
        </w:r>
        <w:r w:rsidR="00900575">
          <w:rPr>
            <w:rFonts w:asciiTheme="minorHAnsi" w:eastAsiaTheme="minorEastAsia" w:hAnsiTheme="minorHAnsi" w:cstheme="minorBidi"/>
            <w:b w:val="0"/>
            <w:sz w:val="22"/>
            <w:szCs w:val="22"/>
          </w:rPr>
          <w:tab/>
        </w:r>
        <w:r w:rsidR="00900575" w:rsidRPr="00434CF3">
          <w:rPr>
            <w:rStyle w:val="Hyperlink"/>
          </w:rPr>
          <w:t>Acronyms</w:t>
        </w:r>
        <w:r w:rsidR="00900575">
          <w:rPr>
            <w:webHidden/>
          </w:rPr>
          <w:tab/>
        </w:r>
        <w:r w:rsidR="00900575">
          <w:rPr>
            <w:webHidden/>
          </w:rPr>
          <w:fldChar w:fldCharType="begin"/>
        </w:r>
        <w:r w:rsidR="00900575">
          <w:rPr>
            <w:webHidden/>
          </w:rPr>
          <w:instrText xml:space="preserve"> PAGEREF _Toc395793301 \h </w:instrText>
        </w:r>
        <w:r w:rsidR="00900575">
          <w:rPr>
            <w:webHidden/>
          </w:rPr>
        </w:r>
        <w:r w:rsidR="00900575">
          <w:rPr>
            <w:webHidden/>
          </w:rPr>
          <w:fldChar w:fldCharType="separate"/>
        </w:r>
        <w:r w:rsidR="00900575">
          <w:rPr>
            <w:webHidden/>
          </w:rPr>
          <w:t>7</w:t>
        </w:r>
        <w:r w:rsidR="00900575">
          <w:rPr>
            <w:webHidden/>
          </w:rPr>
          <w:fldChar w:fldCharType="end"/>
        </w:r>
      </w:hyperlink>
    </w:p>
    <w:p w14:paraId="74759E03"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2" w:history="1">
        <w:r w:rsidR="00900575" w:rsidRPr="00434CF3">
          <w:rPr>
            <w:rStyle w:val="Hyperlink"/>
          </w:rPr>
          <w:t>Appendix C:</w:t>
        </w:r>
        <w:r w:rsidR="00900575">
          <w:rPr>
            <w:rFonts w:asciiTheme="minorHAnsi" w:eastAsiaTheme="minorEastAsia" w:hAnsiTheme="minorHAnsi" w:cstheme="minorBidi"/>
            <w:b w:val="0"/>
            <w:sz w:val="22"/>
            <w:szCs w:val="22"/>
          </w:rPr>
          <w:tab/>
        </w:r>
        <w:r w:rsidR="00900575" w:rsidRPr="00434CF3">
          <w:rPr>
            <w:rStyle w:val="Hyperlink"/>
          </w:rPr>
          <w:t>Glossary</w:t>
        </w:r>
        <w:r w:rsidR="00900575">
          <w:rPr>
            <w:webHidden/>
          </w:rPr>
          <w:tab/>
        </w:r>
        <w:r w:rsidR="00900575">
          <w:rPr>
            <w:webHidden/>
          </w:rPr>
          <w:fldChar w:fldCharType="begin"/>
        </w:r>
        <w:r w:rsidR="00900575">
          <w:rPr>
            <w:webHidden/>
          </w:rPr>
          <w:instrText xml:space="preserve"> PAGEREF _Toc395793302 \h </w:instrText>
        </w:r>
        <w:r w:rsidR="00900575">
          <w:rPr>
            <w:webHidden/>
          </w:rPr>
        </w:r>
        <w:r w:rsidR="00900575">
          <w:rPr>
            <w:webHidden/>
          </w:rPr>
          <w:fldChar w:fldCharType="separate"/>
        </w:r>
        <w:r w:rsidR="00900575">
          <w:rPr>
            <w:webHidden/>
          </w:rPr>
          <w:t>8</w:t>
        </w:r>
        <w:r w:rsidR="00900575">
          <w:rPr>
            <w:webHidden/>
          </w:rPr>
          <w:fldChar w:fldCharType="end"/>
        </w:r>
      </w:hyperlink>
    </w:p>
    <w:p w14:paraId="5F3BBEC4"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3" w:history="1">
        <w:r w:rsidR="00900575" w:rsidRPr="00434CF3">
          <w:rPr>
            <w:rStyle w:val="Hyperlink"/>
          </w:rPr>
          <w:t>Appendix D:</w:t>
        </w:r>
        <w:r w:rsidR="00900575">
          <w:rPr>
            <w:rFonts w:asciiTheme="minorHAnsi" w:eastAsiaTheme="minorEastAsia" w:hAnsiTheme="minorHAnsi" w:cstheme="minorBidi"/>
            <w:b w:val="0"/>
            <w:sz w:val="22"/>
            <w:szCs w:val="22"/>
          </w:rPr>
          <w:tab/>
        </w:r>
        <w:r w:rsidR="00900575" w:rsidRPr="00434CF3">
          <w:rPr>
            <w:rStyle w:val="Hyperlink"/>
          </w:rPr>
          <w:t>Referenced Documents</w:t>
        </w:r>
        <w:r w:rsidR="00900575">
          <w:rPr>
            <w:webHidden/>
          </w:rPr>
          <w:tab/>
        </w:r>
        <w:r w:rsidR="00900575">
          <w:rPr>
            <w:webHidden/>
          </w:rPr>
          <w:fldChar w:fldCharType="begin"/>
        </w:r>
        <w:r w:rsidR="00900575">
          <w:rPr>
            <w:webHidden/>
          </w:rPr>
          <w:instrText xml:space="preserve"> PAGEREF _Toc395793303 \h </w:instrText>
        </w:r>
        <w:r w:rsidR="00900575">
          <w:rPr>
            <w:webHidden/>
          </w:rPr>
        </w:r>
        <w:r w:rsidR="00900575">
          <w:rPr>
            <w:webHidden/>
          </w:rPr>
          <w:fldChar w:fldCharType="separate"/>
        </w:r>
        <w:r w:rsidR="00900575">
          <w:rPr>
            <w:webHidden/>
          </w:rPr>
          <w:t>9</w:t>
        </w:r>
        <w:r w:rsidR="00900575">
          <w:rPr>
            <w:webHidden/>
          </w:rPr>
          <w:fldChar w:fldCharType="end"/>
        </w:r>
      </w:hyperlink>
    </w:p>
    <w:p w14:paraId="121251C7"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4" w:history="1">
        <w:r w:rsidR="00900575" w:rsidRPr="00434CF3">
          <w:rPr>
            <w:rStyle w:val="Hyperlink"/>
          </w:rPr>
          <w:t>Appendix E:</w:t>
        </w:r>
        <w:r w:rsidR="00900575">
          <w:rPr>
            <w:rFonts w:asciiTheme="minorHAnsi" w:eastAsiaTheme="minorEastAsia" w:hAnsiTheme="minorHAnsi" w:cstheme="minorBidi"/>
            <w:b w:val="0"/>
            <w:sz w:val="22"/>
            <w:szCs w:val="22"/>
          </w:rPr>
          <w:tab/>
        </w:r>
        <w:r w:rsidR="00900575" w:rsidRPr="00434CF3">
          <w:rPr>
            <w:rStyle w:val="Hyperlink"/>
          </w:rPr>
          <w:t>Approvals</w:t>
        </w:r>
        <w:r w:rsidR="00900575">
          <w:rPr>
            <w:webHidden/>
          </w:rPr>
          <w:tab/>
        </w:r>
        <w:r w:rsidR="00900575">
          <w:rPr>
            <w:webHidden/>
          </w:rPr>
          <w:fldChar w:fldCharType="begin"/>
        </w:r>
        <w:r w:rsidR="00900575">
          <w:rPr>
            <w:webHidden/>
          </w:rPr>
          <w:instrText xml:space="preserve"> PAGEREF _Toc395793304 \h </w:instrText>
        </w:r>
        <w:r w:rsidR="00900575">
          <w:rPr>
            <w:webHidden/>
          </w:rPr>
        </w:r>
        <w:r w:rsidR="00900575">
          <w:rPr>
            <w:webHidden/>
          </w:rPr>
          <w:fldChar w:fldCharType="separate"/>
        </w:r>
        <w:r w:rsidR="00900575">
          <w:rPr>
            <w:webHidden/>
          </w:rPr>
          <w:t>10</w:t>
        </w:r>
        <w:r w:rsidR="00900575">
          <w:rPr>
            <w:webHidden/>
          </w:rPr>
          <w:fldChar w:fldCharType="end"/>
        </w:r>
      </w:hyperlink>
    </w:p>
    <w:p w14:paraId="63D7FA56"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5" w:history="1">
        <w:r w:rsidR="00900575" w:rsidRPr="00434CF3">
          <w:rPr>
            <w:rStyle w:val="Hyperlink"/>
          </w:rPr>
          <w:t>Appendix F:</w:t>
        </w:r>
        <w:r w:rsidR="00900575">
          <w:rPr>
            <w:rFonts w:asciiTheme="minorHAnsi" w:eastAsiaTheme="minorEastAsia" w:hAnsiTheme="minorHAnsi" w:cstheme="minorBidi"/>
            <w:b w:val="0"/>
            <w:sz w:val="22"/>
            <w:szCs w:val="22"/>
          </w:rPr>
          <w:tab/>
        </w:r>
        <w:r w:rsidR="00900575" w:rsidRPr="00434CF3">
          <w:rPr>
            <w:rStyle w:val="Hyperlink"/>
          </w:rPr>
          <w:t>Notes to the Author / Template Instructions</w:t>
        </w:r>
        <w:r w:rsidR="00900575">
          <w:rPr>
            <w:webHidden/>
          </w:rPr>
          <w:tab/>
        </w:r>
        <w:r w:rsidR="00900575">
          <w:rPr>
            <w:webHidden/>
          </w:rPr>
          <w:fldChar w:fldCharType="begin"/>
        </w:r>
        <w:r w:rsidR="00900575">
          <w:rPr>
            <w:webHidden/>
          </w:rPr>
          <w:instrText xml:space="preserve"> PAGEREF _Toc395793305 \h </w:instrText>
        </w:r>
        <w:r w:rsidR="00900575">
          <w:rPr>
            <w:webHidden/>
          </w:rPr>
        </w:r>
        <w:r w:rsidR="00900575">
          <w:rPr>
            <w:webHidden/>
          </w:rPr>
          <w:fldChar w:fldCharType="separate"/>
        </w:r>
        <w:r w:rsidR="00900575">
          <w:rPr>
            <w:webHidden/>
          </w:rPr>
          <w:t>11</w:t>
        </w:r>
        <w:r w:rsidR="00900575">
          <w:rPr>
            <w:webHidden/>
          </w:rPr>
          <w:fldChar w:fldCharType="end"/>
        </w:r>
      </w:hyperlink>
    </w:p>
    <w:p w14:paraId="6FAB942C" w14:textId="3B8E243D" w:rsidR="00900575" w:rsidRDefault="00D420FE">
      <w:pPr>
        <w:pStyle w:val="TOC1"/>
        <w:tabs>
          <w:tab w:val="left" w:pos="1980"/>
        </w:tabs>
        <w:rPr>
          <w:rFonts w:asciiTheme="minorHAnsi" w:eastAsiaTheme="minorEastAsia" w:hAnsiTheme="minorHAnsi" w:cstheme="minorBidi"/>
          <w:b w:val="0"/>
          <w:sz w:val="22"/>
          <w:szCs w:val="22"/>
        </w:rPr>
      </w:pPr>
      <w:hyperlink w:anchor="_Toc395793306" w:history="1">
        <w:r w:rsidR="00900575" w:rsidRPr="00434CF3">
          <w:rPr>
            <w:rStyle w:val="Hyperlink"/>
          </w:rPr>
          <w:t>Appendix G:</w:t>
        </w:r>
        <w:r w:rsidR="00900575">
          <w:rPr>
            <w:rFonts w:asciiTheme="minorHAnsi" w:eastAsiaTheme="minorEastAsia" w:hAnsiTheme="minorHAnsi" w:cstheme="minorBidi"/>
            <w:b w:val="0"/>
            <w:sz w:val="22"/>
            <w:szCs w:val="22"/>
          </w:rPr>
          <w:tab/>
        </w:r>
        <w:r w:rsidR="00900575" w:rsidRPr="00434CF3">
          <w:rPr>
            <w:rStyle w:val="Hyperlink"/>
          </w:rPr>
          <w:t>Template Revision History</w:t>
        </w:r>
        <w:r w:rsidR="00900575">
          <w:rPr>
            <w:webHidden/>
          </w:rPr>
          <w:tab/>
        </w:r>
        <w:r w:rsidR="00900575">
          <w:rPr>
            <w:webHidden/>
          </w:rPr>
          <w:fldChar w:fldCharType="begin"/>
        </w:r>
        <w:r w:rsidR="00900575">
          <w:rPr>
            <w:webHidden/>
          </w:rPr>
          <w:instrText xml:space="preserve"> PAGEREF _Toc395793306 \h </w:instrText>
        </w:r>
        <w:r w:rsidR="00900575">
          <w:rPr>
            <w:webHidden/>
          </w:rPr>
        </w:r>
        <w:r w:rsidR="00900575">
          <w:rPr>
            <w:webHidden/>
          </w:rPr>
          <w:fldChar w:fldCharType="separate"/>
        </w:r>
        <w:r w:rsidR="00900575">
          <w:rPr>
            <w:webHidden/>
          </w:rPr>
          <w:t>12</w:t>
        </w:r>
        <w:r w:rsidR="00900575">
          <w:rPr>
            <w:webHidden/>
          </w:rPr>
          <w:fldChar w:fldCharType="end"/>
        </w:r>
      </w:hyperlink>
    </w:p>
    <w:p w14:paraId="24606182" w14:textId="77777777" w:rsidR="00900575" w:rsidRDefault="00D420FE">
      <w:pPr>
        <w:pStyle w:val="TOC1"/>
        <w:tabs>
          <w:tab w:val="left" w:pos="1980"/>
        </w:tabs>
        <w:rPr>
          <w:rFonts w:asciiTheme="minorHAnsi" w:eastAsiaTheme="minorEastAsia" w:hAnsiTheme="minorHAnsi" w:cstheme="minorBidi"/>
          <w:b w:val="0"/>
          <w:sz w:val="22"/>
          <w:szCs w:val="22"/>
        </w:rPr>
      </w:pPr>
      <w:hyperlink w:anchor="_Toc395793307" w:history="1">
        <w:r w:rsidR="00900575" w:rsidRPr="00434CF3">
          <w:rPr>
            <w:rStyle w:val="Hyperlink"/>
          </w:rPr>
          <w:t>Appendix H:</w:t>
        </w:r>
        <w:r w:rsidR="00900575">
          <w:rPr>
            <w:rFonts w:asciiTheme="minorHAnsi" w:eastAsiaTheme="minorEastAsia" w:hAnsiTheme="minorHAnsi" w:cstheme="minorBidi"/>
            <w:b w:val="0"/>
            <w:sz w:val="22"/>
            <w:szCs w:val="22"/>
          </w:rPr>
          <w:tab/>
        </w:r>
        <w:r w:rsidR="00900575" w:rsidRPr="00434CF3">
          <w:rPr>
            <w:rStyle w:val="Hyperlink"/>
          </w:rPr>
          <w:t>Additional Appendices</w:t>
        </w:r>
        <w:r w:rsidR="00900575">
          <w:rPr>
            <w:webHidden/>
          </w:rPr>
          <w:tab/>
        </w:r>
        <w:r w:rsidR="00900575">
          <w:rPr>
            <w:webHidden/>
          </w:rPr>
          <w:fldChar w:fldCharType="begin"/>
        </w:r>
        <w:r w:rsidR="00900575">
          <w:rPr>
            <w:webHidden/>
          </w:rPr>
          <w:instrText xml:space="preserve"> PAGEREF _Toc395793307 \h </w:instrText>
        </w:r>
        <w:r w:rsidR="00900575">
          <w:rPr>
            <w:webHidden/>
          </w:rPr>
        </w:r>
        <w:r w:rsidR="00900575">
          <w:rPr>
            <w:webHidden/>
          </w:rPr>
          <w:fldChar w:fldCharType="separate"/>
        </w:r>
        <w:r w:rsidR="00900575">
          <w:rPr>
            <w:webHidden/>
          </w:rPr>
          <w:t>13</w:t>
        </w:r>
        <w:r w:rsidR="00900575">
          <w:rPr>
            <w:webHidden/>
          </w:rPr>
          <w:fldChar w:fldCharType="end"/>
        </w:r>
      </w:hyperlink>
    </w:p>
    <w:p w14:paraId="194FF870" w14:textId="77777777" w:rsidR="008E64DE" w:rsidRPr="008E64DE" w:rsidRDefault="008312AF">
      <w:pPr>
        <w:rPr>
          <w:b/>
          <w:noProof/>
          <w:sz w:val="26"/>
        </w:rPr>
      </w:pPr>
      <w:r>
        <w:rPr>
          <w:b/>
          <w:noProof/>
          <w:sz w:val="26"/>
        </w:rPr>
        <w:fldChar w:fldCharType="end"/>
      </w:r>
    </w:p>
    <w:p w14:paraId="194FF871"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194FF872" w14:textId="77777777" w:rsidR="008F03D1" w:rsidRDefault="008312AF" w:rsidP="00FE40DF">
      <w:pPr>
        <w:pStyle w:val="TableofFigures"/>
      </w:pPr>
      <w:r>
        <w:fldChar w:fldCharType="begin"/>
      </w:r>
      <w:r w:rsidR="00377035">
        <w:instrText xml:space="preserve"> TOC \h \z \t "FigureCaption,1,fc,1" \c "Figure" </w:instrText>
      </w:r>
      <w:r>
        <w:fldChar w:fldCharType="separate"/>
      </w:r>
      <w:r w:rsidR="00900575">
        <w:rPr>
          <w:b/>
          <w:bCs/>
        </w:rPr>
        <w:t>No table of figures entries found.</w:t>
      </w:r>
      <w:r>
        <w:fldChar w:fldCharType="end"/>
      </w:r>
    </w:p>
    <w:p w14:paraId="194FF873" w14:textId="77777777" w:rsidR="008F1C07" w:rsidRDefault="008F1C07"/>
    <w:p w14:paraId="194FF874" w14:textId="77777777" w:rsidR="003E4887" w:rsidRDefault="003E4887" w:rsidP="008F1C07"/>
    <w:p w14:paraId="194FF875" w14:textId="77777777" w:rsidR="008F03D1" w:rsidRDefault="008F03D1">
      <w:pPr>
        <w:pStyle w:val="FrontMatterHeader"/>
      </w:pPr>
      <w:bookmarkStart w:id="9" w:name="_Toc278187084"/>
      <w:bookmarkStart w:id="10" w:name="_Toc278189220"/>
      <w:r>
        <w:lastRenderedPageBreak/>
        <w:t>List of Tables</w:t>
      </w:r>
      <w:bookmarkEnd w:id="9"/>
      <w:bookmarkEnd w:id="10"/>
    </w:p>
    <w:p w14:paraId="75E9E15D" w14:textId="77777777" w:rsidR="00900575" w:rsidRDefault="008312AF">
      <w:pPr>
        <w:pStyle w:val="TableofFigures"/>
        <w:rPr>
          <w:rFonts w:asciiTheme="minorHAnsi" w:eastAsiaTheme="minorEastAsia" w:hAnsiTheme="minorHAnsi" w:cstheme="minorBidi"/>
          <w:sz w:val="22"/>
          <w:szCs w:val="22"/>
        </w:rPr>
      </w:pPr>
      <w:r>
        <w:fldChar w:fldCharType="begin"/>
      </w:r>
      <w:r w:rsidR="004309AB">
        <w:instrText xml:space="preserve"> TOC \h \z \t "Caption" \c "Table" </w:instrText>
      </w:r>
      <w:r>
        <w:fldChar w:fldCharType="separate"/>
      </w:r>
      <w:hyperlink w:anchor="_Toc395793308" w:history="1">
        <w:r w:rsidR="00900575" w:rsidRPr="00A33AE0">
          <w:rPr>
            <w:rStyle w:val="Hyperlink"/>
          </w:rPr>
          <w:t>Table 1: Staff Management Processes</w:t>
        </w:r>
        <w:r w:rsidR="00900575">
          <w:rPr>
            <w:webHidden/>
          </w:rPr>
          <w:tab/>
        </w:r>
        <w:r w:rsidR="00900575">
          <w:rPr>
            <w:webHidden/>
          </w:rPr>
          <w:fldChar w:fldCharType="begin"/>
        </w:r>
        <w:r w:rsidR="00900575">
          <w:rPr>
            <w:webHidden/>
          </w:rPr>
          <w:instrText xml:space="preserve"> PAGEREF _Toc395793308 \h </w:instrText>
        </w:r>
        <w:r w:rsidR="00900575">
          <w:rPr>
            <w:webHidden/>
          </w:rPr>
        </w:r>
        <w:r w:rsidR="00900575">
          <w:rPr>
            <w:webHidden/>
          </w:rPr>
          <w:fldChar w:fldCharType="separate"/>
        </w:r>
        <w:r w:rsidR="00900575">
          <w:rPr>
            <w:webHidden/>
          </w:rPr>
          <w:t>2</w:t>
        </w:r>
        <w:r w:rsidR="00900575">
          <w:rPr>
            <w:webHidden/>
          </w:rPr>
          <w:fldChar w:fldCharType="end"/>
        </w:r>
      </w:hyperlink>
    </w:p>
    <w:p w14:paraId="2877A067" w14:textId="77777777" w:rsidR="00900575" w:rsidRDefault="00D420FE">
      <w:pPr>
        <w:pStyle w:val="TableofFigures"/>
        <w:rPr>
          <w:rFonts w:asciiTheme="minorHAnsi" w:eastAsiaTheme="minorEastAsia" w:hAnsiTheme="minorHAnsi" w:cstheme="minorBidi"/>
          <w:sz w:val="22"/>
          <w:szCs w:val="22"/>
        </w:rPr>
      </w:pPr>
      <w:hyperlink w:anchor="_Toc395793309" w:history="1">
        <w:r w:rsidR="00900575" w:rsidRPr="00A33AE0">
          <w:rPr>
            <w:rStyle w:val="Hyperlink"/>
          </w:rPr>
          <w:t>Table 2: Staff Requirements</w:t>
        </w:r>
        <w:r w:rsidR="00900575">
          <w:rPr>
            <w:webHidden/>
          </w:rPr>
          <w:tab/>
        </w:r>
        <w:r w:rsidR="00900575">
          <w:rPr>
            <w:webHidden/>
          </w:rPr>
          <w:fldChar w:fldCharType="begin"/>
        </w:r>
        <w:r w:rsidR="00900575">
          <w:rPr>
            <w:webHidden/>
          </w:rPr>
          <w:instrText xml:space="preserve"> PAGEREF _Toc395793309 \h </w:instrText>
        </w:r>
        <w:r w:rsidR="00900575">
          <w:rPr>
            <w:webHidden/>
          </w:rPr>
        </w:r>
        <w:r w:rsidR="00900575">
          <w:rPr>
            <w:webHidden/>
          </w:rPr>
          <w:fldChar w:fldCharType="separate"/>
        </w:r>
        <w:r w:rsidR="00900575">
          <w:rPr>
            <w:webHidden/>
          </w:rPr>
          <w:t>2</w:t>
        </w:r>
        <w:r w:rsidR="00900575">
          <w:rPr>
            <w:webHidden/>
          </w:rPr>
          <w:fldChar w:fldCharType="end"/>
        </w:r>
      </w:hyperlink>
    </w:p>
    <w:p w14:paraId="10514D63" w14:textId="77777777" w:rsidR="00900575" w:rsidRDefault="00D420FE">
      <w:pPr>
        <w:pStyle w:val="TableofFigures"/>
        <w:rPr>
          <w:rFonts w:asciiTheme="minorHAnsi" w:eastAsiaTheme="minorEastAsia" w:hAnsiTheme="minorHAnsi" w:cstheme="minorBidi"/>
          <w:sz w:val="22"/>
          <w:szCs w:val="22"/>
        </w:rPr>
      </w:pPr>
      <w:hyperlink w:anchor="_Toc395793310" w:history="1">
        <w:r w:rsidR="00900575" w:rsidRPr="00A33AE0">
          <w:rPr>
            <w:rStyle w:val="Hyperlink"/>
          </w:rPr>
          <w:t>Table 3: Project Staff and Organization</w:t>
        </w:r>
        <w:r w:rsidR="00900575">
          <w:rPr>
            <w:webHidden/>
          </w:rPr>
          <w:tab/>
        </w:r>
        <w:r w:rsidR="00900575">
          <w:rPr>
            <w:webHidden/>
          </w:rPr>
          <w:fldChar w:fldCharType="begin"/>
        </w:r>
        <w:r w:rsidR="00900575">
          <w:rPr>
            <w:webHidden/>
          </w:rPr>
          <w:instrText xml:space="preserve"> PAGEREF _Toc395793310 \h </w:instrText>
        </w:r>
        <w:r w:rsidR="00900575">
          <w:rPr>
            <w:webHidden/>
          </w:rPr>
        </w:r>
        <w:r w:rsidR="00900575">
          <w:rPr>
            <w:webHidden/>
          </w:rPr>
          <w:fldChar w:fldCharType="separate"/>
        </w:r>
        <w:r w:rsidR="00900575">
          <w:rPr>
            <w:webHidden/>
          </w:rPr>
          <w:t>3</w:t>
        </w:r>
        <w:r w:rsidR="00900575">
          <w:rPr>
            <w:webHidden/>
          </w:rPr>
          <w:fldChar w:fldCharType="end"/>
        </w:r>
      </w:hyperlink>
    </w:p>
    <w:p w14:paraId="1A128AC3" w14:textId="77777777" w:rsidR="00900575" w:rsidRDefault="00D420FE">
      <w:pPr>
        <w:pStyle w:val="TableofFigures"/>
        <w:rPr>
          <w:rFonts w:asciiTheme="minorHAnsi" w:eastAsiaTheme="minorEastAsia" w:hAnsiTheme="minorHAnsi" w:cstheme="minorBidi"/>
          <w:sz w:val="22"/>
          <w:szCs w:val="22"/>
        </w:rPr>
      </w:pPr>
      <w:hyperlink w:anchor="_Toc395793311" w:history="1">
        <w:r w:rsidR="00900575" w:rsidRPr="00A33AE0">
          <w:rPr>
            <w:rStyle w:val="Hyperlink"/>
          </w:rPr>
          <w:t>Table 4: Training Requirements</w:t>
        </w:r>
        <w:r w:rsidR="00900575">
          <w:rPr>
            <w:webHidden/>
          </w:rPr>
          <w:tab/>
        </w:r>
        <w:r w:rsidR="00900575">
          <w:rPr>
            <w:webHidden/>
          </w:rPr>
          <w:fldChar w:fldCharType="begin"/>
        </w:r>
        <w:r w:rsidR="00900575">
          <w:rPr>
            <w:webHidden/>
          </w:rPr>
          <w:instrText xml:space="preserve"> PAGEREF _Toc395793311 \h </w:instrText>
        </w:r>
        <w:r w:rsidR="00900575">
          <w:rPr>
            <w:webHidden/>
          </w:rPr>
        </w:r>
        <w:r w:rsidR="00900575">
          <w:rPr>
            <w:webHidden/>
          </w:rPr>
          <w:fldChar w:fldCharType="separate"/>
        </w:r>
        <w:r w:rsidR="00900575">
          <w:rPr>
            <w:webHidden/>
          </w:rPr>
          <w:t>4</w:t>
        </w:r>
        <w:r w:rsidR="00900575">
          <w:rPr>
            <w:webHidden/>
          </w:rPr>
          <w:fldChar w:fldCharType="end"/>
        </w:r>
      </w:hyperlink>
    </w:p>
    <w:p w14:paraId="54620C5E" w14:textId="77777777" w:rsidR="00900575" w:rsidRDefault="00D420FE">
      <w:pPr>
        <w:pStyle w:val="TableofFigures"/>
        <w:rPr>
          <w:rFonts w:asciiTheme="minorHAnsi" w:eastAsiaTheme="minorEastAsia" w:hAnsiTheme="minorHAnsi" w:cstheme="minorBidi"/>
          <w:sz w:val="22"/>
          <w:szCs w:val="22"/>
        </w:rPr>
      </w:pPr>
      <w:hyperlink w:anchor="_Toc395793312" w:history="1">
        <w:r w:rsidR="00900575" w:rsidRPr="00A33AE0">
          <w:rPr>
            <w:rStyle w:val="Hyperlink"/>
          </w:rPr>
          <w:t>Table 5: Record of Changes</w:t>
        </w:r>
        <w:r w:rsidR="00900575">
          <w:rPr>
            <w:webHidden/>
          </w:rPr>
          <w:tab/>
        </w:r>
        <w:r w:rsidR="00900575">
          <w:rPr>
            <w:webHidden/>
          </w:rPr>
          <w:fldChar w:fldCharType="begin"/>
        </w:r>
        <w:r w:rsidR="00900575">
          <w:rPr>
            <w:webHidden/>
          </w:rPr>
          <w:instrText xml:space="preserve"> PAGEREF _Toc395793312 \h </w:instrText>
        </w:r>
        <w:r w:rsidR="00900575">
          <w:rPr>
            <w:webHidden/>
          </w:rPr>
        </w:r>
        <w:r w:rsidR="00900575">
          <w:rPr>
            <w:webHidden/>
          </w:rPr>
          <w:fldChar w:fldCharType="separate"/>
        </w:r>
        <w:r w:rsidR="00900575">
          <w:rPr>
            <w:webHidden/>
          </w:rPr>
          <w:t>6</w:t>
        </w:r>
        <w:r w:rsidR="00900575">
          <w:rPr>
            <w:webHidden/>
          </w:rPr>
          <w:fldChar w:fldCharType="end"/>
        </w:r>
      </w:hyperlink>
    </w:p>
    <w:p w14:paraId="50814E76" w14:textId="77777777" w:rsidR="00900575" w:rsidRDefault="00D420FE">
      <w:pPr>
        <w:pStyle w:val="TableofFigures"/>
        <w:rPr>
          <w:rFonts w:asciiTheme="minorHAnsi" w:eastAsiaTheme="minorEastAsia" w:hAnsiTheme="minorHAnsi" w:cstheme="minorBidi"/>
          <w:sz w:val="22"/>
          <w:szCs w:val="22"/>
        </w:rPr>
      </w:pPr>
      <w:hyperlink w:anchor="_Toc395793313" w:history="1">
        <w:r w:rsidR="00900575" w:rsidRPr="00A33AE0">
          <w:rPr>
            <w:rStyle w:val="Hyperlink"/>
          </w:rPr>
          <w:t>Table 6: Acronyms</w:t>
        </w:r>
        <w:r w:rsidR="00900575">
          <w:rPr>
            <w:webHidden/>
          </w:rPr>
          <w:tab/>
        </w:r>
        <w:r w:rsidR="00900575">
          <w:rPr>
            <w:webHidden/>
          </w:rPr>
          <w:fldChar w:fldCharType="begin"/>
        </w:r>
        <w:r w:rsidR="00900575">
          <w:rPr>
            <w:webHidden/>
          </w:rPr>
          <w:instrText xml:space="preserve"> PAGEREF _Toc395793313 \h </w:instrText>
        </w:r>
        <w:r w:rsidR="00900575">
          <w:rPr>
            <w:webHidden/>
          </w:rPr>
        </w:r>
        <w:r w:rsidR="00900575">
          <w:rPr>
            <w:webHidden/>
          </w:rPr>
          <w:fldChar w:fldCharType="separate"/>
        </w:r>
        <w:r w:rsidR="00900575">
          <w:rPr>
            <w:webHidden/>
          </w:rPr>
          <w:t>7</w:t>
        </w:r>
        <w:r w:rsidR="00900575">
          <w:rPr>
            <w:webHidden/>
          </w:rPr>
          <w:fldChar w:fldCharType="end"/>
        </w:r>
      </w:hyperlink>
    </w:p>
    <w:p w14:paraId="0BABD651" w14:textId="77777777" w:rsidR="00900575" w:rsidRDefault="00D420FE">
      <w:pPr>
        <w:pStyle w:val="TableofFigures"/>
        <w:rPr>
          <w:rFonts w:asciiTheme="minorHAnsi" w:eastAsiaTheme="minorEastAsia" w:hAnsiTheme="minorHAnsi" w:cstheme="minorBidi"/>
          <w:sz w:val="22"/>
          <w:szCs w:val="22"/>
        </w:rPr>
      </w:pPr>
      <w:hyperlink w:anchor="_Toc395793314" w:history="1">
        <w:r w:rsidR="00900575" w:rsidRPr="00A33AE0">
          <w:rPr>
            <w:rStyle w:val="Hyperlink"/>
          </w:rPr>
          <w:t>Table 7: Glossary</w:t>
        </w:r>
        <w:r w:rsidR="00900575">
          <w:rPr>
            <w:webHidden/>
          </w:rPr>
          <w:tab/>
        </w:r>
        <w:r w:rsidR="00900575">
          <w:rPr>
            <w:webHidden/>
          </w:rPr>
          <w:fldChar w:fldCharType="begin"/>
        </w:r>
        <w:r w:rsidR="00900575">
          <w:rPr>
            <w:webHidden/>
          </w:rPr>
          <w:instrText xml:space="preserve"> PAGEREF _Toc395793314 \h </w:instrText>
        </w:r>
        <w:r w:rsidR="00900575">
          <w:rPr>
            <w:webHidden/>
          </w:rPr>
        </w:r>
        <w:r w:rsidR="00900575">
          <w:rPr>
            <w:webHidden/>
          </w:rPr>
          <w:fldChar w:fldCharType="separate"/>
        </w:r>
        <w:r w:rsidR="00900575">
          <w:rPr>
            <w:webHidden/>
          </w:rPr>
          <w:t>8</w:t>
        </w:r>
        <w:r w:rsidR="00900575">
          <w:rPr>
            <w:webHidden/>
          </w:rPr>
          <w:fldChar w:fldCharType="end"/>
        </w:r>
      </w:hyperlink>
    </w:p>
    <w:p w14:paraId="5A49A5E9" w14:textId="77777777" w:rsidR="00900575" w:rsidRDefault="00D420FE">
      <w:pPr>
        <w:pStyle w:val="TableofFigures"/>
        <w:rPr>
          <w:rFonts w:asciiTheme="minorHAnsi" w:eastAsiaTheme="minorEastAsia" w:hAnsiTheme="minorHAnsi" w:cstheme="minorBidi"/>
          <w:sz w:val="22"/>
          <w:szCs w:val="22"/>
        </w:rPr>
      </w:pPr>
      <w:hyperlink w:anchor="_Toc395793315" w:history="1">
        <w:r w:rsidR="00900575" w:rsidRPr="00A33AE0">
          <w:rPr>
            <w:rStyle w:val="Hyperlink"/>
          </w:rPr>
          <w:t>Table 8: Referenced Documents</w:t>
        </w:r>
        <w:r w:rsidR="00900575">
          <w:rPr>
            <w:webHidden/>
          </w:rPr>
          <w:tab/>
        </w:r>
        <w:r w:rsidR="00900575">
          <w:rPr>
            <w:webHidden/>
          </w:rPr>
          <w:fldChar w:fldCharType="begin"/>
        </w:r>
        <w:r w:rsidR="00900575">
          <w:rPr>
            <w:webHidden/>
          </w:rPr>
          <w:instrText xml:space="preserve"> PAGEREF _Toc395793315 \h </w:instrText>
        </w:r>
        <w:r w:rsidR="00900575">
          <w:rPr>
            <w:webHidden/>
          </w:rPr>
        </w:r>
        <w:r w:rsidR="00900575">
          <w:rPr>
            <w:webHidden/>
          </w:rPr>
          <w:fldChar w:fldCharType="separate"/>
        </w:r>
        <w:r w:rsidR="00900575">
          <w:rPr>
            <w:webHidden/>
          </w:rPr>
          <w:t>9</w:t>
        </w:r>
        <w:r w:rsidR="00900575">
          <w:rPr>
            <w:webHidden/>
          </w:rPr>
          <w:fldChar w:fldCharType="end"/>
        </w:r>
      </w:hyperlink>
    </w:p>
    <w:p w14:paraId="566EB63B" w14:textId="63220EA5" w:rsidR="00900575" w:rsidRDefault="00D420FE">
      <w:pPr>
        <w:pStyle w:val="TableofFigures"/>
        <w:rPr>
          <w:rFonts w:asciiTheme="minorHAnsi" w:eastAsiaTheme="minorEastAsia" w:hAnsiTheme="minorHAnsi" w:cstheme="minorBidi"/>
          <w:sz w:val="22"/>
          <w:szCs w:val="22"/>
        </w:rPr>
      </w:pPr>
      <w:hyperlink w:anchor="_Toc395793316" w:history="1">
        <w:r w:rsidR="00900575" w:rsidRPr="00A33AE0">
          <w:rPr>
            <w:rStyle w:val="Hyperlink"/>
          </w:rPr>
          <w:t>Table 9: Template Revision History</w:t>
        </w:r>
        <w:r w:rsidR="00900575">
          <w:rPr>
            <w:webHidden/>
          </w:rPr>
          <w:tab/>
        </w:r>
        <w:r w:rsidR="00900575">
          <w:rPr>
            <w:webHidden/>
          </w:rPr>
          <w:fldChar w:fldCharType="begin"/>
        </w:r>
        <w:r w:rsidR="00900575">
          <w:rPr>
            <w:webHidden/>
          </w:rPr>
          <w:instrText xml:space="preserve"> PAGEREF _Toc395793316 \h </w:instrText>
        </w:r>
        <w:r w:rsidR="00900575">
          <w:rPr>
            <w:webHidden/>
          </w:rPr>
        </w:r>
        <w:r w:rsidR="00900575">
          <w:rPr>
            <w:webHidden/>
          </w:rPr>
          <w:fldChar w:fldCharType="separate"/>
        </w:r>
        <w:r w:rsidR="00900575">
          <w:rPr>
            <w:webHidden/>
          </w:rPr>
          <w:t>12</w:t>
        </w:r>
        <w:r w:rsidR="00900575">
          <w:rPr>
            <w:webHidden/>
          </w:rPr>
          <w:fldChar w:fldCharType="end"/>
        </w:r>
      </w:hyperlink>
    </w:p>
    <w:p w14:paraId="194FF87E" w14:textId="77777777" w:rsidR="008F03D1" w:rsidRDefault="008312AF">
      <w:pPr>
        <w:rPr>
          <w:noProof/>
        </w:rPr>
      </w:pPr>
      <w:r>
        <w:rPr>
          <w:noProof/>
          <w:sz w:val="24"/>
        </w:rPr>
        <w:fldChar w:fldCharType="end"/>
      </w:r>
    </w:p>
    <w:p w14:paraId="194FF87F"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194FF880" w14:textId="77777777" w:rsidR="00721854" w:rsidRDefault="009745EA" w:rsidP="00D51F99">
      <w:pPr>
        <w:pStyle w:val="Heading1"/>
      </w:pPr>
      <w:bookmarkStart w:id="13" w:name="_Toc395793284"/>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194FF881" w14:textId="77777777" w:rsidR="009745EA" w:rsidRDefault="009745EA" w:rsidP="009745EA">
      <w:pPr>
        <w:pStyle w:val="Heading2"/>
      </w:pPr>
      <w:bookmarkStart w:id="19" w:name="_Toc395793285"/>
      <w:r>
        <w:t>Purpose</w:t>
      </w:r>
      <w:bookmarkEnd w:id="19"/>
    </w:p>
    <w:p w14:paraId="194FF882" w14:textId="77777777" w:rsidR="009745EA" w:rsidRDefault="009745EA" w:rsidP="009745EA">
      <w:r>
        <w:t>This document</w:t>
      </w:r>
      <w:r w:rsidRPr="00AD23D3">
        <w:t xml:space="preserve"> </w:t>
      </w:r>
      <w:r>
        <w:t xml:space="preserve">describes the processes and procedures used to staff </w:t>
      </w:r>
      <w:r w:rsidRPr="00AD23D3">
        <w:t xml:space="preserve">the </w:t>
      </w:r>
      <w:r w:rsidR="000B107B">
        <w:fldChar w:fldCharType="begin"/>
      </w:r>
      <w:r w:rsidR="000B107B">
        <w:instrText xml:space="preserve"> DOCPROPERTY  Subject  \* MERGEFORMAT </w:instrText>
      </w:r>
      <w:r w:rsidR="000B107B">
        <w:fldChar w:fldCharType="end"/>
      </w:r>
      <w:r w:rsidRPr="009745EA">
        <w:t xml:space="preserve"> </w:t>
      </w:r>
      <w:r w:rsidR="001544A1">
        <w:t xml:space="preserve">Project. </w:t>
      </w:r>
      <w:r>
        <w:t>This plan supplements the overall Project Management Plan (PMP) and covers the staffing</w:t>
      </w:r>
      <w:r w:rsidR="001544A1">
        <w:t xml:space="preserve"> requirements for the project. </w:t>
      </w:r>
      <w:r>
        <w:t xml:space="preserve">The Staffing Management Plan (SMP) </w:t>
      </w:r>
      <w:proofErr w:type="gramStart"/>
      <w:r>
        <w:t>is intended to be a living document, reviewed at least annually and updated as needed</w:t>
      </w:r>
      <w:proofErr w:type="gramEnd"/>
      <w:r>
        <w:t>.</w:t>
      </w:r>
    </w:p>
    <w:p w14:paraId="194FF883" w14:textId="77777777" w:rsidR="009745EA" w:rsidRDefault="009745EA" w:rsidP="009745EA">
      <w:pPr>
        <w:pStyle w:val="Heading2"/>
      </w:pPr>
      <w:bookmarkStart w:id="20" w:name="_Toc395793286"/>
      <w:r>
        <w:t>Audience</w:t>
      </w:r>
      <w:bookmarkEnd w:id="20"/>
    </w:p>
    <w:p w14:paraId="194FF884" w14:textId="77777777" w:rsidR="009745EA" w:rsidRDefault="009745EA" w:rsidP="009745EA">
      <w:r w:rsidRPr="009745EA">
        <w:t>The intended audience for the SMP is all project stakeholders, including the project sponsor, senior leadership and the project team</w:t>
      </w:r>
      <w:r>
        <w:t>.</w:t>
      </w:r>
    </w:p>
    <w:p w14:paraId="194FF885" w14:textId="77777777" w:rsidR="009745EA" w:rsidRDefault="009745EA" w:rsidP="009745EA">
      <w:pPr>
        <w:pStyle w:val="Heading1"/>
      </w:pPr>
      <w:bookmarkStart w:id="21" w:name="_Toc395793287"/>
      <w:r>
        <w:t>Overview</w:t>
      </w:r>
      <w:bookmarkEnd w:id="21"/>
    </w:p>
    <w:p w14:paraId="194FF886" w14:textId="77777777" w:rsidR="009745EA" w:rsidRDefault="009745EA" w:rsidP="009745EA">
      <w:pPr>
        <w:pStyle w:val="StyleInfoBlueArialLeftLeft0"/>
      </w:pPr>
      <w:r w:rsidRPr="009C128C">
        <w:t xml:space="preserve">Instructions: </w:t>
      </w:r>
      <w:r w:rsidRPr="009745EA">
        <w:t>Provide a high-level overview of the project.  Focus on the process and deliverable aspects of the project, including contract type, major milestones, and stakeholders</w:t>
      </w:r>
      <w:r>
        <w:t>.</w:t>
      </w:r>
    </w:p>
    <w:p w14:paraId="194FF887" w14:textId="77777777" w:rsidR="009745EA" w:rsidRDefault="009745EA" w:rsidP="009745EA">
      <w:pPr>
        <w:pStyle w:val="Heading1"/>
      </w:pPr>
      <w:bookmarkStart w:id="22" w:name="_Toc395793288"/>
      <w:r>
        <w:t>Assumptions/Constraints/Risks</w:t>
      </w:r>
      <w:bookmarkEnd w:id="22"/>
    </w:p>
    <w:p w14:paraId="194FF888" w14:textId="77777777" w:rsidR="009745EA" w:rsidRDefault="009745EA" w:rsidP="009745EA">
      <w:pPr>
        <w:pStyle w:val="Heading2"/>
      </w:pPr>
      <w:bookmarkStart w:id="23" w:name="_Toc395793289"/>
      <w:r>
        <w:t>Assumptions</w:t>
      </w:r>
      <w:bookmarkEnd w:id="23"/>
    </w:p>
    <w:p w14:paraId="194FF889" w14:textId="77777777" w:rsidR="009745EA" w:rsidRDefault="009745EA" w:rsidP="009745EA">
      <w:pPr>
        <w:pStyle w:val="StyleInfoBlueArialLeftLeft0"/>
      </w:pPr>
      <w:r w:rsidRPr="009C128C">
        <w:t xml:space="preserve">Instructions: </w:t>
      </w:r>
      <w:r w:rsidRPr="009745EA">
        <w:t xml:space="preserve">Describe any assumptions or dependencies regarding the staff management approach for the project. These may concern such issues </w:t>
      </w:r>
      <w:proofErr w:type="gramStart"/>
      <w:r w:rsidRPr="009745EA">
        <w:t>as:</w:t>
      </w:r>
      <w:proofErr w:type="gramEnd"/>
      <w:r w:rsidRPr="009745EA">
        <w:t xml:space="preserve"> staffing profile of external and internal resources, SOW requirements, etc</w:t>
      </w:r>
      <w:r>
        <w:t>.</w:t>
      </w:r>
    </w:p>
    <w:p w14:paraId="194FF88A" w14:textId="77777777" w:rsidR="009745EA" w:rsidRDefault="009745EA" w:rsidP="009745EA">
      <w:pPr>
        <w:pStyle w:val="Heading2"/>
      </w:pPr>
      <w:bookmarkStart w:id="24" w:name="_Toc395793290"/>
      <w:r>
        <w:t>Constraints</w:t>
      </w:r>
      <w:bookmarkEnd w:id="24"/>
    </w:p>
    <w:p w14:paraId="194FF88B" w14:textId="77777777" w:rsidR="009745EA" w:rsidRDefault="009745EA" w:rsidP="009745EA">
      <w:pPr>
        <w:pStyle w:val="StyleInfoBlueArialLeftLeft0"/>
      </w:pPr>
      <w:r w:rsidRPr="009C128C">
        <w:t xml:space="preserve">Instructions: </w:t>
      </w:r>
      <w:r w:rsidRPr="009745EA">
        <w:t>Describe any limitations or constraints that may have a significant impact on the staff management approach or project delivery from a staffing perspective</w:t>
      </w:r>
      <w:r>
        <w:t>.</w:t>
      </w:r>
    </w:p>
    <w:p w14:paraId="194FF88C" w14:textId="77777777" w:rsidR="009745EA" w:rsidRDefault="009745EA" w:rsidP="009745EA">
      <w:pPr>
        <w:pStyle w:val="Heading2"/>
      </w:pPr>
      <w:bookmarkStart w:id="25" w:name="_Toc395793291"/>
      <w:r>
        <w:t>Risks</w:t>
      </w:r>
      <w:bookmarkEnd w:id="25"/>
    </w:p>
    <w:p w14:paraId="194FF88D" w14:textId="77777777" w:rsidR="009745EA" w:rsidRDefault="009745EA" w:rsidP="009745EA">
      <w:pPr>
        <w:pStyle w:val="StyleInfoBlueArialLeftLeft0"/>
      </w:pPr>
      <w:r w:rsidRPr="009C128C">
        <w:t xml:space="preserve">Instructions: </w:t>
      </w:r>
      <w:r w:rsidRPr="009745EA">
        <w:t>Describe any risks associated with staff management of the project and proposed mitigation strategies</w:t>
      </w:r>
      <w:r>
        <w:t>.</w:t>
      </w:r>
    </w:p>
    <w:p w14:paraId="194FF88E" w14:textId="77777777" w:rsidR="000E1DE3" w:rsidRDefault="000E1DE3" w:rsidP="000E1DE3">
      <w:pPr>
        <w:pStyle w:val="Heading1"/>
      </w:pPr>
      <w:bookmarkStart w:id="26" w:name="_Toc395793292"/>
      <w:r>
        <w:t>Staff Management Approach</w:t>
      </w:r>
      <w:bookmarkEnd w:id="26"/>
    </w:p>
    <w:p w14:paraId="194FF88F" w14:textId="77777777" w:rsidR="00291624" w:rsidRDefault="00291624" w:rsidP="000E1DE3">
      <w:pPr>
        <w:pStyle w:val="Heading2"/>
      </w:pPr>
      <w:bookmarkStart w:id="27" w:name="_Toc395793293"/>
      <w:r>
        <w:t>Methods &amp; Tools</w:t>
      </w:r>
      <w:bookmarkEnd w:id="27"/>
    </w:p>
    <w:p w14:paraId="194FF890" w14:textId="77777777" w:rsidR="00291624" w:rsidRDefault="00291624" w:rsidP="00291624">
      <w:pPr>
        <w:pStyle w:val="StyleInfoBlueArialLeftLeft0"/>
      </w:pPr>
      <w:r>
        <w:t xml:space="preserve">Instructions:  Describe the overall approach for management of project staff. Include the approach for identifying human resource needs and the approach to determining timing </w:t>
      </w:r>
      <w:r>
        <w:lastRenderedPageBreak/>
        <w:t xml:space="preserve">needs for adding and removing project personnel.  Describe the approach to allocating staff between each CMS lifecycle phase, and when and how staff </w:t>
      </w:r>
      <w:proofErr w:type="gramStart"/>
      <w:r>
        <w:t>will be transitioned</w:t>
      </w:r>
      <w:proofErr w:type="gramEnd"/>
      <w:r>
        <w:t xml:space="preserve"> on and off the project team.  Describe the methods, processes, tools and techniques that </w:t>
      </w:r>
      <w:proofErr w:type="gramStart"/>
      <w:r>
        <w:t>will be used</w:t>
      </w:r>
      <w:proofErr w:type="gramEnd"/>
      <w:r>
        <w:t xml:space="preserve"> for staff management, and how they will integrate with other project processes (e.g., schedule management, contract management, subcontractor management, project monitoring and control, risk management, etc.).  As appropriate, refer to the Project Management Plan (PMP) and/or any applicable subordinate plans that may exist (e.g., Schedule Management Plan, Subcontractor Management Plan, Risk Management Plan, etc.).  </w:t>
      </w:r>
      <w:r w:rsidRPr="00291624">
        <w:t xml:space="preserve">Ensure appropriate entry/exit procedures exist (e.g., return of equipment, removal of user access privileges, transfer of files and working papers, </w:t>
      </w:r>
      <w:proofErr w:type="spellStart"/>
      <w:r w:rsidRPr="00291624">
        <w:t>etc</w:t>
      </w:r>
      <w:proofErr w:type="spellEnd"/>
      <w:r w:rsidRPr="00291624">
        <w:t>).</w:t>
      </w:r>
    </w:p>
    <w:p w14:paraId="59ABEAD6" w14:textId="52E78050" w:rsidR="00900575" w:rsidRDefault="00900575" w:rsidP="00900575">
      <w:pPr>
        <w:pStyle w:val="Caption"/>
        <w:keepNext/>
      </w:pPr>
      <w:bookmarkStart w:id="28" w:name="_Toc395793308"/>
      <w:r>
        <w:t xml:space="preserve">Table </w:t>
      </w:r>
      <w:fldSimple w:instr=" SEQ Table \* ARABIC ">
        <w:r>
          <w:rPr>
            <w:noProof/>
          </w:rPr>
          <w:t>1</w:t>
        </w:r>
      </w:fldSimple>
      <w:r>
        <w:t>: Staff Management Processes</w:t>
      </w:r>
      <w:bookmarkEnd w:id="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3910"/>
      </w:tblGrid>
      <w:tr w:rsidR="00291624" w:rsidRPr="00547FDD" w14:paraId="194FF893" w14:textId="77777777" w:rsidTr="00291624">
        <w:trPr>
          <w:cantSplit/>
          <w:tblHeader/>
          <w:jc w:val="center"/>
        </w:trPr>
        <w:tc>
          <w:tcPr>
            <w:tcW w:w="2909" w:type="pct"/>
            <w:shd w:val="clear" w:color="auto" w:fill="1F497D"/>
            <w:vAlign w:val="center"/>
          </w:tcPr>
          <w:p w14:paraId="194FF891" w14:textId="77777777" w:rsidR="00291624" w:rsidRPr="00291624" w:rsidRDefault="00291624" w:rsidP="00E60CF5">
            <w:pPr>
              <w:pStyle w:val="TableColumnHeading"/>
            </w:pPr>
            <w:r>
              <w:t>Process</w:t>
            </w:r>
          </w:p>
        </w:tc>
        <w:tc>
          <w:tcPr>
            <w:tcW w:w="2091" w:type="pct"/>
            <w:shd w:val="clear" w:color="auto" w:fill="1F497D"/>
            <w:vAlign w:val="center"/>
          </w:tcPr>
          <w:p w14:paraId="194FF892" w14:textId="77777777" w:rsidR="00291624" w:rsidRPr="00547FDD" w:rsidRDefault="00291624" w:rsidP="00E60CF5">
            <w:pPr>
              <w:pStyle w:val="TableColumnHeading"/>
            </w:pPr>
            <w:r>
              <w:t>Tools &amp; Techniques</w:t>
            </w:r>
          </w:p>
        </w:tc>
      </w:tr>
      <w:tr w:rsidR="00291624" w:rsidRPr="0086471D" w14:paraId="194FF896" w14:textId="77777777" w:rsidTr="00291624">
        <w:trPr>
          <w:cantSplit/>
          <w:jc w:val="center"/>
        </w:trPr>
        <w:tc>
          <w:tcPr>
            <w:tcW w:w="2909" w:type="pct"/>
          </w:tcPr>
          <w:p w14:paraId="194FF894" w14:textId="77777777" w:rsidR="00291624" w:rsidRPr="0086471D" w:rsidRDefault="00291624" w:rsidP="0086471D"/>
        </w:tc>
        <w:tc>
          <w:tcPr>
            <w:tcW w:w="2091" w:type="pct"/>
          </w:tcPr>
          <w:p w14:paraId="194FF895" w14:textId="77777777" w:rsidR="00291624" w:rsidRPr="0086471D" w:rsidRDefault="00291624" w:rsidP="0086471D"/>
        </w:tc>
      </w:tr>
      <w:tr w:rsidR="00291624" w:rsidRPr="0086471D" w14:paraId="194FF899" w14:textId="77777777" w:rsidTr="00291624">
        <w:trPr>
          <w:cantSplit/>
          <w:jc w:val="center"/>
        </w:trPr>
        <w:tc>
          <w:tcPr>
            <w:tcW w:w="2909" w:type="pct"/>
          </w:tcPr>
          <w:p w14:paraId="194FF897" w14:textId="77777777" w:rsidR="00291624" w:rsidRPr="0086471D" w:rsidRDefault="00291624" w:rsidP="0086471D"/>
        </w:tc>
        <w:tc>
          <w:tcPr>
            <w:tcW w:w="2091" w:type="pct"/>
          </w:tcPr>
          <w:p w14:paraId="194FF898" w14:textId="77777777" w:rsidR="00291624" w:rsidRPr="0086471D" w:rsidRDefault="00291624" w:rsidP="0086471D"/>
        </w:tc>
      </w:tr>
      <w:tr w:rsidR="00291624" w:rsidRPr="0086471D" w14:paraId="194FF89C" w14:textId="77777777" w:rsidTr="00291624">
        <w:trPr>
          <w:cantSplit/>
          <w:jc w:val="center"/>
        </w:trPr>
        <w:tc>
          <w:tcPr>
            <w:tcW w:w="2909" w:type="pct"/>
          </w:tcPr>
          <w:p w14:paraId="194FF89A" w14:textId="77777777" w:rsidR="00291624" w:rsidRPr="0086471D" w:rsidRDefault="00291624" w:rsidP="0086471D"/>
        </w:tc>
        <w:tc>
          <w:tcPr>
            <w:tcW w:w="2091" w:type="pct"/>
          </w:tcPr>
          <w:p w14:paraId="194FF89B" w14:textId="77777777" w:rsidR="00291624" w:rsidRPr="0086471D" w:rsidRDefault="00291624" w:rsidP="0086471D"/>
        </w:tc>
      </w:tr>
      <w:tr w:rsidR="00291624" w:rsidRPr="0086471D" w14:paraId="194FF89F" w14:textId="77777777" w:rsidTr="00291624">
        <w:trPr>
          <w:cantSplit/>
          <w:jc w:val="center"/>
        </w:trPr>
        <w:tc>
          <w:tcPr>
            <w:tcW w:w="2909" w:type="pct"/>
          </w:tcPr>
          <w:p w14:paraId="194FF89D" w14:textId="77777777" w:rsidR="00291624" w:rsidRPr="0086471D" w:rsidRDefault="00291624" w:rsidP="0086471D"/>
        </w:tc>
        <w:tc>
          <w:tcPr>
            <w:tcW w:w="2091" w:type="pct"/>
          </w:tcPr>
          <w:p w14:paraId="194FF89E" w14:textId="77777777" w:rsidR="00291624" w:rsidRPr="0086471D" w:rsidRDefault="00291624" w:rsidP="0086471D"/>
        </w:tc>
      </w:tr>
    </w:tbl>
    <w:p w14:paraId="194FF8A1" w14:textId="77777777" w:rsidR="000E1DE3" w:rsidRDefault="000E1DE3" w:rsidP="000E1DE3">
      <w:pPr>
        <w:pStyle w:val="Heading2"/>
      </w:pPr>
      <w:bookmarkStart w:id="29" w:name="_Toc395793294"/>
      <w:r>
        <w:t>Staff Required</w:t>
      </w:r>
      <w:bookmarkEnd w:id="29"/>
    </w:p>
    <w:p w14:paraId="194FF8A2" w14:textId="77777777" w:rsidR="000E1DE3" w:rsidRDefault="000E1DE3" w:rsidP="00900575">
      <w:pPr>
        <w:spacing w:after="360"/>
      </w:pPr>
      <w:r w:rsidRPr="0010619D">
        <w:t>The following is a detailed breakdown of the staff requirements by role needed to achieve the project objectives and execute the project.</w:t>
      </w:r>
    </w:p>
    <w:p w14:paraId="5E55E583" w14:textId="47A0D6C6" w:rsidR="00900575" w:rsidRDefault="00900575" w:rsidP="00900575">
      <w:pPr>
        <w:pStyle w:val="Caption"/>
        <w:keepNext/>
      </w:pPr>
      <w:bookmarkStart w:id="30" w:name="_Toc395793309"/>
      <w:r>
        <w:t xml:space="preserve">Table </w:t>
      </w:r>
      <w:fldSimple w:instr=" SEQ Table \* ARABIC ">
        <w:r>
          <w:rPr>
            <w:noProof/>
          </w:rPr>
          <w:t>2</w:t>
        </w:r>
      </w:fldSimple>
      <w:r>
        <w:t>: Staff Requirements</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1788"/>
        <w:gridCol w:w="1786"/>
        <w:gridCol w:w="1786"/>
        <w:gridCol w:w="1503"/>
      </w:tblGrid>
      <w:tr w:rsidR="000E1DE3" w:rsidRPr="00547FDD" w14:paraId="194FF8A8" w14:textId="77777777" w:rsidTr="001544A1">
        <w:trPr>
          <w:cantSplit/>
          <w:trHeight w:val="188"/>
          <w:tblHeader/>
          <w:jc w:val="center"/>
        </w:trPr>
        <w:tc>
          <w:tcPr>
            <w:tcW w:w="1330" w:type="pct"/>
            <w:shd w:val="clear" w:color="auto" w:fill="1F497D"/>
            <w:vAlign w:val="center"/>
          </w:tcPr>
          <w:p w14:paraId="194FF8A3" w14:textId="77777777" w:rsidR="000E1DE3" w:rsidRPr="00291624" w:rsidRDefault="000E1DE3" w:rsidP="00E60CF5">
            <w:pPr>
              <w:pStyle w:val="TableColumnHeading"/>
            </w:pPr>
            <w:r>
              <w:t>Role/Responsibility</w:t>
            </w:r>
          </w:p>
        </w:tc>
        <w:tc>
          <w:tcPr>
            <w:tcW w:w="956" w:type="pct"/>
            <w:shd w:val="clear" w:color="auto" w:fill="1F497D"/>
            <w:vAlign w:val="center"/>
          </w:tcPr>
          <w:p w14:paraId="194FF8A4" w14:textId="77777777" w:rsidR="000E1DE3" w:rsidRPr="00547FDD" w:rsidRDefault="000E1DE3" w:rsidP="00E60CF5">
            <w:pPr>
              <w:pStyle w:val="TableColumnHeading"/>
            </w:pPr>
            <w:r>
              <w:t>Skills Required</w:t>
            </w:r>
          </w:p>
        </w:tc>
        <w:tc>
          <w:tcPr>
            <w:tcW w:w="955" w:type="pct"/>
            <w:shd w:val="clear" w:color="auto" w:fill="1F497D"/>
            <w:vAlign w:val="center"/>
          </w:tcPr>
          <w:p w14:paraId="194FF8A5" w14:textId="77777777" w:rsidR="000E1DE3" w:rsidRPr="00547FDD" w:rsidRDefault="000E1DE3" w:rsidP="00E60CF5">
            <w:pPr>
              <w:pStyle w:val="TableColumnHeading"/>
            </w:pPr>
            <w:r>
              <w:t>Number of Staff Required</w:t>
            </w:r>
          </w:p>
        </w:tc>
        <w:tc>
          <w:tcPr>
            <w:tcW w:w="955" w:type="pct"/>
            <w:shd w:val="clear" w:color="auto" w:fill="1F497D"/>
            <w:vAlign w:val="center"/>
          </w:tcPr>
          <w:p w14:paraId="194FF8A6" w14:textId="77777777" w:rsidR="000E1DE3" w:rsidRPr="00547FDD" w:rsidRDefault="000E1DE3" w:rsidP="00E60CF5">
            <w:pPr>
              <w:pStyle w:val="TableColumnHeading"/>
            </w:pPr>
            <w:r>
              <w:t>Timeframe Needed</w:t>
            </w:r>
          </w:p>
        </w:tc>
        <w:tc>
          <w:tcPr>
            <w:tcW w:w="804" w:type="pct"/>
            <w:shd w:val="clear" w:color="auto" w:fill="1F497D"/>
            <w:vAlign w:val="center"/>
          </w:tcPr>
          <w:p w14:paraId="194FF8A7" w14:textId="77777777" w:rsidR="000E1DE3" w:rsidRPr="00547FDD" w:rsidRDefault="000E1DE3" w:rsidP="00E60CF5">
            <w:pPr>
              <w:pStyle w:val="TableColumnHeading"/>
            </w:pPr>
            <w:r>
              <w:t>Duration Required</w:t>
            </w:r>
          </w:p>
        </w:tc>
      </w:tr>
      <w:tr w:rsidR="000E1DE3" w:rsidRPr="0086471D" w14:paraId="194FF8AE" w14:textId="77777777" w:rsidTr="000E1DE3">
        <w:trPr>
          <w:cantSplit/>
          <w:jc w:val="center"/>
        </w:trPr>
        <w:tc>
          <w:tcPr>
            <w:tcW w:w="1330" w:type="pct"/>
          </w:tcPr>
          <w:p w14:paraId="194FF8A9" w14:textId="77777777" w:rsidR="000E1DE3" w:rsidRPr="0086471D" w:rsidRDefault="000E1DE3" w:rsidP="0086471D"/>
        </w:tc>
        <w:tc>
          <w:tcPr>
            <w:tcW w:w="956" w:type="pct"/>
          </w:tcPr>
          <w:p w14:paraId="194FF8AA" w14:textId="77777777" w:rsidR="000E1DE3" w:rsidRPr="0086471D" w:rsidRDefault="000E1DE3" w:rsidP="0086471D"/>
        </w:tc>
        <w:tc>
          <w:tcPr>
            <w:tcW w:w="955" w:type="pct"/>
          </w:tcPr>
          <w:p w14:paraId="194FF8AB" w14:textId="77777777" w:rsidR="000E1DE3" w:rsidRPr="0086471D" w:rsidRDefault="000E1DE3" w:rsidP="0086471D"/>
        </w:tc>
        <w:tc>
          <w:tcPr>
            <w:tcW w:w="955" w:type="pct"/>
          </w:tcPr>
          <w:p w14:paraId="194FF8AC" w14:textId="77777777" w:rsidR="000E1DE3" w:rsidRPr="0086471D" w:rsidRDefault="000E1DE3" w:rsidP="0086471D"/>
        </w:tc>
        <w:tc>
          <w:tcPr>
            <w:tcW w:w="804" w:type="pct"/>
          </w:tcPr>
          <w:p w14:paraId="194FF8AD" w14:textId="77777777" w:rsidR="000E1DE3" w:rsidRPr="0086471D" w:rsidRDefault="000E1DE3" w:rsidP="0086471D"/>
        </w:tc>
      </w:tr>
      <w:tr w:rsidR="000E1DE3" w:rsidRPr="0086471D" w14:paraId="194FF8B4" w14:textId="77777777" w:rsidTr="000E1DE3">
        <w:trPr>
          <w:cantSplit/>
          <w:jc w:val="center"/>
        </w:trPr>
        <w:tc>
          <w:tcPr>
            <w:tcW w:w="1330" w:type="pct"/>
          </w:tcPr>
          <w:p w14:paraId="194FF8AF" w14:textId="77777777" w:rsidR="000E1DE3" w:rsidRPr="0086471D" w:rsidRDefault="000E1DE3" w:rsidP="0086471D"/>
        </w:tc>
        <w:tc>
          <w:tcPr>
            <w:tcW w:w="956" w:type="pct"/>
          </w:tcPr>
          <w:p w14:paraId="194FF8B0" w14:textId="77777777" w:rsidR="000E1DE3" w:rsidRPr="0086471D" w:rsidRDefault="000E1DE3" w:rsidP="0086471D"/>
        </w:tc>
        <w:tc>
          <w:tcPr>
            <w:tcW w:w="955" w:type="pct"/>
          </w:tcPr>
          <w:p w14:paraId="194FF8B1" w14:textId="77777777" w:rsidR="000E1DE3" w:rsidRPr="0086471D" w:rsidRDefault="000E1DE3" w:rsidP="0086471D"/>
        </w:tc>
        <w:tc>
          <w:tcPr>
            <w:tcW w:w="955" w:type="pct"/>
          </w:tcPr>
          <w:p w14:paraId="194FF8B2" w14:textId="77777777" w:rsidR="000E1DE3" w:rsidRPr="0086471D" w:rsidRDefault="000E1DE3" w:rsidP="0086471D"/>
        </w:tc>
        <w:tc>
          <w:tcPr>
            <w:tcW w:w="804" w:type="pct"/>
          </w:tcPr>
          <w:p w14:paraId="194FF8B3" w14:textId="77777777" w:rsidR="000E1DE3" w:rsidRPr="0086471D" w:rsidRDefault="000E1DE3" w:rsidP="0086471D"/>
        </w:tc>
      </w:tr>
      <w:tr w:rsidR="000E1DE3" w:rsidRPr="0086471D" w14:paraId="194FF8BA" w14:textId="77777777" w:rsidTr="000E1DE3">
        <w:trPr>
          <w:cantSplit/>
          <w:jc w:val="center"/>
        </w:trPr>
        <w:tc>
          <w:tcPr>
            <w:tcW w:w="1330" w:type="pct"/>
          </w:tcPr>
          <w:p w14:paraId="194FF8B5" w14:textId="77777777" w:rsidR="000E1DE3" w:rsidRPr="0086471D" w:rsidRDefault="000E1DE3" w:rsidP="0086471D"/>
        </w:tc>
        <w:tc>
          <w:tcPr>
            <w:tcW w:w="956" w:type="pct"/>
          </w:tcPr>
          <w:p w14:paraId="194FF8B6" w14:textId="77777777" w:rsidR="000E1DE3" w:rsidRPr="0086471D" w:rsidRDefault="000E1DE3" w:rsidP="0086471D"/>
        </w:tc>
        <w:tc>
          <w:tcPr>
            <w:tcW w:w="955" w:type="pct"/>
          </w:tcPr>
          <w:p w14:paraId="194FF8B7" w14:textId="77777777" w:rsidR="000E1DE3" w:rsidRPr="0086471D" w:rsidRDefault="000E1DE3" w:rsidP="0086471D"/>
        </w:tc>
        <w:tc>
          <w:tcPr>
            <w:tcW w:w="955" w:type="pct"/>
          </w:tcPr>
          <w:p w14:paraId="194FF8B8" w14:textId="77777777" w:rsidR="000E1DE3" w:rsidRPr="0086471D" w:rsidRDefault="000E1DE3" w:rsidP="0086471D"/>
        </w:tc>
        <w:tc>
          <w:tcPr>
            <w:tcW w:w="804" w:type="pct"/>
          </w:tcPr>
          <w:p w14:paraId="194FF8B9" w14:textId="77777777" w:rsidR="000E1DE3" w:rsidRPr="0086471D" w:rsidRDefault="000E1DE3" w:rsidP="0086471D"/>
        </w:tc>
      </w:tr>
      <w:tr w:rsidR="000E1DE3" w:rsidRPr="0086471D" w14:paraId="194FF8C0" w14:textId="77777777" w:rsidTr="000E1DE3">
        <w:trPr>
          <w:cantSplit/>
          <w:jc w:val="center"/>
        </w:trPr>
        <w:tc>
          <w:tcPr>
            <w:tcW w:w="1330" w:type="pct"/>
          </w:tcPr>
          <w:p w14:paraId="194FF8BB" w14:textId="77777777" w:rsidR="000E1DE3" w:rsidRPr="0086471D" w:rsidRDefault="000E1DE3" w:rsidP="0086471D"/>
        </w:tc>
        <w:tc>
          <w:tcPr>
            <w:tcW w:w="956" w:type="pct"/>
          </w:tcPr>
          <w:p w14:paraId="194FF8BC" w14:textId="77777777" w:rsidR="000E1DE3" w:rsidRPr="0086471D" w:rsidRDefault="000E1DE3" w:rsidP="0086471D"/>
        </w:tc>
        <w:tc>
          <w:tcPr>
            <w:tcW w:w="955" w:type="pct"/>
          </w:tcPr>
          <w:p w14:paraId="194FF8BD" w14:textId="77777777" w:rsidR="000E1DE3" w:rsidRPr="0086471D" w:rsidRDefault="000E1DE3" w:rsidP="0086471D"/>
        </w:tc>
        <w:tc>
          <w:tcPr>
            <w:tcW w:w="955" w:type="pct"/>
          </w:tcPr>
          <w:p w14:paraId="194FF8BE" w14:textId="77777777" w:rsidR="000E1DE3" w:rsidRPr="0086471D" w:rsidRDefault="000E1DE3" w:rsidP="0086471D"/>
        </w:tc>
        <w:tc>
          <w:tcPr>
            <w:tcW w:w="804" w:type="pct"/>
          </w:tcPr>
          <w:p w14:paraId="194FF8BF" w14:textId="77777777" w:rsidR="000E1DE3" w:rsidRPr="0086471D" w:rsidRDefault="000E1DE3" w:rsidP="0086471D"/>
        </w:tc>
      </w:tr>
    </w:tbl>
    <w:p w14:paraId="194FF8C2" w14:textId="77777777" w:rsidR="000E1DE3" w:rsidRDefault="000E1DE3" w:rsidP="00900575">
      <w:pPr>
        <w:pStyle w:val="StyleInfoBlueArialLeftLeft0"/>
        <w:spacing w:before="360"/>
      </w:pPr>
      <w:r w:rsidRPr="009C128C">
        <w:t xml:space="preserve">Instructions: </w:t>
      </w:r>
      <w:r>
        <w:t>Complete the table above as follows:</w:t>
      </w:r>
    </w:p>
    <w:p w14:paraId="194FF8C3" w14:textId="77777777" w:rsidR="000E1DE3" w:rsidRDefault="000E1DE3" w:rsidP="000E1DE3">
      <w:pPr>
        <w:pStyle w:val="StyleInfoBlueArialLeftLeft0"/>
        <w:numPr>
          <w:ilvl w:val="0"/>
          <w:numId w:val="42"/>
        </w:numPr>
      </w:pPr>
      <w:r w:rsidRPr="000E1DE3">
        <w:t>Role/Responsibility</w:t>
      </w:r>
      <w:r>
        <w:t xml:space="preserve"> – Enter the name of the role and briefly describe the associated responsibility.</w:t>
      </w:r>
    </w:p>
    <w:p w14:paraId="194FF8C4" w14:textId="77777777" w:rsidR="000E1DE3" w:rsidRDefault="000E1DE3" w:rsidP="000E1DE3">
      <w:pPr>
        <w:pStyle w:val="StyleInfoBlueArialLeftLeft0"/>
        <w:numPr>
          <w:ilvl w:val="0"/>
          <w:numId w:val="42"/>
        </w:numPr>
      </w:pPr>
      <w:r>
        <w:t xml:space="preserve">Skills Required – For each role, describe the skills required to perform role. </w:t>
      </w:r>
    </w:p>
    <w:p w14:paraId="194FF8C5" w14:textId="77777777" w:rsidR="000E1DE3" w:rsidRDefault="000E1DE3" w:rsidP="000E1DE3">
      <w:pPr>
        <w:pStyle w:val="StyleInfoBlueArialLeftLeft0"/>
        <w:numPr>
          <w:ilvl w:val="0"/>
          <w:numId w:val="42"/>
        </w:numPr>
      </w:pPr>
      <w:r>
        <w:lastRenderedPageBreak/>
        <w:t xml:space="preserve">Number of Staff Required – For each role, enter the number of people required to fulfill the role.  This is the actual number of people required, not based on full time equivalent, and includes both Federal and Contract staff. </w:t>
      </w:r>
    </w:p>
    <w:p w14:paraId="194FF8C6" w14:textId="77777777" w:rsidR="000E1DE3" w:rsidRDefault="000E1DE3" w:rsidP="000E1DE3">
      <w:pPr>
        <w:pStyle w:val="StyleInfoBlueArialLeftLeft0"/>
        <w:numPr>
          <w:ilvl w:val="0"/>
          <w:numId w:val="42"/>
        </w:numPr>
      </w:pPr>
      <w:r>
        <w:t xml:space="preserve">Timeframe Needed – Enter the estimated start date for the role.   </w:t>
      </w:r>
    </w:p>
    <w:p w14:paraId="194FF8C7" w14:textId="77777777" w:rsidR="000E1DE3" w:rsidRDefault="000E1DE3" w:rsidP="000E1DE3">
      <w:pPr>
        <w:pStyle w:val="StyleInfoBlueArialLeftLeft0"/>
        <w:numPr>
          <w:ilvl w:val="0"/>
          <w:numId w:val="42"/>
        </w:numPr>
      </w:pPr>
      <w:r>
        <w:t>Duration Required – Indicate the length of time this role will be required for the project.</w:t>
      </w:r>
    </w:p>
    <w:p w14:paraId="194FF8C8" w14:textId="77777777" w:rsidR="000E1DE3" w:rsidRDefault="000E1DE3" w:rsidP="000E1DE3">
      <w:pPr>
        <w:pStyle w:val="StyleInfoBlueArialLeftLeft0"/>
        <w:numPr>
          <w:ilvl w:val="0"/>
          <w:numId w:val="42"/>
        </w:numPr>
      </w:pPr>
      <w:r>
        <w:t>Add rows to the table as necessary.</w:t>
      </w:r>
    </w:p>
    <w:p w14:paraId="194FF8C9" w14:textId="77777777" w:rsidR="00291624" w:rsidRDefault="00291624" w:rsidP="00291624">
      <w:pPr>
        <w:pStyle w:val="Heading2"/>
      </w:pPr>
      <w:bookmarkStart w:id="31" w:name="_Toc395793295"/>
      <w:r>
        <w:t>Staff Acquisition and Organization</w:t>
      </w:r>
      <w:bookmarkEnd w:id="31"/>
    </w:p>
    <w:p w14:paraId="194FF8CA" w14:textId="77777777" w:rsidR="00291624" w:rsidRDefault="00291624" w:rsidP="00291624">
      <w:pPr>
        <w:pStyle w:val="StyleInfoBlueArialLeftLeft0"/>
      </w:pPr>
      <w:r w:rsidRPr="009C128C">
        <w:t xml:space="preserve">Instructions: </w:t>
      </w:r>
      <w:r w:rsidR="00E60CF5" w:rsidRPr="00C659B3">
        <w:rPr>
          <w:iCs w:val="0"/>
        </w:rPr>
        <w:t>Describe how the project team is structured</w:t>
      </w:r>
      <w:r w:rsidR="00E60CF5">
        <w:rPr>
          <w:iCs w:val="0"/>
        </w:rPr>
        <w:t xml:space="preserve"> (e.g., reporting structure or chain of command, functional teams, etc.)</w:t>
      </w:r>
      <w:r w:rsidR="00E60CF5" w:rsidRPr="00C659B3">
        <w:rPr>
          <w:iCs w:val="0"/>
        </w:rPr>
        <w:t>.  Include an organization chart, if appropriate.</w:t>
      </w:r>
      <w:r w:rsidR="00E60CF5">
        <w:rPr>
          <w:iCs w:val="0"/>
        </w:rPr>
        <w:t xml:space="preserve">  </w:t>
      </w:r>
      <w:proofErr w:type="gramStart"/>
      <w:r w:rsidR="00E60CF5">
        <w:rPr>
          <w:iCs w:val="0"/>
        </w:rPr>
        <w:t>Also</w:t>
      </w:r>
      <w:proofErr w:type="gramEnd"/>
      <w:r w:rsidR="00E60CF5">
        <w:rPr>
          <w:iCs w:val="0"/>
        </w:rPr>
        <w:t xml:space="preserve"> identify any external project participants that may support or participate in the project’s functional team(s).</w:t>
      </w:r>
    </w:p>
    <w:p w14:paraId="194FF8CB" w14:textId="77777777" w:rsidR="00291624" w:rsidRDefault="00291624" w:rsidP="00291624">
      <w:pPr>
        <w:pStyle w:val="StyleInfoBlueArialLeftLeft0"/>
      </w:pPr>
      <w:r w:rsidRPr="00291624">
        <w:t xml:space="preserve">The following describes how the project </w:t>
      </w:r>
      <w:proofErr w:type="gramStart"/>
      <w:r w:rsidRPr="00291624">
        <w:t>will be staffed</w:t>
      </w:r>
      <w:proofErr w:type="gramEnd"/>
      <w:r>
        <w:t>.</w:t>
      </w:r>
    </w:p>
    <w:p w14:paraId="33A5190F" w14:textId="35A4BA3E" w:rsidR="00900575" w:rsidRDefault="00900575" w:rsidP="00900575">
      <w:pPr>
        <w:pStyle w:val="Caption"/>
        <w:keepNext/>
      </w:pPr>
      <w:bookmarkStart w:id="32" w:name="_Toc395793310"/>
      <w:r>
        <w:t xml:space="preserve">Table </w:t>
      </w:r>
      <w:fldSimple w:instr=" SEQ Table \* ARABIC ">
        <w:r>
          <w:rPr>
            <w:noProof/>
          </w:rPr>
          <w:t>3</w:t>
        </w:r>
      </w:fldSimple>
      <w:r>
        <w:t>: Project Staff and Organization</w:t>
      </w:r>
      <w:bookmarkEnd w:id="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646"/>
        <w:gridCol w:w="2812"/>
        <w:gridCol w:w="1646"/>
        <w:gridCol w:w="1554"/>
      </w:tblGrid>
      <w:tr w:rsidR="00291624" w:rsidRPr="00547FDD" w14:paraId="194FF8D1" w14:textId="77777777" w:rsidTr="001544A1">
        <w:trPr>
          <w:cantSplit/>
          <w:trHeight w:val="98"/>
          <w:tblHeader/>
          <w:jc w:val="center"/>
        </w:trPr>
        <w:tc>
          <w:tcPr>
            <w:tcW w:w="905" w:type="pct"/>
            <w:shd w:val="clear" w:color="auto" w:fill="1F497D"/>
            <w:vAlign w:val="center"/>
          </w:tcPr>
          <w:p w14:paraId="194FF8CC" w14:textId="77777777" w:rsidR="00291624" w:rsidRPr="00291624" w:rsidRDefault="00291624" w:rsidP="00E60CF5">
            <w:pPr>
              <w:pStyle w:val="TableColumnHeading"/>
            </w:pPr>
            <w:r>
              <w:t>Role</w:t>
            </w:r>
          </w:p>
        </w:tc>
        <w:tc>
          <w:tcPr>
            <w:tcW w:w="880" w:type="pct"/>
            <w:shd w:val="clear" w:color="auto" w:fill="1F497D"/>
            <w:vAlign w:val="center"/>
          </w:tcPr>
          <w:p w14:paraId="194FF8CD" w14:textId="77777777" w:rsidR="00291624" w:rsidRPr="00547FDD" w:rsidRDefault="00291624" w:rsidP="00E60CF5">
            <w:pPr>
              <w:pStyle w:val="TableColumnHeading"/>
            </w:pPr>
            <w:r>
              <w:t xml:space="preserve">Number of </w:t>
            </w:r>
            <w:r>
              <w:br/>
              <w:t>Staff Required</w:t>
            </w:r>
          </w:p>
        </w:tc>
        <w:tc>
          <w:tcPr>
            <w:tcW w:w="1504" w:type="pct"/>
            <w:shd w:val="clear" w:color="auto" w:fill="1F497D"/>
            <w:vAlign w:val="center"/>
          </w:tcPr>
          <w:p w14:paraId="194FF8CE" w14:textId="77777777" w:rsidR="00291624" w:rsidRPr="00547FDD" w:rsidRDefault="00291624" w:rsidP="00E60CF5">
            <w:pPr>
              <w:pStyle w:val="TableColumnHeading"/>
            </w:pPr>
            <w:r>
              <w:t xml:space="preserve">Number of </w:t>
            </w:r>
            <w:r>
              <w:br/>
              <w:t>Federal Staff Required</w:t>
            </w:r>
          </w:p>
        </w:tc>
        <w:tc>
          <w:tcPr>
            <w:tcW w:w="880" w:type="pct"/>
            <w:shd w:val="clear" w:color="auto" w:fill="1F497D"/>
            <w:vAlign w:val="center"/>
          </w:tcPr>
          <w:p w14:paraId="194FF8CF" w14:textId="77777777" w:rsidR="00291624" w:rsidRPr="00547FDD" w:rsidRDefault="00291624" w:rsidP="00E60CF5">
            <w:pPr>
              <w:pStyle w:val="TableColumnHeading"/>
            </w:pPr>
            <w:r>
              <w:t xml:space="preserve">Number of </w:t>
            </w:r>
            <w:r>
              <w:br/>
              <w:t>Contractor Support</w:t>
            </w:r>
          </w:p>
        </w:tc>
        <w:tc>
          <w:tcPr>
            <w:tcW w:w="831" w:type="pct"/>
            <w:shd w:val="clear" w:color="auto" w:fill="1F497D"/>
            <w:vAlign w:val="center"/>
          </w:tcPr>
          <w:p w14:paraId="194FF8D0" w14:textId="77777777" w:rsidR="00291624" w:rsidRPr="00547FDD" w:rsidRDefault="00291624" w:rsidP="00E60CF5">
            <w:pPr>
              <w:pStyle w:val="TableColumnHeading"/>
            </w:pPr>
            <w:r>
              <w:t>Comments</w:t>
            </w:r>
          </w:p>
        </w:tc>
      </w:tr>
      <w:tr w:rsidR="00291624" w:rsidRPr="0086471D" w14:paraId="194FF8D7" w14:textId="77777777" w:rsidTr="00291624">
        <w:trPr>
          <w:cantSplit/>
          <w:jc w:val="center"/>
        </w:trPr>
        <w:tc>
          <w:tcPr>
            <w:tcW w:w="905" w:type="pct"/>
            <w:vAlign w:val="center"/>
          </w:tcPr>
          <w:p w14:paraId="194FF8D2" w14:textId="77777777" w:rsidR="00291624" w:rsidRPr="0086471D" w:rsidRDefault="00291624" w:rsidP="0086471D"/>
        </w:tc>
        <w:tc>
          <w:tcPr>
            <w:tcW w:w="880" w:type="pct"/>
            <w:vAlign w:val="center"/>
          </w:tcPr>
          <w:p w14:paraId="194FF8D3" w14:textId="77777777" w:rsidR="00291624" w:rsidRPr="0086471D" w:rsidRDefault="00291624" w:rsidP="0086471D"/>
        </w:tc>
        <w:tc>
          <w:tcPr>
            <w:tcW w:w="1504" w:type="pct"/>
            <w:vAlign w:val="center"/>
          </w:tcPr>
          <w:p w14:paraId="194FF8D4" w14:textId="77777777" w:rsidR="00291624" w:rsidRPr="0086471D" w:rsidRDefault="00291624" w:rsidP="0086471D"/>
        </w:tc>
        <w:tc>
          <w:tcPr>
            <w:tcW w:w="880" w:type="pct"/>
            <w:vAlign w:val="center"/>
          </w:tcPr>
          <w:p w14:paraId="194FF8D5" w14:textId="77777777" w:rsidR="00291624" w:rsidRPr="0086471D" w:rsidRDefault="00291624" w:rsidP="0086471D"/>
        </w:tc>
        <w:tc>
          <w:tcPr>
            <w:tcW w:w="831" w:type="pct"/>
            <w:vAlign w:val="center"/>
          </w:tcPr>
          <w:p w14:paraId="194FF8D6" w14:textId="77777777" w:rsidR="00291624" w:rsidRPr="0086471D" w:rsidRDefault="00291624" w:rsidP="0086471D"/>
        </w:tc>
      </w:tr>
      <w:tr w:rsidR="00291624" w:rsidRPr="0086471D" w14:paraId="194FF8DD" w14:textId="77777777" w:rsidTr="00291624">
        <w:trPr>
          <w:cantSplit/>
          <w:jc w:val="center"/>
        </w:trPr>
        <w:tc>
          <w:tcPr>
            <w:tcW w:w="905" w:type="pct"/>
            <w:vAlign w:val="center"/>
          </w:tcPr>
          <w:p w14:paraId="194FF8D8" w14:textId="77777777" w:rsidR="00291624" w:rsidRPr="0086471D" w:rsidRDefault="00291624" w:rsidP="0086471D"/>
        </w:tc>
        <w:tc>
          <w:tcPr>
            <w:tcW w:w="880" w:type="pct"/>
            <w:vAlign w:val="center"/>
          </w:tcPr>
          <w:p w14:paraId="194FF8D9" w14:textId="77777777" w:rsidR="00291624" w:rsidRPr="0086471D" w:rsidRDefault="00291624" w:rsidP="0086471D"/>
        </w:tc>
        <w:tc>
          <w:tcPr>
            <w:tcW w:w="1504" w:type="pct"/>
            <w:vAlign w:val="center"/>
          </w:tcPr>
          <w:p w14:paraId="194FF8DA" w14:textId="77777777" w:rsidR="00291624" w:rsidRPr="0086471D" w:rsidRDefault="00291624" w:rsidP="0086471D"/>
        </w:tc>
        <w:tc>
          <w:tcPr>
            <w:tcW w:w="880" w:type="pct"/>
            <w:vAlign w:val="center"/>
          </w:tcPr>
          <w:p w14:paraId="194FF8DB" w14:textId="77777777" w:rsidR="00291624" w:rsidRPr="0086471D" w:rsidRDefault="00291624" w:rsidP="0086471D"/>
        </w:tc>
        <w:tc>
          <w:tcPr>
            <w:tcW w:w="831" w:type="pct"/>
            <w:vAlign w:val="center"/>
          </w:tcPr>
          <w:p w14:paraId="194FF8DC" w14:textId="77777777" w:rsidR="00291624" w:rsidRPr="0086471D" w:rsidRDefault="00291624" w:rsidP="0086471D"/>
        </w:tc>
      </w:tr>
      <w:tr w:rsidR="00291624" w:rsidRPr="0086471D" w14:paraId="194FF8E3" w14:textId="77777777" w:rsidTr="00291624">
        <w:trPr>
          <w:cantSplit/>
          <w:jc w:val="center"/>
        </w:trPr>
        <w:tc>
          <w:tcPr>
            <w:tcW w:w="905" w:type="pct"/>
            <w:vAlign w:val="center"/>
          </w:tcPr>
          <w:p w14:paraId="194FF8DE" w14:textId="77777777" w:rsidR="00291624" w:rsidRPr="0086471D" w:rsidRDefault="00291624" w:rsidP="0086471D"/>
        </w:tc>
        <w:tc>
          <w:tcPr>
            <w:tcW w:w="880" w:type="pct"/>
            <w:vAlign w:val="center"/>
          </w:tcPr>
          <w:p w14:paraId="194FF8DF" w14:textId="77777777" w:rsidR="00291624" w:rsidRPr="0086471D" w:rsidRDefault="00291624" w:rsidP="0086471D"/>
        </w:tc>
        <w:tc>
          <w:tcPr>
            <w:tcW w:w="1504" w:type="pct"/>
            <w:vAlign w:val="center"/>
          </w:tcPr>
          <w:p w14:paraId="194FF8E0" w14:textId="77777777" w:rsidR="00291624" w:rsidRPr="0086471D" w:rsidRDefault="00291624" w:rsidP="0086471D"/>
        </w:tc>
        <w:tc>
          <w:tcPr>
            <w:tcW w:w="880" w:type="pct"/>
            <w:vAlign w:val="center"/>
          </w:tcPr>
          <w:p w14:paraId="194FF8E1" w14:textId="77777777" w:rsidR="00291624" w:rsidRPr="0086471D" w:rsidRDefault="00291624" w:rsidP="0086471D"/>
        </w:tc>
        <w:tc>
          <w:tcPr>
            <w:tcW w:w="831" w:type="pct"/>
            <w:vAlign w:val="center"/>
          </w:tcPr>
          <w:p w14:paraId="194FF8E2" w14:textId="77777777" w:rsidR="00291624" w:rsidRPr="0086471D" w:rsidRDefault="00291624" w:rsidP="0086471D"/>
        </w:tc>
      </w:tr>
      <w:tr w:rsidR="00291624" w:rsidRPr="0086471D" w14:paraId="194FF8E9" w14:textId="77777777" w:rsidTr="00291624">
        <w:trPr>
          <w:cantSplit/>
          <w:jc w:val="center"/>
        </w:trPr>
        <w:tc>
          <w:tcPr>
            <w:tcW w:w="905" w:type="pct"/>
            <w:vAlign w:val="center"/>
          </w:tcPr>
          <w:p w14:paraId="194FF8E4" w14:textId="77777777" w:rsidR="00291624" w:rsidRPr="0086471D" w:rsidRDefault="00291624" w:rsidP="0086471D"/>
        </w:tc>
        <w:tc>
          <w:tcPr>
            <w:tcW w:w="880" w:type="pct"/>
            <w:vAlign w:val="center"/>
          </w:tcPr>
          <w:p w14:paraId="194FF8E5" w14:textId="77777777" w:rsidR="00291624" w:rsidRPr="0086471D" w:rsidRDefault="00291624" w:rsidP="0086471D"/>
        </w:tc>
        <w:tc>
          <w:tcPr>
            <w:tcW w:w="1504" w:type="pct"/>
            <w:vAlign w:val="center"/>
          </w:tcPr>
          <w:p w14:paraId="194FF8E6" w14:textId="77777777" w:rsidR="00291624" w:rsidRPr="0086471D" w:rsidRDefault="00291624" w:rsidP="0086471D"/>
        </w:tc>
        <w:tc>
          <w:tcPr>
            <w:tcW w:w="880" w:type="pct"/>
            <w:vAlign w:val="center"/>
          </w:tcPr>
          <w:p w14:paraId="194FF8E7" w14:textId="77777777" w:rsidR="00291624" w:rsidRPr="0086471D" w:rsidRDefault="00291624" w:rsidP="0086471D"/>
        </w:tc>
        <w:tc>
          <w:tcPr>
            <w:tcW w:w="831" w:type="pct"/>
            <w:vAlign w:val="center"/>
          </w:tcPr>
          <w:p w14:paraId="194FF8E8" w14:textId="77777777" w:rsidR="00291624" w:rsidRPr="0086471D" w:rsidRDefault="00291624" w:rsidP="0086471D"/>
        </w:tc>
      </w:tr>
    </w:tbl>
    <w:p w14:paraId="194FF8EB" w14:textId="77777777" w:rsidR="00E60CF5" w:rsidRPr="00E60CF5" w:rsidRDefault="00E60CF5" w:rsidP="00900575">
      <w:pPr>
        <w:pStyle w:val="StyleInfoBlueArialLeftLeft0"/>
        <w:spacing w:before="360" w:after="360"/>
      </w:pPr>
      <w:r>
        <w:t xml:space="preserve">Instructions: </w:t>
      </w:r>
      <w:r w:rsidRPr="00E60CF5">
        <w:t xml:space="preserve">Complete the table above for each role identified in </w:t>
      </w:r>
      <w:r w:rsidR="00225C83">
        <w:t>the s</w:t>
      </w:r>
      <w:r w:rsidRPr="00E60CF5">
        <w:t>ection</w:t>
      </w:r>
      <w:r w:rsidR="00225C83">
        <w:t xml:space="preserve"> named</w:t>
      </w:r>
      <w:r w:rsidRPr="00E60CF5">
        <w:t xml:space="preserve"> </w:t>
      </w:r>
      <w:r w:rsidR="00225C83">
        <w:t>“Staff Required”</w:t>
      </w:r>
    </w:p>
    <w:p w14:paraId="194FF8EC" w14:textId="77777777" w:rsidR="00E60CF5" w:rsidRPr="00E60CF5" w:rsidRDefault="00E60CF5" w:rsidP="00E60CF5">
      <w:pPr>
        <w:pStyle w:val="StyleInfoBlueArialLeftLeft0"/>
        <w:numPr>
          <w:ilvl w:val="0"/>
          <w:numId w:val="42"/>
        </w:numPr>
      </w:pPr>
      <w:r w:rsidRPr="00E60CF5">
        <w:t xml:space="preserve">Role – Enter the name of </w:t>
      </w:r>
      <w:r w:rsidR="00225C83">
        <w:t>the role identified in the s</w:t>
      </w:r>
      <w:r>
        <w:t xml:space="preserve">ection </w:t>
      </w:r>
      <w:r w:rsidR="00225C83">
        <w:t xml:space="preserve">named “Staff </w:t>
      </w:r>
      <w:proofErr w:type="gramStart"/>
      <w:r w:rsidR="00225C83">
        <w:t>Required</w:t>
      </w:r>
      <w:proofErr w:type="gramEnd"/>
      <w:r w:rsidR="00225C83">
        <w:t>.”</w:t>
      </w:r>
    </w:p>
    <w:p w14:paraId="194FF8ED" w14:textId="77777777" w:rsidR="00E60CF5" w:rsidRPr="00E60CF5" w:rsidRDefault="00E60CF5" w:rsidP="00E60CF5">
      <w:pPr>
        <w:pStyle w:val="StyleInfoBlueArialLeftLeft0"/>
        <w:numPr>
          <w:ilvl w:val="0"/>
          <w:numId w:val="42"/>
        </w:numPr>
      </w:pPr>
      <w:r w:rsidRPr="00E60CF5">
        <w:t>Number of Staff Required –Enter the number of people required. This should be th</w:t>
      </w:r>
      <w:r>
        <w:t xml:space="preserve">e </w:t>
      </w:r>
      <w:r w:rsidR="00225C83">
        <w:t xml:space="preserve">number identified in section named “Staff </w:t>
      </w:r>
      <w:proofErr w:type="gramStart"/>
      <w:r w:rsidR="00225C83">
        <w:t>Required</w:t>
      </w:r>
      <w:proofErr w:type="gramEnd"/>
      <w:r w:rsidR="00225C83">
        <w:t>.”</w:t>
      </w:r>
    </w:p>
    <w:p w14:paraId="194FF8EE" w14:textId="77777777" w:rsidR="00E60CF5" w:rsidRPr="00E60CF5" w:rsidRDefault="00E60CF5" w:rsidP="00E60CF5">
      <w:pPr>
        <w:pStyle w:val="StyleInfoBlueArialLeftLeft0"/>
        <w:numPr>
          <w:ilvl w:val="0"/>
          <w:numId w:val="42"/>
        </w:numPr>
      </w:pPr>
      <w:r w:rsidRPr="00E60CF5">
        <w:t>Number of Federal Staff Received – Enter the number of Federal staff committed to support the project.  This captures the actual number of people resource management has agreed to provide to support the project</w:t>
      </w:r>
    </w:p>
    <w:p w14:paraId="194FF8EF" w14:textId="77777777" w:rsidR="00E60CF5" w:rsidRPr="00E60CF5" w:rsidRDefault="00E60CF5" w:rsidP="00E60CF5">
      <w:pPr>
        <w:pStyle w:val="StyleInfoBlueArialLeftLeft0"/>
        <w:numPr>
          <w:ilvl w:val="0"/>
          <w:numId w:val="42"/>
        </w:numPr>
      </w:pPr>
      <w:r w:rsidRPr="00E60CF5">
        <w:t xml:space="preserve">Number of Contractor Support – Enter the number of staff to </w:t>
      </w:r>
      <w:proofErr w:type="gramStart"/>
      <w:r w:rsidRPr="00E60CF5">
        <w:t>be acquired</w:t>
      </w:r>
      <w:proofErr w:type="gramEnd"/>
      <w:r w:rsidRPr="00E60CF5">
        <w:t xml:space="preserve"> through </w:t>
      </w:r>
      <w:r w:rsidRPr="00E60CF5">
        <w:lastRenderedPageBreak/>
        <w:t>a contracting vehicle.</w:t>
      </w:r>
    </w:p>
    <w:p w14:paraId="194FF8F0" w14:textId="77777777" w:rsidR="00E60CF5" w:rsidRPr="00E60CF5" w:rsidRDefault="00E60CF5" w:rsidP="00E60CF5">
      <w:pPr>
        <w:pStyle w:val="StyleInfoBlueArialLeftLeft0"/>
        <w:numPr>
          <w:ilvl w:val="0"/>
          <w:numId w:val="42"/>
        </w:numPr>
      </w:pPr>
      <w:r w:rsidRPr="00E60CF5">
        <w:t>Comments – Provide any relevant comments or explanations for clarification. This would include noting the need to hire new Federal Staff or potential source for contractor support.</w:t>
      </w:r>
    </w:p>
    <w:p w14:paraId="194FF8F1" w14:textId="77777777" w:rsidR="00E60CF5" w:rsidRPr="00E60CF5" w:rsidRDefault="00E60CF5" w:rsidP="00E60CF5">
      <w:pPr>
        <w:pStyle w:val="StyleInfoBlueArialLeftLeft0"/>
        <w:numPr>
          <w:ilvl w:val="0"/>
          <w:numId w:val="42"/>
        </w:numPr>
      </w:pPr>
      <w:r w:rsidRPr="00E60CF5">
        <w:t>Add rows to the table as necessary</w:t>
      </w:r>
    </w:p>
    <w:p w14:paraId="194FF8F2" w14:textId="77777777" w:rsidR="00220648" w:rsidRDefault="00E60CF5" w:rsidP="00D51F99">
      <w:pPr>
        <w:pStyle w:val="Heading1"/>
      </w:pPr>
      <w:bookmarkStart w:id="33" w:name="_Toc288057811"/>
      <w:bookmarkStart w:id="34" w:name="_Toc288057812"/>
      <w:bookmarkStart w:id="35" w:name="_Toc288057813"/>
      <w:bookmarkStart w:id="36" w:name="_Toc288057814"/>
      <w:bookmarkStart w:id="37" w:name="_Toc288057839"/>
      <w:bookmarkStart w:id="38" w:name="_Toc288057840"/>
      <w:bookmarkStart w:id="39" w:name="_Toc395793296"/>
      <w:bookmarkStart w:id="40" w:name="_Toc490026795"/>
      <w:bookmarkEnd w:id="14"/>
      <w:bookmarkEnd w:id="15"/>
      <w:bookmarkEnd w:id="16"/>
      <w:bookmarkEnd w:id="17"/>
      <w:bookmarkEnd w:id="18"/>
      <w:bookmarkEnd w:id="33"/>
      <w:bookmarkEnd w:id="34"/>
      <w:bookmarkEnd w:id="35"/>
      <w:bookmarkEnd w:id="36"/>
      <w:bookmarkEnd w:id="37"/>
      <w:bookmarkEnd w:id="38"/>
      <w:r>
        <w:t>Staff Development</w:t>
      </w:r>
      <w:bookmarkEnd w:id="39"/>
    </w:p>
    <w:p w14:paraId="194FF8F3" w14:textId="77777777" w:rsidR="00E60CF5" w:rsidRDefault="00E60CF5" w:rsidP="00E60CF5">
      <w:pPr>
        <w:pStyle w:val="Heading2"/>
      </w:pPr>
      <w:bookmarkStart w:id="41" w:name="_Toc395793297"/>
      <w:r>
        <w:t>Staff Orientation</w:t>
      </w:r>
      <w:bookmarkEnd w:id="41"/>
    </w:p>
    <w:p w14:paraId="194FF8F4" w14:textId="77777777" w:rsidR="00E60CF5" w:rsidRDefault="00E60CF5" w:rsidP="00E60CF5">
      <w:pPr>
        <w:pStyle w:val="StyleInfoBlueArialLeftLeft0"/>
      </w:pPr>
      <w:r w:rsidRPr="009C128C">
        <w:t xml:space="preserve">Instructions: </w:t>
      </w:r>
      <w:r w:rsidRPr="00E60CF5">
        <w:t>Describe any information, forms, processes, or procedures that new staff must receive and/or complete prior to beginning work on the project (e.g., project travel policy, Data Use Agreement, Application for Access to CMS Computer Systems, etc.)</w:t>
      </w:r>
      <w:r>
        <w:t>.</w:t>
      </w:r>
    </w:p>
    <w:p w14:paraId="194FF8F5" w14:textId="77777777" w:rsidR="00E60CF5" w:rsidRDefault="00E60CF5" w:rsidP="00E60CF5">
      <w:pPr>
        <w:pStyle w:val="Heading2"/>
      </w:pPr>
      <w:bookmarkStart w:id="42" w:name="_Toc395793298"/>
      <w:r>
        <w:t>Training Required</w:t>
      </w:r>
      <w:bookmarkEnd w:id="42"/>
    </w:p>
    <w:p w14:paraId="194FF8F6" w14:textId="77777777" w:rsidR="00E60CF5" w:rsidRDefault="00E60CF5" w:rsidP="00E60CF5">
      <w:r w:rsidRPr="00434769">
        <w:t>The following captures the training needed to ensure</w:t>
      </w:r>
      <w:r>
        <w:t xml:space="preserve"> that necessary skill levels </w:t>
      </w:r>
      <w:r w:rsidRPr="00434769">
        <w:t>are available</w:t>
      </w:r>
      <w:r>
        <w:t xml:space="preserve"> </w:t>
      </w:r>
      <w:proofErr w:type="gramStart"/>
      <w:r>
        <w:t>to successfully conduct</w:t>
      </w:r>
      <w:proofErr w:type="gramEnd"/>
      <w:r>
        <w:t xml:space="preserve"> the </w:t>
      </w:r>
      <w:r w:rsidRPr="00434769">
        <w:t>project.</w:t>
      </w:r>
    </w:p>
    <w:p w14:paraId="70F591D6" w14:textId="17DA0381" w:rsidR="00900575" w:rsidRDefault="00900575" w:rsidP="00900575">
      <w:pPr>
        <w:pStyle w:val="Caption"/>
        <w:keepNext/>
      </w:pPr>
      <w:bookmarkStart w:id="43" w:name="_Toc395793311"/>
      <w:r>
        <w:t xml:space="preserve">Table </w:t>
      </w:r>
      <w:fldSimple w:instr=" SEQ Table \* ARABIC ">
        <w:r>
          <w:rPr>
            <w:noProof/>
          </w:rPr>
          <w:t>4</w:t>
        </w:r>
      </w:fldSimple>
      <w:r>
        <w:t>: Training Requirements</w:t>
      </w:r>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487"/>
        <w:gridCol w:w="2036"/>
        <w:gridCol w:w="1487"/>
        <w:gridCol w:w="1404"/>
        <w:gridCol w:w="1404"/>
      </w:tblGrid>
      <w:tr w:rsidR="00E60CF5" w:rsidRPr="00547FDD" w14:paraId="194FF8FD" w14:textId="77777777" w:rsidTr="001544A1">
        <w:trPr>
          <w:cantSplit/>
          <w:trHeight w:val="70"/>
          <w:tblHeader/>
          <w:jc w:val="center"/>
        </w:trPr>
        <w:tc>
          <w:tcPr>
            <w:tcW w:w="819" w:type="pct"/>
            <w:shd w:val="clear" w:color="auto" w:fill="1F497D"/>
            <w:vAlign w:val="center"/>
          </w:tcPr>
          <w:p w14:paraId="194FF8F7" w14:textId="77777777" w:rsidR="00E60CF5" w:rsidRPr="00291624" w:rsidRDefault="00E60CF5" w:rsidP="00E60CF5">
            <w:pPr>
              <w:pStyle w:val="TableColumnHeading"/>
            </w:pPr>
            <w:r>
              <w:t>Role/Staff Resource</w:t>
            </w:r>
          </w:p>
        </w:tc>
        <w:tc>
          <w:tcPr>
            <w:tcW w:w="795" w:type="pct"/>
            <w:shd w:val="clear" w:color="auto" w:fill="1F497D"/>
            <w:vAlign w:val="center"/>
          </w:tcPr>
          <w:p w14:paraId="194FF8F8" w14:textId="77777777" w:rsidR="00E60CF5" w:rsidRPr="00547FDD" w:rsidRDefault="00E60CF5" w:rsidP="00E60CF5">
            <w:pPr>
              <w:pStyle w:val="TableColumnHeading"/>
            </w:pPr>
            <w:r>
              <w:t>Training Needed</w:t>
            </w:r>
          </w:p>
        </w:tc>
        <w:tc>
          <w:tcPr>
            <w:tcW w:w="1089" w:type="pct"/>
            <w:shd w:val="clear" w:color="auto" w:fill="1F497D"/>
            <w:vAlign w:val="center"/>
          </w:tcPr>
          <w:p w14:paraId="194FF8F9" w14:textId="77777777" w:rsidR="00E60CF5" w:rsidRPr="00547FDD" w:rsidRDefault="00E60CF5" w:rsidP="00E60CF5">
            <w:pPr>
              <w:pStyle w:val="TableColumnHeading"/>
            </w:pPr>
            <w:r>
              <w:t>Timeframe Needed</w:t>
            </w:r>
          </w:p>
        </w:tc>
        <w:tc>
          <w:tcPr>
            <w:tcW w:w="795" w:type="pct"/>
            <w:shd w:val="clear" w:color="auto" w:fill="1F497D"/>
            <w:vAlign w:val="center"/>
          </w:tcPr>
          <w:p w14:paraId="194FF8FA" w14:textId="77777777" w:rsidR="00E60CF5" w:rsidRPr="00547FDD" w:rsidRDefault="00E60CF5" w:rsidP="00E60CF5">
            <w:pPr>
              <w:pStyle w:val="TableColumnHeading"/>
            </w:pPr>
            <w:r>
              <w:t>Anticipated Cost</w:t>
            </w:r>
          </w:p>
        </w:tc>
        <w:tc>
          <w:tcPr>
            <w:tcW w:w="751" w:type="pct"/>
            <w:shd w:val="clear" w:color="auto" w:fill="1F497D"/>
            <w:vAlign w:val="center"/>
          </w:tcPr>
          <w:p w14:paraId="194FF8FB" w14:textId="77777777" w:rsidR="00E60CF5" w:rsidRPr="00547FDD" w:rsidRDefault="00E60CF5" w:rsidP="00E60CF5">
            <w:pPr>
              <w:pStyle w:val="TableColumnHeading"/>
            </w:pPr>
            <w:r>
              <w:t>Training Method</w:t>
            </w:r>
          </w:p>
        </w:tc>
        <w:tc>
          <w:tcPr>
            <w:tcW w:w="751" w:type="pct"/>
            <w:shd w:val="clear" w:color="auto" w:fill="1F497D"/>
            <w:vAlign w:val="center"/>
          </w:tcPr>
          <w:p w14:paraId="194FF8FC" w14:textId="77777777" w:rsidR="00E60CF5" w:rsidRDefault="00E60CF5" w:rsidP="00E60CF5">
            <w:pPr>
              <w:pStyle w:val="TableColumnHeading"/>
            </w:pPr>
            <w:r>
              <w:t>Suggested Vendor / Source</w:t>
            </w:r>
          </w:p>
        </w:tc>
      </w:tr>
      <w:tr w:rsidR="00E60CF5" w:rsidRPr="0086471D" w14:paraId="194FF904" w14:textId="77777777" w:rsidTr="00E60CF5">
        <w:trPr>
          <w:cantSplit/>
          <w:jc w:val="center"/>
        </w:trPr>
        <w:tc>
          <w:tcPr>
            <w:tcW w:w="819" w:type="pct"/>
            <w:vAlign w:val="center"/>
          </w:tcPr>
          <w:p w14:paraId="194FF8FE" w14:textId="77777777" w:rsidR="00E60CF5" w:rsidRPr="0086471D" w:rsidRDefault="00E60CF5" w:rsidP="0086471D"/>
        </w:tc>
        <w:tc>
          <w:tcPr>
            <w:tcW w:w="795" w:type="pct"/>
            <w:vAlign w:val="center"/>
          </w:tcPr>
          <w:p w14:paraId="194FF8FF" w14:textId="77777777" w:rsidR="00E60CF5" w:rsidRPr="0086471D" w:rsidRDefault="00E60CF5" w:rsidP="0086471D"/>
        </w:tc>
        <w:tc>
          <w:tcPr>
            <w:tcW w:w="1089" w:type="pct"/>
            <w:vAlign w:val="center"/>
          </w:tcPr>
          <w:p w14:paraId="194FF900" w14:textId="77777777" w:rsidR="00E60CF5" w:rsidRPr="0086471D" w:rsidRDefault="00E60CF5" w:rsidP="0086471D"/>
        </w:tc>
        <w:tc>
          <w:tcPr>
            <w:tcW w:w="795" w:type="pct"/>
            <w:vAlign w:val="center"/>
          </w:tcPr>
          <w:p w14:paraId="194FF901" w14:textId="77777777" w:rsidR="00E60CF5" w:rsidRPr="0086471D" w:rsidRDefault="00E60CF5" w:rsidP="0086471D"/>
        </w:tc>
        <w:tc>
          <w:tcPr>
            <w:tcW w:w="751" w:type="pct"/>
            <w:vAlign w:val="center"/>
          </w:tcPr>
          <w:p w14:paraId="194FF902" w14:textId="77777777" w:rsidR="00E60CF5" w:rsidRPr="0086471D" w:rsidRDefault="00E60CF5" w:rsidP="0086471D"/>
        </w:tc>
        <w:tc>
          <w:tcPr>
            <w:tcW w:w="751" w:type="pct"/>
          </w:tcPr>
          <w:p w14:paraId="194FF903" w14:textId="77777777" w:rsidR="00E60CF5" w:rsidRPr="0086471D" w:rsidRDefault="00E60CF5" w:rsidP="0086471D"/>
        </w:tc>
      </w:tr>
      <w:tr w:rsidR="00E60CF5" w:rsidRPr="0086471D" w14:paraId="194FF90B" w14:textId="77777777" w:rsidTr="00E60CF5">
        <w:trPr>
          <w:cantSplit/>
          <w:jc w:val="center"/>
        </w:trPr>
        <w:tc>
          <w:tcPr>
            <w:tcW w:w="819" w:type="pct"/>
            <w:vAlign w:val="center"/>
          </w:tcPr>
          <w:p w14:paraId="194FF905" w14:textId="77777777" w:rsidR="00E60CF5" w:rsidRPr="0086471D" w:rsidRDefault="00E60CF5" w:rsidP="0086471D"/>
        </w:tc>
        <w:tc>
          <w:tcPr>
            <w:tcW w:w="795" w:type="pct"/>
            <w:vAlign w:val="center"/>
          </w:tcPr>
          <w:p w14:paraId="194FF906" w14:textId="77777777" w:rsidR="00E60CF5" w:rsidRPr="0086471D" w:rsidRDefault="00E60CF5" w:rsidP="0086471D"/>
        </w:tc>
        <w:tc>
          <w:tcPr>
            <w:tcW w:w="1089" w:type="pct"/>
            <w:vAlign w:val="center"/>
          </w:tcPr>
          <w:p w14:paraId="194FF907" w14:textId="77777777" w:rsidR="00E60CF5" w:rsidRPr="0086471D" w:rsidRDefault="00E60CF5" w:rsidP="0086471D"/>
        </w:tc>
        <w:tc>
          <w:tcPr>
            <w:tcW w:w="795" w:type="pct"/>
            <w:vAlign w:val="center"/>
          </w:tcPr>
          <w:p w14:paraId="194FF908" w14:textId="77777777" w:rsidR="00E60CF5" w:rsidRPr="0086471D" w:rsidRDefault="00E60CF5" w:rsidP="0086471D"/>
        </w:tc>
        <w:tc>
          <w:tcPr>
            <w:tcW w:w="751" w:type="pct"/>
            <w:vAlign w:val="center"/>
          </w:tcPr>
          <w:p w14:paraId="194FF909" w14:textId="77777777" w:rsidR="00E60CF5" w:rsidRPr="0086471D" w:rsidRDefault="00E60CF5" w:rsidP="0086471D"/>
        </w:tc>
        <w:tc>
          <w:tcPr>
            <w:tcW w:w="751" w:type="pct"/>
          </w:tcPr>
          <w:p w14:paraId="194FF90A" w14:textId="77777777" w:rsidR="00E60CF5" w:rsidRPr="0086471D" w:rsidRDefault="00E60CF5" w:rsidP="0086471D"/>
        </w:tc>
      </w:tr>
      <w:tr w:rsidR="00E60CF5" w:rsidRPr="0086471D" w14:paraId="194FF912" w14:textId="77777777" w:rsidTr="00E60CF5">
        <w:trPr>
          <w:cantSplit/>
          <w:jc w:val="center"/>
        </w:trPr>
        <w:tc>
          <w:tcPr>
            <w:tcW w:w="819" w:type="pct"/>
            <w:vAlign w:val="center"/>
          </w:tcPr>
          <w:p w14:paraId="194FF90C" w14:textId="77777777" w:rsidR="00E60CF5" w:rsidRPr="0086471D" w:rsidRDefault="00E60CF5" w:rsidP="0086471D"/>
        </w:tc>
        <w:tc>
          <w:tcPr>
            <w:tcW w:w="795" w:type="pct"/>
            <w:vAlign w:val="center"/>
          </w:tcPr>
          <w:p w14:paraId="194FF90D" w14:textId="77777777" w:rsidR="00E60CF5" w:rsidRPr="0086471D" w:rsidRDefault="00E60CF5" w:rsidP="0086471D"/>
        </w:tc>
        <w:tc>
          <w:tcPr>
            <w:tcW w:w="1089" w:type="pct"/>
            <w:vAlign w:val="center"/>
          </w:tcPr>
          <w:p w14:paraId="194FF90E" w14:textId="77777777" w:rsidR="00E60CF5" w:rsidRPr="0086471D" w:rsidRDefault="00E60CF5" w:rsidP="0086471D"/>
        </w:tc>
        <w:tc>
          <w:tcPr>
            <w:tcW w:w="795" w:type="pct"/>
            <w:vAlign w:val="center"/>
          </w:tcPr>
          <w:p w14:paraId="194FF90F" w14:textId="77777777" w:rsidR="00E60CF5" w:rsidRPr="0086471D" w:rsidRDefault="00E60CF5" w:rsidP="0086471D"/>
        </w:tc>
        <w:tc>
          <w:tcPr>
            <w:tcW w:w="751" w:type="pct"/>
            <w:vAlign w:val="center"/>
          </w:tcPr>
          <w:p w14:paraId="194FF910" w14:textId="77777777" w:rsidR="00E60CF5" w:rsidRPr="0086471D" w:rsidRDefault="00E60CF5" w:rsidP="0086471D"/>
        </w:tc>
        <w:tc>
          <w:tcPr>
            <w:tcW w:w="751" w:type="pct"/>
          </w:tcPr>
          <w:p w14:paraId="194FF911" w14:textId="77777777" w:rsidR="00E60CF5" w:rsidRPr="0086471D" w:rsidRDefault="00E60CF5" w:rsidP="0086471D"/>
        </w:tc>
      </w:tr>
      <w:tr w:rsidR="00E60CF5" w:rsidRPr="0086471D" w14:paraId="194FF919" w14:textId="77777777" w:rsidTr="00E60CF5">
        <w:trPr>
          <w:cantSplit/>
          <w:jc w:val="center"/>
        </w:trPr>
        <w:tc>
          <w:tcPr>
            <w:tcW w:w="819" w:type="pct"/>
            <w:vAlign w:val="center"/>
          </w:tcPr>
          <w:p w14:paraId="194FF913" w14:textId="77777777" w:rsidR="00E60CF5" w:rsidRPr="0086471D" w:rsidRDefault="00E60CF5" w:rsidP="0086471D"/>
        </w:tc>
        <w:tc>
          <w:tcPr>
            <w:tcW w:w="795" w:type="pct"/>
            <w:vAlign w:val="center"/>
          </w:tcPr>
          <w:p w14:paraId="194FF914" w14:textId="77777777" w:rsidR="00E60CF5" w:rsidRPr="0086471D" w:rsidRDefault="00E60CF5" w:rsidP="0086471D"/>
        </w:tc>
        <w:tc>
          <w:tcPr>
            <w:tcW w:w="1089" w:type="pct"/>
            <w:vAlign w:val="center"/>
          </w:tcPr>
          <w:p w14:paraId="194FF915" w14:textId="77777777" w:rsidR="00E60CF5" w:rsidRPr="0086471D" w:rsidRDefault="00E60CF5" w:rsidP="0086471D"/>
        </w:tc>
        <w:tc>
          <w:tcPr>
            <w:tcW w:w="795" w:type="pct"/>
            <w:vAlign w:val="center"/>
          </w:tcPr>
          <w:p w14:paraId="194FF916" w14:textId="77777777" w:rsidR="00E60CF5" w:rsidRPr="0086471D" w:rsidRDefault="00E60CF5" w:rsidP="0086471D"/>
        </w:tc>
        <w:tc>
          <w:tcPr>
            <w:tcW w:w="751" w:type="pct"/>
            <w:vAlign w:val="center"/>
          </w:tcPr>
          <w:p w14:paraId="194FF917" w14:textId="77777777" w:rsidR="00E60CF5" w:rsidRPr="0086471D" w:rsidRDefault="00E60CF5" w:rsidP="0086471D"/>
        </w:tc>
        <w:tc>
          <w:tcPr>
            <w:tcW w:w="751" w:type="pct"/>
          </w:tcPr>
          <w:p w14:paraId="194FF918" w14:textId="77777777" w:rsidR="00E60CF5" w:rsidRPr="0086471D" w:rsidRDefault="00E60CF5" w:rsidP="0086471D"/>
        </w:tc>
      </w:tr>
    </w:tbl>
    <w:p w14:paraId="194FF91B" w14:textId="77777777" w:rsidR="00E60CF5" w:rsidRPr="00E60CF5" w:rsidRDefault="00E60CF5" w:rsidP="00900575">
      <w:pPr>
        <w:pStyle w:val="StyleInfoBlueArialLeftLeft0"/>
        <w:spacing w:before="360"/>
      </w:pPr>
      <w:r>
        <w:t>Instructions: Complete the table above as follows</w:t>
      </w:r>
      <w:r w:rsidRPr="00E60CF5">
        <w:t>.</w:t>
      </w:r>
    </w:p>
    <w:p w14:paraId="194FF91C" w14:textId="77777777" w:rsidR="00E60CF5" w:rsidRPr="00E60CF5" w:rsidRDefault="00E60CF5" w:rsidP="00E60CF5">
      <w:pPr>
        <w:pStyle w:val="StyleInfoBlueArialLeftLeft0"/>
        <w:numPr>
          <w:ilvl w:val="0"/>
          <w:numId w:val="42"/>
        </w:numPr>
      </w:pPr>
      <w:r w:rsidRPr="00E60CF5">
        <w:t>Role/Staff Resource – Describe the role as defined in the PMP and identify the expected staff resource(s) by name for each role.</w:t>
      </w:r>
    </w:p>
    <w:p w14:paraId="194FF91D" w14:textId="77777777" w:rsidR="00E60CF5" w:rsidRPr="00E60CF5" w:rsidRDefault="00E60CF5" w:rsidP="00E60CF5">
      <w:pPr>
        <w:pStyle w:val="StyleInfoBlueArialLeftLeft0"/>
        <w:numPr>
          <w:ilvl w:val="0"/>
          <w:numId w:val="42"/>
        </w:numPr>
      </w:pPr>
      <w:r w:rsidRPr="00E60CF5">
        <w:t xml:space="preserve">Training </w:t>
      </w:r>
      <w:proofErr w:type="gramStart"/>
      <w:r w:rsidRPr="00E60CF5">
        <w:t>Needed – For each staff resource, describe</w:t>
      </w:r>
      <w:proofErr w:type="gramEnd"/>
      <w:r w:rsidRPr="00E60CF5">
        <w:t xml:space="preserve"> the training needed to close any skill gap and bring the resource to the appropriate competency level. </w:t>
      </w:r>
    </w:p>
    <w:p w14:paraId="194FF91E" w14:textId="77777777" w:rsidR="00E60CF5" w:rsidRPr="00E60CF5" w:rsidRDefault="00E60CF5" w:rsidP="00E60CF5">
      <w:pPr>
        <w:pStyle w:val="StyleInfoBlueArialLeftLeft0"/>
        <w:numPr>
          <w:ilvl w:val="0"/>
          <w:numId w:val="42"/>
        </w:numPr>
      </w:pPr>
      <w:r w:rsidRPr="00E60CF5">
        <w:t xml:space="preserve">Timeframe – Describe the timeframe the required training </w:t>
      </w:r>
      <w:proofErr w:type="gramStart"/>
      <w:r w:rsidRPr="00E60CF5">
        <w:t>is needed</w:t>
      </w:r>
      <w:proofErr w:type="gramEnd"/>
      <w:r w:rsidRPr="00E60CF5">
        <w:t xml:space="preserve">.  The PM needs to consider the length of time required for </w:t>
      </w:r>
      <w:proofErr w:type="gramStart"/>
      <w:r w:rsidRPr="00E60CF5">
        <w:t>the actual training and when the training needs to be completed</w:t>
      </w:r>
      <w:proofErr w:type="gramEnd"/>
      <w:r w:rsidRPr="00E60CF5">
        <w:t xml:space="preserve">. </w:t>
      </w:r>
    </w:p>
    <w:p w14:paraId="194FF91F" w14:textId="77777777" w:rsidR="00E60CF5" w:rsidRPr="00E60CF5" w:rsidRDefault="00E60CF5" w:rsidP="00E60CF5">
      <w:pPr>
        <w:pStyle w:val="StyleInfoBlueArialLeftLeft0"/>
        <w:numPr>
          <w:ilvl w:val="0"/>
          <w:numId w:val="42"/>
        </w:numPr>
      </w:pPr>
      <w:r w:rsidRPr="00E60CF5">
        <w:lastRenderedPageBreak/>
        <w:t xml:space="preserve">Anticipated Cost – Develop a cost estimate for training.   </w:t>
      </w:r>
    </w:p>
    <w:p w14:paraId="194FF920" w14:textId="77777777" w:rsidR="00E60CF5" w:rsidRPr="00E60CF5" w:rsidRDefault="00E60CF5" w:rsidP="00E60CF5">
      <w:pPr>
        <w:pStyle w:val="StyleInfoBlueArialLeftLeft0"/>
        <w:numPr>
          <w:ilvl w:val="0"/>
          <w:numId w:val="42"/>
        </w:numPr>
      </w:pPr>
      <w:r w:rsidRPr="00E60CF5">
        <w:t xml:space="preserve">Training method – Describe the training method to </w:t>
      </w:r>
      <w:proofErr w:type="gramStart"/>
      <w:r w:rsidRPr="00E60CF5">
        <w:t>be employed</w:t>
      </w:r>
      <w:proofErr w:type="gramEnd"/>
      <w:r w:rsidRPr="00E60CF5">
        <w:t>, for example, lectures, consultations, mentoring, computer assisted training, etc.</w:t>
      </w:r>
    </w:p>
    <w:p w14:paraId="194FF921" w14:textId="77777777" w:rsidR="00E60CF5" w:rsidRPr="00E60CF5" w:rsidRDefault="00E60CF5" w:rsidP="00E60CF5">
      <w:pPr>
        <w:pStyle w:val="StyleInfoBlueArialLeftLeft0"/>
        <w:numPr>
          <w:ilvl w:val="0"/>
          <w:numId w:val="42"/>
        </w:numPr>
      </w:pPr>
      <w:r w:rsidRPr="00E60CF5">
        <w:t>Suggested Vendor/Source – Identify potential sources for performing training.</w:t>
      </w:r>
    </w:p>
    <w:p w14:paraId="194FF922" w14:textId="77777777" w:rsidR="00E60CF5" w:rsidRDefault="00E60CF5" w:rsidP="00E60CF5">
      <w:pPr>
        <w:pStyle w:val="StyleInfoBlueArialLeftLeft0"/>
        <w:numPr>
          <w:ilvl w:val="0"/>
          <w:numId w:val="42"/>
        </w:numPr>
      </w:pPr>
      <w:r w:rsidRPr="00E60CF5">
        <w:t>Add rows to the table as necessary</w:t>
      </w:r>
    </w:p>
    <w:p w14:paraId="194FF923" w14:textId="77777777" w:rsidR="007416A2" w:rsidRDefault="007416A2" w:rsidP="007416A2">
      <w:pPr>
        <w:pStyle w:val="Heading2"/>
      </w:pPr>
      <w:bookmarkStart w:id="44" w:name="_Toc395793299"/>
      <w:r>
        <w:t>Training Schedule</w:t>
      </w:r>
      <w:bookmarkEnd w:id="44"/>
    </w:p>
    <w:p w14:paraId="194FF924" w14:textId="77777777" w:rsidR="00922D27" w:rsidRPr="00922D27" w:rsidRDefault="007416A2" w:rsidP="007416A2">
      <w:pPr>
        <w:pStyle w:val="StyleInfoBlueArialLeftLeft0"/>
      </w:pPr>
      <w:r>
        <w:t xml:space="preserve">Instructions:  </w:t>
      </w:r>
      <w:r w:rsidRPr="007416A2">
        <w:t xml:space="preserve">Provide a schedule of training activities, which may or may not include actual course information.  Show the required tasks in chronological order, with beginning and ending dates of each task, the key person(s) responsible for the task, dependencies, and milestones.  If appropriate, tables and/or graphics </w:t>
      </w:r>
      <w:proofErr w:type="gramStart"/>
      <w:r w:rsidRPr="007416A2">
        <w:t>may be used</w:t>
      </w:r>
      <w:proofErr w:type="gramEnd"/>
      <w:r w:rsidRPr="007416A2">
        <w:t xml:space="preserve"> to present the schedule.  Ensure that this information </w:t>
      </w:r>
      <w:proofErr w:type="gramStart"/>
      <w:r w:rsidRPr="007416A2">
        <w:t>is appropriately integrated</w:t>
      </w:r>
      <w:proofErr w:type="gramEnd"/>
      <w:r w:rsidRPr="007416A2">
        <w:t xml:space="preserve"> into the overall project schedule.</w:t>
      </w:r>
    </w:p>
    <w:p w14:paraId="194FF925" w14:textId="77777777" w:rsidR="00FE3E34" w:rsidRDefault="00FE3E34" w:rsidP="00C33198">
      <w:pPr>
        <w:pStyle w:val="BackMatterHeading"/>
        <w:sectPr w:rsidR="00FE3E34" w:rsidSect="00900575">
          <w:headerReference w:type="default" r:id="rId21"/>
          <w:footerReference w:type="default" r:id="rId22"/>
          <w:pgSz w:w="12240" w:h="15840" w:code="1"/>
          <w:pgMar w:top="1440" w:right="1440" w:bottom="1440" w:left="1440" w:header="504" w:footer="504" w:gutter="0"/>
          <w:pgNumType w:start="1"/>
          <w:cols w:space="720"/>
          <w:docGrid w:linePitch="360"/>
        </w:sectPr>
      </w:pPr>
      <w:bookmarkStart w:id="45" w:name="FEAReferenceModel"/>
    </w:p>
    <w:p w14:paraId="69E38EA6" w14:textId="77777777" w:rsidR="00900575" w:rsidRDefault="00900575">
      <w:pPr>
        <w:spacing w:before="0" w:after="0"/>
        <w:rPr>
          <w:rFonts w:ascii="Arial Narrow" w:hAnsi="Arial Narrow"/>
          <w:b/>
          <w:color w:val="000000" w:themeColor="text1"/>
          <w:sz w:val="36"/>
        </w:rPr>
      </w:pPr>
      <w:r>
        <w:br w:type="page"/>
      </w:r>
    </w:p>
    <w:p w14:paraId="07E1984C" w14:textId="77777777" w:rsidR="00900575" w:rsidRPr="005E5B22" w:rsidRDefault="00900575" w:rsidP="00900575">
      <w:pPr>
        <w:pStyle w:val="BackMatterHeading"/>
        <w:numPr>
          <w:ilvl w:val="0"/>
          <w:numId w:val="44"/>
        </w:numPr>
      </w:pPr>
      <w:bookmarkStart w:id="46" w:name="_Toc395081362"/>
      <w:bookmarkStart w:id="47" w:name="_Toc395092000"/>
      <w:bookmarkStart w:id="48" w:name="_Toc395093009"/>
      <w:bookmarkStart w:id="49" w:name="_Toc395095146"/>
      <w:bookmarkStart w:id="50" w:name="_Toc395107345"/>
      <w:bookmarkStart w:id="51" w:name="_Toc395163185"/>
      <w:bookmarkStart w:id="52" w:name="_Toc395165903"/>
      <w:bookmarkStart w:id="53" w:name="_Toc395166938"/>
      <w:bookmarkStart w:id="54" w:name="_Toc395168739"/>
      <w:bookmarkStart w:id="55" w:name="_Toc395170179"/>
      <w:bookmarkStart w:id="56" w:name="_Toc395769966"/>
      <w:bookmarkStart w:id="57" w:name="_Toc395773787"/>
      <w:bookmarkStart w:id="58" w:name="_Toc395775526"/>
      <w:bookmarkStart w:id="59" w:name="_Toc395779302"/>
      <w:bookmarkStart w:id="60" w:name="_Toc395780408"/>
      <w:bookmarkStart w:id="61" w:name="_Toc395792887"/>
      <w:bookmarkStart w:id="62" w:name="_Toc395793300"/>
      <w:bookmarkStart w:id="63" w:name="RecordOfChanges"/>
      <w:r w:rsidRPr="005E5B22">
        <w:lastRenderedPageBreak/>
        <w:t>Record of Changes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bookmarkEnd w:id="63"/>
    <w:p w14:paraId="749C5693" w14:textId="77777777" w:rsidR="00900575" w:rsidRPr="006559B5" w:rsidRDefault="00900575" w:rsidP="00900575">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Staffing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2CB243BC" w14:textId="77777777" w:rsidR="00900575" w:rsidRDefault="00900575" w:rsidP="00900575">
      <w:pPr>
        <w:pStyle w:val="Caption"/>
        <w:keepNext/>
      </w:pPr>
      <w:bookmarkStart w:id="64" w:name="_Toc391640582"/>
      <w:bookmarkStart w:id="65" w:name="_Toc395092485"/>
      <w:bookmarkStart w:id="66" w:name="_Toc395104116"/>
      <w:bookmarkStart w:id="67" w:name="_Toc395104372"/>
      <w:bookmarkStart w:id="68" w:name="_Toc395107353"/>
      <w:bookmarkStart w:id="69" w:name="_Toc395163195"/>
      <w:bookmarkStart w:id="70" w:name="_Toc395165913"/>
      <w:bookmarkStart w:id="71" w:name="_Toc395166952"/>
      <w:bookmarkStart w:id="72" w:name="_Toc395168754"/>
      <w:bookmarkStart w:id="73" w:name="_Toc395170191"/>
      <w:bookmarkStart w:id="74" w:name="_Toc395769976"/>
      <w:bookmarkStart w:id="75" w:name="_Toc395773330"/>
      <w:bookmarkStart w:id="76" w:name="_Toc395775537"/>
      <w:bookmarkStart w:id="77" w:name="_Toc395779312"/>
      <w:bookmarkStart w:id="78" w:name="_Toc395780416"/>
      <w:bookmarkStart w:id="79" w:name="_Toc395792907"/>
      <w:bookmarkStart w:id="80" w:name="_Toc395793312"/>
      <w:r>
        <w:t xml:space="preserve">Table </w:t>
      </w:r>
      <w:r w:rsidR="00D420FE">
        <w:fldChar w:fldCharType="begin"/>
      </w:r>
      <w:r w:rsidR="00D420FE">
        <w:instrText xml:space="preserve"> SEQ Table \* ARABIC </w:instrText>
      </w:r>
      <w:r w:rsidR="00D420FE">
        <w:fldChar w:fldCharType="separate"/>
      </w:r>
      <w:r>
        <w:rPr>
          <w:noProof/>
        </w:rPr>
        <w:t>5</w:t>
      </w:r>
      <w:r w:rsidR="00D420FE">
        <w:rPr>
          <w:noProof/>
        </w:rPr>
        <w:fldChar w:fldCharType="end"/>
      </w:r>
      <w:r>
        <w:t>: Record of Changes</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900575" w:rsidRPr="000E5004" w14:paraId="0A4A0086" w14:textId="77777777" w:rsidTr="00B1284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4DDD4037" w14:textId="77777777" w:rsidR="00900575" w:rsidRPr="00956C5C" w:rsidRDefault="00900575" w:rsidP="00B1284F">
            <w:pPr>
              <w:pStyle w:val="TableColumnHeading"/>
            </w:pPr>
            <w:r w:rsidRPr="00956C5C">
              <w:t>Version</w:t>
            </w:r>
          </w:p>
          <w:p w14:paraId="3BF54B4F" w14:textId="77777777" w:rsidR="00900575" w:rsidRPr="00956C5C" w:rsidRDefault="00900575" w:rsidP="00B1284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C56DA8F" w14:textId="77777777" w:rsidR="00900575" w:rsidRPr="00956C5C" w:rsidRDefault="00900575" w:rsidP="00B1284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B0B7704" w14:textId="77777777" w:rsidR="00900575" w:rsidRPr="00A3688F" w:rsidRDefault="00900575" w:rsidP="00B1284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41E1B0D7" w14:textId="77777777" w:rsidR="00900575" w:rsidRPr="00956C5C" w:rsidRDefault="00900575" w:rsidP="00B1284F">
            <w:pPr>
              <w:pStyle w:val="TableColumnHeading"/>
            </w:pPr>
            <w:r w:rsidRPr="00956C5C">
              <w:t>Description of Change</w:t>
            </w:r>
          </w:p>
        </w:tc>
      </w:tr>
      <w:tr w:rsidR="00900575" w14:paraId="223282D3" w14:textId="77777777" w:rsidTr="00B1284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402D50B" w14:textId="77777777" w:rsidR="00900575" w:rsidRPr="000E5004" w:rsidRDefault="00900575" w:rsidP="00B1284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BB3E1F6" w14:textId="77777777" w:rsidR="00900575" w:rsidRPr="000E5004" w:rsidRDefault="00900575" w:rsidP="00B1284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0EF0617A" w14:textId="77777777" w:rsidR="00900575" w:rsidRPr="000E5004" w:rsidRDefault="00900575" w:rsidP="00B1284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36D84742" w14:textId="77777777" w:rsidR="00900575" w:rsidRPr="000E5004" w:rsidRDefault="00900575" w:rsidP="00B1284F">
            <w:pPr>
              <w:pStyle w:val="TableText"/>
            </w:pPr>
          </w:p>
        </w:tc>
      </w:tr>
      <w:tr w:rsidR="00900575" w14:paraId="11B731FB"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6D195F3" w14:textId="77777777" w:rsidR="00900575" w:rsidRPr="000E5004"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1722EB8" w14:textId="77777777" w:rsidR="00900575" w:rsidRPr="000E5004"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4771F77" w14:textId="77777777" w:rsidR="00900575" w:rsidRPr="000E5004"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8FECACE" w14:textId="77777777" w:rsidR="00900575" w:rsidRPr="000E5004" w:rsidRDefault="00900575" w:rsidP="00B1284F">
            <w:pPr>
              <w:pStyle w:val="TableText"/>
            </w:pPr>
          </w:p>
        </w:tc>
      </w:tr>
      <w:tr w:rsidR="00900575" w14:paraId="3E47FB1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C05284D" w14:textId="77777777" w:rsidR="00900575" w:rsidRPr="000E5004"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CE7DBB4" w14:textId="77777777" w:rsidR="00900575" w:rsidRPr="000E5004"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5E4580A" w14:textId="77777777" w:rsidR="00900575" w:rsidRPr="000E5004"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41254B2" w14:textId="77777777" w:rsidR="00900575" w:rsidRPr="000E5004" w:rsidRDefault="00900575" w:rsidP="00B1284F">
            <w:pPr>
              <w:pStyle w:val="TableText"/>
            </w:pPr>
          </w:p>
        </w:tc>
      </w:tr>
      <w:tr w:rsidR="00900575" w14:paraId="102893B5"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A77A32D" w14:textId="77777777" w:rsidR="00900575" w:rsidRPr="000E5004"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ABBD3B0" w14:textId="77777777" w:rsidR="00900575" w:rsidRPr="000E5004"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2B4AE59" w14:textId="77777777" w:rsidR="00900575" w:rsidRPr="000E5004"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8917B00" w14:textId="77777777" w:rsidR="00900575" w:rsidRPr="000E5004" w:rsidRDefault="00900575" w:rsidP="00B1284F">
            <w:pPr>
              <w:pStyle w:val="TableText"/>
            </w:pPr>
          </w:p>
        </w:tc>
      </w:tr>
      <w:tr w:rsidR="00900575" w14:paraId="326E6D7C"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FB73F06"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3F9B2D4"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D4E4D34"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FF483BC" w14:textId="77777777" w:rsidR="00900575" w:rsidRPr="004B5BBD" w:rsidRDefault="00900575" w:rsidP="00B1284F">
            <w:pPr>
              <w:pStyle w:val="TableText"/>
            </w:pPr>
          </w:p>
        </w:tc>
      </w:tr>
      <w:tr w:rsidR="00900575" w14:paraId="1BE4E9EA"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16AEBA3"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DDEB1E5"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35B6453"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4249E97" w14:textId="77777777" w:rsidR="00900575" w:rsidRPr="004B5BBD" w:rsidRDefault="00900575" w:rsidP="00B1284F">
            <w:pPr>
              <w:pStyle w:val="TableText"/>
            </w:pPr>
          </w:p>
        </w:tc>
      </w:tr>
      <w:tr w:rsidR="00900575" w14:paraId="7960D748"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7EE6E6E"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10F432F"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1913804"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B1ED867" w14:textId="77777777" w:rsidR="00900575" w:rsidRPr="004B5BBD" w:rsidRDefault="00900575" w:rsidP="00B1284F">
            <w:pPr>
              <w:pStyle w:val="TableText"/>
            </w:pPr>
          </w:p>
        </w:tc>
      </w:tr>
      <w:tr w:rsidR="00900575" w14:paraId="0C282DAE"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32FECA1"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0959F8D"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16AD80"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C0AFA11" w14:textId="77777777" w:rsidR="00900575" w:rsidRPr="004B5BBD" w:rsidRDefault="00900575" w:rsidP="00B1284F">
            <w:pPr>
              <w:pStyle w:val="TableText"/>
            </w:pPr>
          </w:p>
        </w:tc>
      </w:tr>
      <w:tr w:rsidR="00900575" w14:paraId="259BF962"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6D14F8"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FCA6719"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2E237C6"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B826CFE" w14:textId="77777777" w:rsidR="00900575" w:rsidRPr="004B5BBD" w:rsidRDefault="00900575" w:rsidP="00B1284F">
            <w:pPr>
              <w:pStyle w:val="TableText"/>
            </w:pPr>
          </w:p>
        </w:tc>
      </w:tr>
      <w:tr w:rsidR="00900575" w14:paraId="4927629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BBAE56A"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BFFF1EA"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4F0991E"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D2ED829" w14:textId="77777777" w:rsidR="00900575" w:rsidRPr="004B5BBD" w:rsidRDefault="00900575" w:rsidP="00B1284F">
            <w:pPr>
              <w:pStyle w:val="TableText"/>
            </w:pPr>
          </w:p>
        </w:tc>
      </w:tr>
      <w:tr w:rsidR="00900575" w14:paraId="6E6AA337"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6FD9EC3"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AC04DE5"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E7926BA"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8CF93ED" w14:textId="77777777" w:rsidR="00900575" w:rsidRPr="004B5BBD" w:rsidRDefault="00900575" w:rsidP="00B1284F">
            <w:pPr>
              <w:pStyle w:val="TableText"/>
            </w:pPr>
          </w:p>
        </w:tc>
      </w:tr>
      <w:tr w:rsidR="00900575" w14:paraId="0632EB4C"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04770F" w14:textId="77777777" w:rsidR="00900575" w:rsidRPr="004B5BBD" w:rsidRDefault="00900575"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2583A84" w14:textId="77777777" w:rsidR="00900575" w:rsidRPr="004B5BBD" w:rsidRDefault="00900575"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DC9990B" w14:textId="77777777" w:rsidR="00900575" w:rsidRPr="004B5BBD" w:rsidRDefault="00900575"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A011297" w14:textId="77777777" w:rsidR="00900575" w:rsidRPr="004B5BBD" w:rsidRDefault="00900575" w:rsidP="00B1284F">
            <w:pPr>
              <w:pStyle w:val="TableText"/>
            </w:pPr>
          </w:p>
        </w:tc>
      </w:tr>
    </w:tbl>
    <w:p w14:paraId="6A797E2D" w14:textId="77777777" w:rsidR="00900575" w:rsidRPr="0026122C" w:rsidRDefault="00900575" w:rsidP="00900575"/>
    <w:p w14:paraId="51EA6DB2" w14:textId="77777777" w:rsidR="00900575" w:rsidRDefault="00900575" w:rsidP="00900575">
      <w:pPr>
        <w:pStyle w:val="BackMatterHeading"/>
        <w:numPr>
          <w:ilvl w:val="0"/>
          <w:numId w:val="44"/>
        </w:numPr>
      </w:pPr>
      <w:bookmarkStart w:id="81" w:name="_Toc395081363"/>
      <w:bookmarkStart w:id="82" w:name="_Toc395092001"/>
      <w:bookmarkStart w:id="83" w:name="_Toc395093010"/>
      <w:bookmarkStart w:id="84" w:name="_Toc395095147"/>
      <w:bookmarkStart w:id="85" w:name="_Toc395107346"/>
      <w:bookmarkStart w:id="86" w:name="_Toc395163186"/>
      <w:bookmarkStart w:id="87" w:name="_Toc395165904"/>
      <w:bookmarkStart w:id="88" w:name="_Toc395166939"/>
      <w:bookmarkStart w:id="89" w:name="_Toc395168740"/>
      <w:bookmarkStart w:id="90" w:name="_Toc395170180"/>
      <w:bookmarkStart w:id="91" w:name="_Toc395769967"/>
      <w:bookmarkStart w:id="92" w:name="_Toc395773788"/>
      <w:bookmarkStart w:id="93" w:name="_Toc395775527"/>
      <w:bookmarkStart w:id="94" w:name="_Toc395779303"/>
      <w:bookmarkStart w:id="95" w:name="_Toc395780409"/>
      <w:bookmarkStart w:id="96" w:name="_Toc395792888"/>
      <w:bookmarkStart w:id="97" w:name="_Toc395793301"/>
      <w:r>
        <w:lastRenderedPageBreak/>
        <w:t>Acronyms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297F2E57" w14:textId="77777777" w:rsidR="00900575" w:rsidRDefault="00900575" w:rsidP="00900575">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0F218FEF" w14:textId="77777777" w:rsidR="00900575" w:rsidRDefault="00900575" w:rsidP="00900575">
      <w:pPr>
        <w:pStyle w:val="Caption"/>
        <w:keepNext/>
      </w:pPr>
      <w:bookmarkStart w:id="98" w:name="_Toc391640583"/>
      <w:bookmarkStart w:id="99" w:name="_Toc395092486"/>
      <w:bookmarkStart w:id="100" w:name="_Toc395104117"/>
      <w:bookmarkStart w:id="101" w:name="_Toc395104373"/>
      <w:bookmarkStart w:id="102" w:name="_Toc395107354"/>
      <w:bookmarkStart w:id="103" w:name="_Toc395163196"/>
      <w:bookmarkStart w:id="104" w:name="_Toc395165914"/>
      <w:bookmarkStart w:id="105" w:name="_Toc395166953"/>
      <w:bookmarkStart w:id="106" w:name="_Toc395168755"/>
      <w:bookmarkStart w:id="107" w:name="_Toc395170192"/>
      <w:bookmarkStart w:id="108" w:name="_Toc395769977"/>
      <w:bookmarkStart w:id="109" w:name="_Toc395773331"/>
      <w:bookmarkStart w:id="110" w:name="_Toc395775538"/>
      <w:bookmarkStart w:id="111" w:name="_Toc395779313"/>
      <w:bookmarkStart w:id="112" w:name="_Toc395780417"/>
      <w:bookmarkStart w:id="113" w:name="_Toc395792908"/>
      <w:bookmarkStart w:id="114" w:name="_Toc395793313"/>
      <w:r>
        <w:t xml:space="preserve">Table </w:t>
      </w:r>
      <w:r w:rsidR="00D420FE">
        <w:fldChar w:fldCharType="begin"/>
      </w:r>
      <w:r w:rsidR="00D420FE">
        <w:instrText xml:space="preserve"> SEQ Table \* ARABIC </w:instrText>
      </w:r>
      <w:r w:rsidR="00D420FE">
        <w:fldChar w:fldCharType="separate"/>
      </w:r>
      <w:r>
        <w:rPr>
          <w:noProof/>
        </w:rPr>
        <w:t>6</w:t>
      </w:r>
      <w:r w:rsidR="00D420FE">
        <w:rPr>
          <w:noProof/>
        </w:rPr>
        <w:fldChar w:fldCharType="end"/>
      </w:r>
      <w:r>
        <w:t>: Acronyms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900575" w14:paraId="0FD08114" w14:textId="77777777" w:rsidTr="00B1284F">
        <w:trPr>
          <w:cantSplit/>
          <w:tblHeader/>
        </w:trPr>
        <w:tc>
          <w:tcPr>
            <w:tcW w:w="1890" w:type="dxa"/>
            <w:shd w:val="clear" w:color="auto" w:fill="1F497D"/>
          </w:tcPr>
          <w:p w14:paraId="159B6C83" w14:textId="77777777" w:rsidR="00900575" w:rsidRDefault="00900575" w:rsidP="00B1284F">
            <w:pPr>
              <w:pStyle w:val="TableColumnHeading"/>
            </w:pPr>
            <w:r>
              <w:t>Acronym</w:t>
            </w:r>
          </w:p>
        </w:tc>
        <w:tc>
          <w:tcPr>
            <w:tcW w:w="7470" w:type="dxa"/>
            <w:shd w:val="clear" w:color="auto" w:fill="1F497D"/>
          </w:tcPr>
          <w:p w14:paraId="069EA945" w14:textId="77777777" w:rsidR="00900575" w:rsidRDefault="00900575" w:rsidP="00B1284F">
            <w:pPr>
              <w:pStyle w:val="TableColumnHeading"/>
            </w:pPr>
            <w:r>
              <w:t>Literal Translation</w:t>
            </w:r>
          </w:p>
        </w:tc>
      </w:tr>
      <w:tr w:rsidR="00900575" w14:paraId="73B650C2" w14:textId="77777777" w:rsidTr="00B1284F">
        <w:trPr>
          <w:cantSplit/>
        </w:trPr>
        <w:tc>
          <w:tcPr>
            <w:tcW w:w="1890" w:type="dxa"/>
          </w:tcPr>
          <w:p w14:paraId="4CF49AE8" w14:textId="53686AB8" w:rsidR="00900575" w:rsidRPr="006C7C12" w:rsidRDefault="00900575" w:rsidP="00B1284F">
            <w:pPr>
              <w:rPr>
                <w:b/>
                <w:sz w:val="24"/>
                <w:szCs w:val="24"/>
              </w:rPr>
            </w:pPr>
            <w:r w:rsidRPr="005F4D76">
              <w:rPr>
                <w:b/>
              </w:rPr>
              <w:t>CMS</w:t>
            </w:r>
          </w:p>
        </w:tc>
        <w:tc>
          <w:tcPr>
            <w:tcW w:w="7470" w:type="dxa"/>
          </w:tcPr>
          <w:p w14:paraId="5EE78A6D" w14:textId="67D2FE7E" w:rsidR="00900575" w:rsidRPr="006C7C12" w:rsidRDefault="00900575" w:rsidP="00B1284F">
            <w:pPr>
              <w:rPr>
                <w:sz w:val="24"/>
                <w:szCs w:val="24"/>
              </w:rPr>
            </w:pPr>
            <w:r w:rsidRPr="005F4D76">
              <w:t>Centers for Medicare &amp; Medicaid Services</w:t>
            </w:r>
          </w:p>
        </w:tc>
      </w:tr>
      <w:tr w:rsidR="00900575" w14:paraId="4A0060D5" w14:textId="77777777" w:rsidTr="00B1284F">
        <w:trPr>
          <w:cantSplit/>
        </w:trPr>
        <w:tc>
          <w:tcPr>
            <w:tcW w:w="1890" w:type="dxa"/>
          </w:tcPr>
          <w:p w14:paraId="34452886" w14:textId="247A05F6" w:rsidR="00900575" w:rsidRPr="006C7C12" w:rsidRDefault="00900575" w:rsidP="00B1284F">
            <w:pPr>
              <w:rPr>
                <w:b/>
                <w:sz w:val="24"/>
                <w:szCs w:val="24"/>
              </w:rPr>
            </w:pPr>
            <w:r w:rsidRPr="005F4D76">
              <w:rPr>
                <w:b/>
              </w:rPr>
              <w:t>PMP</w:t>
            </w:r>
          </w:p>
        </w:tc>
        <w:tc>
          <w:tcPr>
            <w:tcW w:w="7470" w:type="dxa"/>
          </w:tcPr>
          <w:p w14:paraId="5C3074DE" w14:textId="78436E34" w:rsidR="00900575" w:rsidRPr="006C7C12" w:rsidRDefault="00900575" w:rsidP="00B1284F">
            <w:pPr>
              <w:rPr>
                <w:sz w:val="24"/>
                <w:szCs w:val="24"/>
              </w:rPr>
            </w:pPr>
            <w:r w:rsidRPr="005F4D76">
              <w:t>Project Management Plan</w:t>
            </w:r>
          </w:p>
        </w:tc>
      </w:tr>
      <w:tr w:rsidR="00900575" w14:paraId="5CE21229" w14:textId="77777777" w:rsidTr="00B1284F">
        <w:trPr>
          <w:cantSplit/>
        </w:trPr>
        <w:tc>
          <w:tcPr>
            <w:tcW w:w="1890" w:type="dxa"/>
          </w:tcPr>
          <w:p w14:paraId="0B8FB2B5" w14:textId="4DE7B7CD" w:rsidR="00900575" w:rsidRPr="006C7C12" w:rsidRDefault="00900575" w:rsidP="00B1284F">
            <w:pPr>
              <w:rPr>
                <w:b/>
                <w:sz w:val="24"/>
                <w:szCs w:val="24"/>
              </w:rPr>
            </w:pPr>
            <w:r w:rsidRPr="005F4D76">
              <w:rPr>
                <w:b/>
              </w:rPr>
              <w:t>PPA</w:t>
            </w:r>
          </w:p>
        </w:tc>
        <w:tc>
          <w:tcPr>
            <w:tcW w:w="7470" w:type="dxa"/>
          </w:tcPr>
          <w:p w14:paraId="22C78FBD" w14:textId="4D831780" w:rsidR="00900575" w:rsidRPr="006C7C12" w:rsidRDefault="00900575" w:rsidP="00B1284F">
            <w:pPr>
              <w:rPr>
                <w:sz w:val="24"/>
                <w:szCs w:val="24"/>
              </w:rPr>
            </w:pPr>
            <w:r w:rsidRPr="005F4D76">
              <w:t>Project Process Agreement</w:t>
            </w:r>
          </w:p>
        </w:tc>
      </w:tr>
      <w:tr w:rsidR="00900575" w14:paraId="7AA41501" w14:textId="77777777" w:rsidTr="00B1284F">
        <w:trPr>
          <w:cantSplit/>
        </w:trPr>
        <w:tc>
          <w:tcPr>
            <w:tcW w:w="1890" w:type="dxa"/>
          </w:tcPr>
          <w:p w14:paraId="67DF9A31" w14:textId="39297626" w:rsidR="00900575" w:rsidRPr="006C7C12" w:rsidRDefault="00900575" w:rsidP="00B1284F">
            <w:pPr>
              <w:rPr>
                <w:b/>
                <w:sz w:val="24"/>
                <w:szCs w:val="24"/>
              </w:rPr>
            </w:pPr>
            <w:r w:rsidRPr="005F4D76">
              <w:rPr>
                <w:b/>
              </w:rPr>
              <w:t>RAM</w:t>
            </w:r>
          </w:p>
        </w:tc>
        <w:tc>
          <w:tcPr>
            <w:tcW w:w="7470" w:type="dxa"/>
          </w:tcPr>
          <w:p w14:paraId="082B27D7" w14:textId="06A651D2" w:rsidR="00900575" w:rsidRPr="006C7C12" w:rsidRDefault="00900575" w:rsidP="00B1284F">
            <w:pPr>
              <w:rPr>
                <w:sz w:val="24"/>
                <w:szCs w:val="24"/>
              </w:rPr>
            </w:pPr>
            <w:r w:rsidRPr="005F4D76">
              <w:t>Responsibility Assignment Matrix</w:t>
            </w:r>
          </w:p>
        </w:tc>
      </w:tr>
      <w:tr w:rsidR="00900575" w14:paraId="40956020" w14:textId="77777777" w:rsidTr="00B1284F">
        <w:trPr>
          <w:cantSplit/>
        </w:trPr>
        <w:tc>
          <w:tcPr>
            <w:tcW w:w="1890" w:type="dxa"/>
          </w:tcPr>
          <w:p w14:paraId="03C6C685" w14:textId="359D99BD" w:rsidR="00900575" w:rsidRPr="006C7C12" w:rsidRDefault="00900575" w:rsidP="00B1284F">
            <w:pPr>
              <w:rPr>
                <w:b/>
                <w:sz w:val="24"/>
                <w:szCs w:val="24"/>
              </w:rPr>
            </w:pPr>
            <w:r w:rsidRPr="005F4D76">
              <w:rPr>
                <w:b/>
              </w:rPr>
              <w:t>SDMP</w:t>
            </w:r>
          </w:p>
        </w:tc>
        <w:tc>
          <w:tcPr>
            <w:tcW w:w="7470" w:type="dxa"/>
          </w:tcPr>
          <w:p w14:paraId="7BBA993B" w14:textId="7A1FC731" w:rsidR="00900575" w:rsidRPr="006C7C12" w:rsidRDefault="00900575" w:rsidP="00B1284F">
            <w:pPr>
              <w:rPr>
                <w:sz w:val="24"/>
                <w:szCs w:val="24"/>
              </w:rPr>
            </w:pPr>
            <w:r w:rsidRPr="005F4D76">
              <w:t>System Development Management Plan</w:t>
            </w:r>
          </w:p>
        </w:tc>
      </w:tr>
      <w:tr w:rsidR="00900575" w14:paraId="5D8860EC" w14:textId="77777777" w:rsidTr="00B1284F">
        <w:trPr>
          <w:cantSplit/>
        </w:trPr>
        <w:tc>
          <w:tcPr>
            <w:tcW w:w="1890" w:type="dxa"/>
          </w:tcPr>
          <w:p w14:paraId="3D95707C" w14:textId="77777777" w:rsidR="00900575" w:rsidRPr="004A7BA0" w:rsidRDefault="00900575" w:rsidP="00B1284F">
            <w:pPr>
              <w:rPr>
                <w:b/>
              </w:rPr>
            </w:pPr>
          </w:p>
        </w:tc>
        <w:tc>
          <w:tcPr>
            <w:tcW w:w="7470" w:type="dxa"/>
          </w:tcPr>
          <w:p w14:paraId="29091C1E" w14:textId="77777777" w:rsidR="00900575" w:rsidRPr="004A7BA0" w:rsidRDefault="00900575" w:rsidP="00B1284F"/>
        </w:tc>
      </w:tr>
      <w:tr w:rsidR="00900575" w14:paraId="6CD4BA5E" w14:textId="77777777" w:rsidTr="00B1284F">
        <w:trPr>
          <w:cantSplit/>
        </w:trPr>
        <w:tc>
          <w:tcPr>
            <w:tcW w:w="1890" w:type="dxa"/>
          </w:tcPr>
          <w:p w14:paraId="53FB1626" w14:textId="77777777" w:rsidR="00900575" w:rsidRPr="004A7BA0" w:rsidRDefault="00900575" w:rsidP="00B1284F">
            <w:pPr>
              <w:rPr>
                <w:b/>
              </w:rPr>
            </w:pPr>
          </w:p>
        </w:tc>
        <w:tc>
          <w:tcPr>
            <w:tcW w:w="7470" w:type="dxa"/>
          </w:tcPr>
          <w:p w14:paraId="628D9688" w14:textId="77777777" w:rsidR="00900575" w:rsidRPr="004A7BA0" w:rsidRDefault="00900575" w:rsidP="00B1284F"/>
        </w:tc>
      </w:tr>
      <w:tr w:rsidR="00900575" w14:paraId="7B76A4BD" w14:textId="77777777" w:rsidTr="00B1284F">
        <w:trPr>
          <w:cantSplit/>
        </w:trPr>
        <w:tc>
          <w:tcPr>
            <w:tcW w:w="1890" w:type="dxa"/>
          </w:tcPr>
          <w:p w14:paraId="37FE959F" w14:textId="77777777" w:rsidR="00900575" w:rsidRPr="004A7BA0" w:rsidRDefault="00900575" w:rsidP="00B1284F">
            <w:pPr>
              <w:rPr>
                <w:b/>
              </w:rPr>
            </w:pPr>
          </w:p>
        </w:tc>
        <w:tc>
          <w:tcPr>
            <w:tcW w:w="7470" w:type="dxa"/>
          </w:tcPr>
          <w:p w14:paraId="3CBEB6C6" w14:textId="77777777" w:rsidR="00900575" w:rsidRPr="004A7BA0" w:rsidRDefault="00900575" w:rsidP="00B1284F"/>
        </w:tc>
      </w:tr>
    </w:tbl>
    <w:p w14:paraId="119AEC8F" w14:textId="77777777" w:rsidR="00900575" w:rsidRDefault="00900575" w:rsidP="00900575">
      <w:pPr>
        <w:pStyle w:val="BackMatterHeading"/>
        <w:numPr>
          <w:ilvl w:val="0"/>
          <w:numId w:val="44"/>
        </w:numPr>
      </w:pPr>
      <w:bookmarkStart w:id="115" w:name="_Toc363205557"/>
      <w:bookmarkStart w:id="116" w:name="_Toc395081364"/>
      <w:bookmarkStart w:id="117" w:name="_Toc395092002"/>
      <w:bookmarkStart w:id="118" w:name="_Toc395093011"/>
      <w:bookmarkStart w:id="119" w:name="_Toc395095148"/>
      <w:bookmarkStart w:id="120" w:name="_Toc395107347"/>
      <w:bookmarkStart w:id="121" w:name="_Toc395163187"/>
      <w:bookmarkStart w:id="122" w:name="_Toc395165905"/>
      <w:bookmarkStart w:id="123" w:name="_Toc395166940"/>
      <w:bookmarkStart w:id="124" w:name="_Toc395168741"/>
      <w:bookmarkStart w:id="125" w:name="_Toc395170181"/>
      <w:bookmarkStart w:id="126" w:name="_Toc395769968"/>
      <w:bookmarkStart w:id="127" w:name="_Toc395773789"/>
      <w:bookmarkStart w:id="128" w:name="_Toc395775528"/>
      <w:bookmarkStart w:id="129" w:name="_Toc395779304"/>
      <w:bookmarkStart w:id="130" w:name="_Toc395780410"/>
      <w:bookmarkStart w:id="131" w:name="_Toc395792889"/>
      <w:bookmarkStart w:id="132" w:name="_Toc395793302"/>
      <w:r w:rsidRPr="001D5C02">
        <w:lastRenderedPageBreak/>
        <w:t>Glossary</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7F71F433" w14:textId="77777777" w:rsidR="00900575" w:rsidRDefault="00900575" w:rsidP="00900575">
      <w:pPr>
        <w:pStyle w:val="InfoBlue"/>
        <w:spacing w:after="360"/>
        <w:ind w:left="0"/>
        <w:jc w:val="left"/>
        <w:rPr>
          <w:rFonts w:ascii="Arial" w:hAnsi="Arial" w:cs="Arial"/>
          <w:szCs w:val="22"/>
        </w:rPr>
      </w:pPr>
      <w:r w:rsidRPr="009357E1">
        <w:rPr>
          <w:rFonts w:ascii="Arial" w:hAnsi="Arial" w:cs="Arial"/>
          <w:szCs w:val="22"/>
        </w:rPr>
        <w:t xml:space="preserve">Instructions: Provide clear and concise definitions for terms used in this document that may be unfamiliar to readers of the document. Terms are to </w:t>
      </w:r>
      <w:proofErr w:type="gramStart"/>
      <w:r w:rsidRPr="009357E1">
        <w:rPr>
          <w:rFonts w:ascii="Arial" w:hAnsi="Arial" w:cs="Arial"/>
          <w:szCs w:val="22"/>
        </w:rPr>
        <w:t>be listed</w:t>
      </w:r>
      <w:proofErr w:type="gramEnd"/>
      <w:r w:rsidRPr="009357E1">
        <w:rPr>
          <w:rFonts w:ascii="Arial" w:hAnsi="Arial" w:cs="Arial"/>
          <w:szCs w:val="22"/>
        </w:rPr>
        <w:t xml:space="preserve"> in alphabetical order.</w:t>
      </w:r>
    </w:p>
    <w:p w14:paraId="51B248F4" w14:textId="77777777" w:rsidR="00900575" w:rsidRDefault="00900575" w:rsidP="00900575">
      <w:pPr>
        <w:pStyle w:val="Caption"/>
        <w:keepNext/>
      </w:pPr>
      <w:bookmarkStart w:id="133" w:name="_Toc391640584"/>
      <w:bookmarkStart w:id="134" w:name="_Toc395092487"/>
      <w:bookmarkStart w:id="135" w:name="_Toc395104118"/>
      <w:bookmarkStart w:id="136" w:name="_Toc395104374"/>
      <w:bookmarkStart w:id="137" w:name="_Toc395107355"/>
      <w:bookmarkStart w:id="138" w:name="_Toc395163197"/>
      <w:bookmarkStart w:id="139" w:name="_Toc395165915"/>
      <w:bookmarkStart w:id="140" w:name="_Toc395166954"/>
      <w:bookmarkStart w:id="141" w:name="_Toc395168756"/>
      <w:bookmarkStart w:id="142" w:name="_Toc395170193"/>
      <w:bookmarkStart w:id="143" w:name="_Toc395769978"/>
      <w:bookmarkStart w:id="144" w:name="_Toc395773332"/>
      <w:bookmarkStart w:id="145" w:name="_Toc395775539"/>
      <w:bookmarkStart w:id="146" w:name="_Toc395779314"/>
      <w:bookmarkStart w:id="147" w:name="_Toc395780418"/>
      <w:bookmarkStart w:id="148" w:name="_Toc395792909"/>
      <w:bookmarkStart w:id="149" w:name="_Toc395793314"/>
      <w:r>
        <w:t xml:space="preserve">Table </w:t>
      </w:r>
      <w:r w:rsidR="00D420FE">
        <w:fldChar w:fldCharType="begin"/>
      </w:r>
      <w:r w:rsidR="00D420FE">
        <w:instrText xml:space="preserve"> SEQ Table \* ARABIC </w:instrText>
      </w:r>
      <w:r w:rsidR="00D420FE">
        <w:fldChar w:fldCharType="separate"/>
      </w:r>
      <w:r>
        <w:rPr>
          <w:noProof/>
        </w:rPr>
        <w:t>7</w:t>
      </w:r>
      <w:r w:rsidR="00D420FE">
        <w:rPr>
          <w:noProof/>
        </w:rPr>
        <w:fldChar w:fldCharType="end"/>
      </w:r>
      <w:r>
        <w:t>: Glossary</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900575" w14:paraId="7780AFDC" w14:textId="77777777" w:rsidTr="00B1284F">
        <w:trPr>
          <w:cantSplit/>
          <w:tblHeader/>
        </w:trPr>
        <w:tc>
          <w:tcPr>
            <w:tcW w:w="3690" w:type="dxa"/>
            <w:shd w:val="clear" w:color="auto" w:fill="1F497D"/>
          </w:tcPr>
          <w:p w14:paraId="3FA59F38" w14:textId="77777777" w:rsidR="00900575" w:rsidRDefault="00900575" w:rsidP="00B1284F">
            <w:pPr>
              <w:pStyle w:val="TableColumnHeading"/>
            </w:pPr>
            <w:r>
              <w:t>Term</w:t>
            </w:r>
          </w:p>
        </w:tc>
        <w:tc>
          <w:tcPr>
            <w:tcW w:w="5670" w:type="dxa"/>
            <w:shd w:val="clear" w:color="auto" w:fill="1F497D"/>
          </w:tcPr>
          <w:p w14:paraId="4FD9F45F" w14:textId="77777777" w:rsidR="00900575" w:rsidRDefault="00900575" w:rsidP="00B1284F">
            <w:pPr>
              <w:pStyle w:val="TableColumnHeading"/>
            </w:pPr>
            <w:r>
              <w:t>Definition</w:t>
            </w:r>
          </w:p>
        </w:tc>
      </w:tr>
      <w:tr w:rsidR="00900575" w14:paraId="3FB952F9" w14:textId="77777777" w:rsidTr="00B1284F">
        <w:trPr>
          <w:cantSplit/>
        </w:trPr>
        <w:tc>
          <w:tcPr>
            <w:tcW w:w="3690" w:type="dxa"/>
          </w:tcPr>
          <w:p w14:paraId="1EE7727A" w14:textId="77777777" w:rsidR="00900575" w:rsidRPr="00EC4387" w:rsidRDefault="00900575" w:rsidP="00B1284F">
            <w:pPr>
              <w:pStyle w:val="AcronymTerm"/>
            </w:pPr>
          </w:p>
        </w:tc>
        <w:tc>
          <w:tcPr>
            <w:tcW w:w="5670" w:type="dxa"/>
          </w:tcPr>
          <w:p w14:paraId="301F66D9" w14:textId="77777777" w:rsidR="00900575" w:rsidRPr="00EC0B41" w:rsidRDefault="00900575" w:rsidP="00B1284F">
            <w:pPr>
              <w:pStyle w:val="AcronymDefinition"/>
              <w:rPr>
                <w:sz w:val="20"/>
              </w:rPr>
            </w:pPr>
          </w:p>
        </w:tc>
      </w:tr>
      <w:tr w:rsidR="00900575" w14:paraId="2837456A" w14:textId="77777777" w:rsidTr="00B1284F">
        <w:trPr>
          <w:cantSplit/>
        </w:trPr>
        <w:tc>
          <w:tcPr>
            <w:tcW w:w="3690" w:type="dxa"/>
          </w:tcPr>
          <w:p w14:paraId="43B0E084" w14:textId="77777777" w:rsidR="00900575" w:rsidRPr="00EC4387" w:rsidRDefault="00900575" w:rsidP="00B1284F">
            <w:pPr>
              <w:pStyle w:val="AcronymTerm"/>
            </w:pPr>
          </w:p>
        </w:tc>
        <w:tc>
          <w:tcPr>
            <w:tcW w:w="5670" w:type="dxa"/>
          </w:tcPr>
          <w:p w14:paraId="73A1FB6C" w14:textId="77777777" w:rsidR="00900575" w:rsidRPr="00EC0B41" w:rsidRDefault="00900575" w:rsidP="00B1284F">
            <w:pPr>
              <w:pStyle w:val="AcronymDefinition"/>
              <w:rPr>
                <w:sz w:val="20"/>
              </w:rPr>
            </w:pPr>
          </w:p>
        </w:tc>
      </w:tr>
      <w:tr w:rsidR="00900575" w14:paraId="180F59F5" w14:textId="77777777" w:rsidTr="00B1284F">
        <w:trPr>
          <w:cantSplit/>
        </w:trPr>
        <w:tc>
          <w:tcPr>
            <w:tcW w:w="3690" w:type="dxa"/>
          </w:tcPr>
          <w:p w14:paraId="6B6EABA0" w14:textId="77777777" w:rsidR="00900575" w:rsidRPr="00EC4387" w:rsidRDefault="00900575" w:rsidP="00B1284F">
            <w:pPr>
              <w:pStyle w:val="AcronymTerm"/>
            </w:pPr>
          </w:p>
        </w:tc>
        <w:tc>
          <w:tcPr>
            <w:tcW w:w="5670" w:type="dxa"/>
          </w:tcPr>
          <w:p w14:paraId="0FBB1B34" w14:textId="77777777" w:rsidR="00900575" w:rsidRPr="00EC0B41" w:rsidRDefault="00900575" w:rsidP="00B1284F">
            <w:pPr>
              <w:pStyle w:val="AcronymDefinition"/>
              <w:rPr>
                <w:sz w:val="20"/>
              </w:rPr>
            </w:pPr>
          </w:p>
        </w:tc>
      </w:tr>
      <w:tr w:rsidR="00900575" w14:paraId="1979D081" w14:textId="77777777" w:rsidTr="00B1284F">
        <w:trPr>
          <w:cantSplit/>
        </w:trPr>
        <w:tc>
          <w:tcPr>
            <w:tcW w:w="3690" w:type="dxa"/>
          </w:tcPr>
          <w:p w14:paraId="1FFACB19" w14:textId="77777777" w:rsidR="00900575" w:rsidRPr="00130128" w:rsidRDefault="00900575" w:rsidP="00B1284F">
            <w:pPr>
              <w:pStyle w:val="AcronymTerm"/>
            </w:pPr>
          </w:p>
        </w:tc>
        <w:tc>
          <w:tcPr>
            <w:tcW w:w="5670" w:type="dxa"/>
          </w:tcPr>
          <w:p w14:paraId="734E2F4F" w14:textId="77777777" w:rsidR="00900575" w:rsidRPr="00130128" w:rsidRDefault="00900575" w:rsidP="00B1284F">
            <w:pPr>
              <w:pStyle w:val="AcronymDefinition"/>
            </w:pPr>
          </w:p>
        </w:tc>
      </w:tr>
    </w:tbl>
    <w:p w14:paraId="7140A06E" w14:textId="77777777" w:rsidR="00900575" w:rsidRDefault="00900575" w:rsidP="00900575">
      <w:pPr>
        <w:spacing w:before="0" w:after="0"/>
        <w:rPr>
          <w:rFonts w:ascii="Arial Narrow" w:hAnsi="Arial Narrow"/>
          <w:b/>
          <w:sz w:val="36"/>
        </w:rPr>
      </w:pPr>
      <w:r>
        <w:br w:type="page"/>
      </w:r>
    </w:p>
    <w:p w14:paraId="5757854F" w14:textId="77777777" w:rsidR="00900575" w:rsidRDefault="00900575" w:rsidP="00900575">
      <w:pPr>
        <w:pStyle w:val="BackMatterHeading"/>
        <w:numPr>
          <w:ilvl w:val="0"/>
          <w:numId w:val="44"/>
        </w:numPr>
      </w:pPr>
      <w:bookmarkStart w:id="150" w:name="_Toc363205558"/>
      <w:bookmarkStart w:id="151" w:name="_Toc395081365"/>
      <w:bookmarkStart w:id="152" w:name="_Toc395092003"/>
      <w:bookmarkStart w:id="153" w:name="_Toc395093012"/>
      <w:bookmarkStart w:id="154" w:name="_Toc395095149"/>
      <w:bookmarkStart w:id="155" w:name="_Toc395107348"/>
      <w:bookmarkStart w:id="156" w:name="_Toc395163188"/>
      <w:bookmarkStart w:id="157" w:name="_Toc395165906"/>
      <w:bookmarkStart w:id="158" w:name="_Toc395166941"/>
      <w:bookmarkStart w:id="159" w:name="_Toc395168742"/>
      <w:bookmarkStart w:id="160" w:name="_Toc395170182"/>
      <w:bookmarkStart w:id="161" w:name="_Toc395769969"/>
      <w:bookmarkStart w:id="162" w:name="_Toc395773790"/>
      <w:bookmarkStart w:id="163" w:name="_Toc395775529"/>
      <w:bookmarkStart w:id="164" w:name="_Toc395779305"/>
      <w:bookmarkStart w:id="165" w:name="_Toc395780411"/>
      <w:bookmarkStart w:id="166" w:name="_Toc395792890"/>
      <w:bookmarkStart w:id="167" w:name="_Toc395793303"/>
      <w:r>
        <w:lastRenderedPageBreak/>
        <w:t>Referenced Documents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53A21060" w14:textId="77777777" w:rsidR="00900575" w:rsidRDefault="00900575" w:rsidP="00900575">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0B5B0334" w14:textId="77777777" w:rsidR="00900575" w:rsidRDefault="00900575" w:rsidP="00900575">
      <w:pPr>
        <w:pStyle w:val="Caption"/>
        <w:keepNext/>
      </w:pPr>
      <w:bookmarkStart w:id="168" w:name="_Toc391640585"/>
      <w:bookmarkStart w:id="169" w:name="_Toc395092488"/>
      <w:bookmarkStart w:id="170" w:name="_Toc395104119"/>
      <w:bookmarkStart w:id="171" w:name="_Toc395104375"/>
      <w:bookmarkStart w:id="172" w:name="_Toc395107356"/>
      <w:bookmarkStart w:id="173" w:name="_Toc395163198"/>
      <w:bookmarkStart w:id="174" w:name="_Toc395165916"/>
      <w:bookmarkStart w:id="175" w:name="_Toc395166955"/>
      <w:bookmarkStart w:id="176" w:name="_Toc395168757"/>
      <w:bookmarkStart w:id="177" w:name="_Toc395170194"/>
      <w:bookmarkStart w:id="178" w:name="_Toc395769979"/>
      <w:bookmarkStart w:id="179" w:name="_Toc395773333"/>
      <w:bookmarkStart w:id="180" w:name="_Toc395775540"/>
      <w:bookmarkStart w:id="181" w:name="_Toc395779315"/>
      <w:bookmarkStart w:id="182" w:name="_Toc395780419"/>
      <w:bookmarkStart w:id="183" w:name="_Toc395792910"/>
      <w:bookmarkStart w:id="184" w:name="_Toc395793315"/>
      <w:r>
        <w:t xml:space="preserve">Table </w:t>
      </w:r>
      <w:r w:rsidR="00D420FE">
        <w:fldChar w:fldCharType="begin"/>
      </w:r>
      <w:r w:rsidR="00D420FE">
        <w:instrText xml:space="preserve"> SEQ Table \* ARABIC </w:instrText>
      </w:r>
      <w:r w:rsidR="00D420FE">
        <w:fldChar w:fldCharType="separate"/>
      </w:r>
      <w:r>
        <w:rPr>
          <w:noProof/>
        </w:rPr>
        <w:t>8</w:t>
      </w:r>
      <w:r w:rsidR="00D420FE">
        <w:rPr>
          <w:noProof/>
        </w:rPr>
        <w:fldChar w:fldCharType="end"/>
      </w:r>
      <w:r>
        <w:t>: Referenced Documents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900575" w:rsidRPr="00B76035" w14:paraId="585C793D" w14:textId="77777777" w:rsidTr="00B1284F">
        <w:trPr>
          <w:cantSplit/>
          <w:tblHeader/>
        </w:trPr>
        <w:tc>
          <w:tcPr>
            <w:tcW w:w="1961" w:type="pct"/>
            <w:shd w:val="clear" w:color="auto" w:fill="1F497D"/>
            <w:vAlign w:val="center"/>
          </w:tcPr>
          <w:p w14:paraId="3D968A94" w14:textId="77777777" w:rsidR="00900575" w:rsidRPr="00EC0B41" w:rsidRDefault="00900575" w:rsidP="00B1284F">
            <w:pPr>
              <w:pStyle w:val="TableColumnHeading"/>
            </w:pPr>
            <w:r w:rsidRPr="00EC0B41">
              <w:t>Document Name</w:t>
            </w:r>
          </w:p>
        </w:tc>
        <w:tc>
          <w:tcPr>
            <w:tcW w:w="2157" w:type="pct"/>
            <w:shd w:val="clear" w:color="auto" w:fill="1F497D"/>
            <w:vAlign w:val="center"/>
          </w:tcPr>
          <w:p w14:paraId="534F1B71" w14:textId="77777777" w:rsidR="00900575" w:rsidRPr="00EC0B41" w:rsidRDefault="00900575" w:rsidP="00B1284F">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1CDCA96D" w14:textId="77777777" w:rsidR="00900575" w:rsidRPr="00EC0B41" w:rsidRDefault="00900575" w:rsidP="00B1284F">
            <w:pPr>
              <w:pStyle w:val="TableColumnHeading"/>
            </w:pPr>
            <w:r w:rsidRPr="00EC0B41">
              <w:t>Issuance Date</w:t>
            </w:r>
          </w:p>
        </w:tc>
      </w:tr>
      <w:tr w:rsidR="00900575" w:rsidRPr="00B76035" w14:paraId="63912B30" w14:textId="77777777" w:rsidTr="00B1284F">
        <w:trPr>
          <w:cantSplit/>
        </w:trPr>
        <w:tc>
          <w:tcPr>
            <w:tcW w:w="1961" w:type="pct"/>
          </w:tcPr>
          <w:p w14:paraId="6EA3ED4D" w14:textId="77777777" w:rsidR="00900575" w:rsidRPr="00EC0B41" w:rsidRDefault="00900575" w:rsidP="00B1284F">
            <w:pPr>
              <w:pStyle w:val="AcronymTerm"/>
            </w:pPr>
          </w:p>
        </w:tc>
        <w:tc>
          <w:tcPr>
            <w:tcW w:w="2157" w:type="pct"/>
          </w:tcPr>
          <w:p w14:paraId="21D3A281" w14:textId="77777777" w:rsidR="00900575" w:rsidRDefault="00900575" w:rsidP="00B1284F">
            <w:pPr>
              <w:pStyle w:val="AcronymTerm"/>
            </w:pPr>
          </w:p>
        </w:tc>
        <w:tc>
          <w:tcPr>
            <w:tcW w:w="882" w:type="pct"/>
          </w:tcPr>
          <w:p w14:paraId="4F0DE82F" w14:textId="77777777" w:rsidR="00900575" w:rsidRPr="00B76035" w:rsidRDefault="00900575" w:rsidP="00B1284F">
            <w:pPr>
              <w:pStyle w:val="AcronymTerm"/>
            </w:pPr>
          </w:p>
        </w:tc>
      </w:tr>
      <w:tr w:rsidR="00900575" w:rsidRPr="00B76035" w14:paraId="3CB8C640" w14:textId="77777777" w:rsidTr="00B1284F">
        <w:trPr>
          <w:cantSplit/>
        </w:trPr>
        <w:tc>
          <w:tcPr>
            <w:tcW w:w="1961" w:type="pct"/>
          </w:tcPr>
          <w:p w14:paraId="5332C1A7" w14:textId="77777777" w:rsidR="00900575" w:rsidRPr="00EC0B41" w:rsidRDefault="00900575" w:rsidP="00B1284F">
            <w:pPr>
              <w:pStyle w:val="AcronymTerm"/>
            </w:pPr>
          </w:p>
        </w:tc>
        <w:tc>
          <w:tcPr>
            <w:tcW w:w="2157" w:type="pct"/>
          </w:tcPr>
          <w:p w14:paraId="5D3C0F1D" w14:textId="77777777" w:rsidR="00900575" w:rsidRPr="00B76035" w:rsidRDefault="00900575" w:rsidP="00B1284F">
            <w:pPr>
              <w:pStyle w:val="AcronymTerm"/>
            </w:pPr>
          </w:p>
        </w:tc>
        <w:tc>
          <w:tcPr>
            <w:tcW w:w="882" w:type="pct"/>
          </w:tcPr>
          <w:p w14:paraId="641CB781" w14:textId="77777777" w:rsidR="00900575" w:rsidRPr="00B76035" w:rsidRDefault="00900575" w:rsidP="00B1284F">
            <w:pPr>
              <w:pStyle w:val="AcronymTerm"/>
            </w:pPr>
          </w:p>
        </w:tc>
      </w:tr>
      <w:tr w:rsidR="00900575" w:rsidRPr="00B76035" w14:paraId="4D3ECE3D" w14:textId="77777777" w:rsidTr="00B1284F">
        <w:trPr>
          <w:cantSplit/>
        </w:trPr>
        <w:tc>
          <w:tcPr>
            <w:tcW w:w="1961" w:type="pct"/>
          </w:tcPr>
          <w:p w14:paraId="179A5ECB" w14:textId="77777777" w:rsidR="00900575" w:rsidRPr="00EC0B41" w:rsidRDefault="00900575" w:rsidP="00B1284F">
            <w:pPr>
              <w:pStyle w:val="AcronymTerm"/>
            </w:pPr>
          </w:p>
        </w:tc>
        <w:tc>
          <w:tcPr>
            <w:tcW w:w="2157" w:type="pct"/>
          </w:tcPr>
          <w:p w14:paraId="1833478C" w14:textId="77777777" w:rsidR="00900575" w:rsidRPr="00EC0B41" w:rsidRDefault="00900575" w:rsidP="00B1284F">
            <w:pPr>
              <w:pStyle w:val="AcronymTerm"/>
            </w:pPr>
          </w:p>
        </w:tc>
        <w:tc>
          <w:tcPr>
            <w:tcW w:w="882" w:type="pct"/>
          </w:tcPr>
          <w:p w14:paraId="024C8960" w14:textId="77777777" w:rsidR="00900575" w:rsidRPr="00EC0B41" w:rsidRDefault="00900575" w:rsidP="00B1284F">
            <w:pPr>
              <w:pStyle w:val="AcronymTerm"/>
            </w:pPr>
          </w:p>
        </w:tc>
      </w:tr>
    </w:tbl>
    <w:p w14:paraId="7D7AD400" w14:textId="77777777" w:rsidR="00900575" w:rsidRPr="00FF6734" w:rsidRDefault="00900575" w:rsidP="00900575">
      <w:pPr>
        <w:pStyle w:val="Caption"/>
        <w:keepNext/>
        <w:rPr>
          <w:szCs w:val="24"/>
        </w:rPr>
      </w:pPr>
    </w:p>
    <w:p w14:paraId="6C23ECAC" w14:textId="77777777" w:rsidR="00900575" w:rsidRDefault="00900575" w:rsidP="00900575">
      <w:pPr>
        <w:rPr>
          <w:i/>
          <w:color w:val="0000FF"/>
        </w:rPr>
      </w:pPr>
    </w:p>
    <w:p w14:paraId="393B793F" w14:textId="77777777" w:rsidR="00900575" w:rsidRPr="000206D1" w:rsidRDefault="00900575" w:rsidP="00900575">
      <w:pPr>
        <w:pStyle w:val="BackMatterHeading"/>
        <w:numPr>
          <w:ilvl w:val="0"/>
          <w:numId w:val="44"/>
        </w:numPr>
      </w:pPr>
      <w:bookmarkStart w:id="185" w:name="_Toc363205561"/>
      <w:bookmarkStart w:id="186" w:name="_Toc395081366"/>
      <w:bookmarkStart w:id="187" w:name="_Toc395092004"/>
      <w:bookmarkStart w:id="188" w:name="_Toc395093013"/>
      <w:bookmarkStart w:id="189" w:name="_Toc395095150"/>
      <w:bookmarkStart w:id="190" w:name="_Toc395107349"/>
      <w:bookmarkStart w:id="191" w:name="_Toc395163189"/>
      <w:bookmarkStart w:id="192" w:name="_Toc395165907"/>
      <w:bookmarkStart w:id="193" w:name="_Toc395166942"/>
      <w:bookmarkStart w:id="194" w:name="_Toc395168743"/>
      <w:bookmarkStart w:id="195" w:name="_Toc395170183"/>
      <w:bookmarkStart w:id="196" w:name="_Toc395769970"/>
      <w:bookmarkStart w:id="197" w:name="_Toc395773791"/>
      <w:bookmarkStart w:id="198" w:name="_Toc395775530"/>
      <w:bookmarkStart w:id="199" w:name="_Toc395779306"/>
      <w:bookmarkStart w:id="200" w:name="_Toc395780412"/>
      <w:bookmarkStart w:id="201" w:name="_Toc395792891"/>
      <w:bookmarkStart w:id="202" w:name="_Toc395793304"/>
      <w:r>
        <w:lastRenderedPageBreak/>
        <w:t>Approvals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39A73BFB" w14:textId="77777777" w:rsidR="00900575" w:rsidRPr="007D0C19" w:rsidRDefault="00900575" w:rsidP="00900575">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Staffing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Staffing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5FB4DAB5" w14:textId="77777777" w:rsidR="00900575" w:rsidRPr="00AF22E7" w:rsidRDefault="00900575" w:rsidP="00900575">
      <w:pPr>
        <w:rPr>
          <w:i/>
          <w:iCs/>
          <w:color w:val="0000FF"/>
          <w:sz w:val="24"/>
        </w:rPr>
      </w:pPr>
      <w:r w:rsidRPr="00AF22E7">
        <w:rPr>
          <w:i/>
          <w:iCs/>
          <w:color w:val="0000FF"/>
          <w:sz w:val="24"/>
        </w:rPr>
        <w:t>Instructions: List the individuals</w:t>
      </w:r>
      <w:r>
        <w:rPr>
          <w:i/>
          <w:iCs/>
          <w:color w:val="0000FF"/>
          <w:sz w:val="24"/>
        </w:rPr>
        <w:t xml:space="preserve"> whose signatures </w:t>
      </w:r>
      <w:proofErr w:type="gramStart"/>
      <w:r>
        <w:rPr>
          <w:i/>
          <w:iCs/>
          <w:color w:val="0000FF"/>
          <w:sz w:val="24"/>
        </w:rPr>
        <w:t>are desired</w:t>
      </w:r>
      <w:proofErr w:type="gramEnd"/>
      <w:r>
        <w:rPr>
          <w:i/>
          <w:iCs/>
          <w:color w:val="0000FF"/>
          <w:sz w:val="24"/>
        </w:rPr>
        <w:t xml:space="preserve">.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38373961" w14:textId="77777777" w:rsidR="00900575" w:rsidRPr="009C20DD" w:rsidRDefault="00900575" w:rsidP="00900575">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900575" w:rsidRPr="009C20DD" w14:paraId="2F430796" w14:textId="77777777" w:rsidTr="00B1284F">
        <w:tc>
          <w:tcPr>
            <w:tcW w:w="1615" w:type="dxa"/>
            <w:tcBorders>
              <w:top w:val="nil"/>
              <w:left w:val="nil"/>
              <w:bottom w:val="nil"/>
              <w:right w:val="nil"/>
            </w:tcBorders>
            <w:vAlign w:val="bottom"/>
          </w:tcPr>
          <w:p w14:paraId="39A12018" w14:textId="77777777" w:rsidR="00900575" w:rsidRPr="009C20DD" w:rsidRDefault="00900575"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75591B19" w14:textId="77777777" w:rsidR="00900575" w:rsidRPr="009C20DD" w:rsidRDefault="00900575" w:rsidP="00B1284F">
            <w:pPr>
              <w:rPr>
                <w:rFonts w:cs="Arial"/>
              </w:rPr>
            </w:pPr>
          </w:p>
        </w:tc>
        <w:tc>
          <w:tcPr>
            <w:tcW w:w="900" w:type="dxa"/>
            <w:tcBorders>
              <w:top w:val="nil"/>
              <w:left w:val="nil"/>
              <w:bottom w:val="nil"/>
              <w:right w:val="nil"/>
            </w:tcBorders>
            <w:vAlign w:val="bottom"/>
          </w:tcPr>
          <w:p w14:paraId="76717AE0" w14:textId="77777777" w:rsidR="00900575" w:rsidRPr="009C20DD" w:rsidRDefault="00900575"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7A83D9AF" w14:textId="77777777" w:rsidR="00900575" w:rsidRPr="009C20DD" w:rsidRDefault="00900575" w:rsidP="00B1284F">
            <w:pPr>
              <w:rPr>
                <w:rFonts w:cs="Arial"/>
              </w:rPr>
            </w:pPr>
          </w:p>
        </w:tc>
      </w:tr>
      <w:tr w:rsidR="00900575" w:rsidRPr="009C20DD" w14:paraId="4FD49E97" w14:textId="77777777" w:rsidTr="00B1284F">
        <w:tc>
          <w:tcPr>
            <w:tcW w:w="1615" w:type="dxa"/>
            <w:tcBorders>
              <w:top w:val="nil"/>
              <w:left w:val="nil"/>
              <w:bottom w:val="nil"/>
              <w:right w:val="nil"/>
            </w:tcBorders>
            <w:vAlign w:val="bottom"/>
          </w:tcPr>
          <w:p w14:paraId="3986C675" w14:textId="77777777" w:rsidR="00900575" w:rsidRPr="009C20DD" w:rsidRDefault="00900575" w:rsidP="00B1284F">
            <w:pPr>
              <w:spacing w:before="20" w:after="20"/>
              <w:rPr>
                <w:rFonts w:cs="Arial"/>
              </w:rPr>
            </w:pPr>
            <w:r w:rsidRPr="009C20DD">
              <w:rPr>
                <w:rFonts w:cs="Arial"/>
              </w:rPr>
              <w:t>Print Name:</w:t>
            </w:r>
          </w:p>
        </w:tc>
        <w:tc>
          <w:tcPr>
            <w:tcW w:w="4505" w:type="dxa"/>
            <w:tcBorders>
              <w:left w:val="nil"/>
              <w:right w:val="nil"/>
            </w:tcBorders>
            <w:vAlign w:val="bottom"/>
          </w:tcPr>
          <w:p w14:paraId="02783C7E" w14:textId="77777777" w:rsidR="00900575" w:rsidRPr="009C20DD" w:rsidRDefault="00900575" w:rsidP="00B1284F">
            <w:pPr>
              <w:rPr>
                <w:rFonts w:cs="Arial"/>
              </w:rPr>
            </w:pPr>
          </w:p>
        </w:tc>
        <w:tc>
          <w:tcPr>
            <w:tcW w:w="900" w:type="dxa"/>
            <w:tcBorders>
              <w:top w:val="nil"/>
              <w:left w:val="nil"/>
              <w:bottom w:val="nil"/>
              <w:right w:val="nil"/>
            </w:tcBorders>
            <w:vAlign w:val="bottom"/>
          </w:tcPr>
          <w:p w14:paraId="59B553E9" w14:textId="77777777" w:rsidR="00900575" w:rsidRPr="009C20DD" w:rsidRDefault="00900575" w:rsidP="00B1284F">
            <w:pPr>
              <w:rPr>
                <w:rFonts w:cs="Arial"/>
              </w:rPr>
            </w:pPr>
          </w:p>
        </w:tc>
        <w:tc>
          <w:tcPr>
            <w:tcW w:w="1800" w:type="dxa"/>
            <w:tcBorders>
              <w:top w:val="single" w:sz="4" w:space="0" w:color="auto"/>
              <w:left w:val="nil"/>
              <w:bottom w:val="nil"/>
              <w:right w:val="nil"/>
            </w:tcBorders>
            <w:vAlign w:val="bottom"/>
          </w:tcPr>
          <w:p w14:paraId="1C60FCF2" w14:textId="77777777" w:rsidR="00900575" w:rsidRPr="009C20DD" w:rsidRDefault="00900575" w:rsidP="00B1284F">
            <w:pPr>
              <w:rPr>
                <w:rFonts w:cs="Arial"/>
              </w:rPr>
            </w:pPr>
          </w:p>
        </w:tc>
      </w:tr>
      <w:tr w:rsidR="00900575" w:rsidRPr="009C20DD" w14:paraId="308FE79F" w14:textId="77777777" w:rsidTr="00B1284F">
        <w:tc>
          <w:tcPr>
            <w:tcW w:w="1615" w:type="dxa"/>
            <w:tcBorders>
              <w:top w:val="nil"/>
              <w:left w:val="nil"/>
              <w:bottom w:val="nil"/>
              <w:right w:val="nil"/>
            </w:tcBorders>
            <w:vAlign w:val="bottom"/>
          </w:tcPr>
          <w:p w14:paraId="2AD4D60E" w14:textId="77777777" w:rsidR="00900575" w:rsidRPr="009C20DD" w:rsidRDefault="00900575" w:rsidP="00B1284F">
            <w:pPr>
              <w:spacing w:before="20" w:after="20"/>
              <w:rPr>
                <w:rFonts w:cs="Arial"/>
              </w:rPr>
            </w:pPr>
            <w:r w:rsidRPr="009C20DD">
              <w:rPr>
                <w:rFonts w:cs="Arial"/>
              </w:rPr>
              <w:t>Title:</w:t>
            </w:r>
          </w:p>
        </w:tc>
        <w:tc>
          <w:tcPr>
            <w:tcW w:w="4505" w:type="dxa"/>
            <w:tcBorders>
              <w:left w:val="nil"/>
              <w:right w:val="nil"/>
            </w:tcBorders>
            <w:vAlign w:val="bottom"/>
          </w:tcPr>
          <w:p w14:paraId="4224B0B3" w14:textId="77777777" w:rsidR="00900575" w:rsidRPr="009C20DD" w:rsidRDefault="00900575" w:rsidP="00B1284F">
            <w:pPr>
              <w:rPr>
                <w:rFonts w:cs="Arial"/>
              </w:rPr>
            </w:pPr>
          </w:p>
        </w:tc>
        <w:tc>
          <w:tcPr>
            <w:tcW w:w="900" w:type="dxa"/>
            <w:tcBorders>
              <w:top w:val="nil"/>
              <w:left w:val="nil"/>
              <w:bottom w:val="nil"/>
              <w:right w:val="nil"/>
            </w:tcBorders>
            <w:vAlign w:val="bottom"/>
          </w:tcPr>
          <w:p w14:paraId="149BA629" w14:textId="77777777" w:rsidR="00900575" w:rsidRPr="009C20DD" w:rsidRDefault="00900575" w:rsidP="00B1284F">
            <w:pPr>
              <w:rPr>
                <w:rFonts w:cs="Arial"/>
              </w:rPr>
            </w:pPr>
          </w:p>
        </w:tc>
        <w:tc>
          <w:tcPr>
            <w:tcW w:w="1800" w:type="dxa"/>
            <w:tcBorders>
              <w:top w:val="nil"/>
              <w:left w:val="nil"/>
              <w:bottom w:val="nil"/>
              <w:right w:val="nil"/>
            </w:tcBorders>
            <w:vAlign w:val="bottom"/>
          </w:tcPr>
          <w:p w14:paraId="32423249" w14:textId="77777777" w:rsidR="00900575" w:rsidRPr="009C20DD" w:rsidRDefault="00900575" w:rsidP="00B1284F">
            <w:pPr>
              <w:rPr>
                <w:rFonts w:cs="Arial"/>
              </w:rPr>
            </w:pPr>
          </w:p>
        </w:tc>
      </w:tr>
      <w:tr w:rsidR="00900575" w:rsidRPr="009C20DD" w14:paraId="68B45014" w14:textId="77777777" w:rsidTr="00B1284F">
        <w:tc>
          <w:tcPr>
            <w:tcW w:w="1615" w:type="dxa"/>
            <w:tcBorders>
              <w:top w:val="nil"/>
              <w:left w:val="nil"/>
              <w:bottom w:val="nil"/>
              <w:right w:val="nil"/>
            </w:tcBorders>
            <w:vAlign w:val="bottom"/>
          </w:tcPr>
          <w:p w14:paraId="1BB59515" w14:textId="77777777" w:rsidR="00900575" w:rsidRPr="009C20DD" w:rsidRDefault="00900575" w:rsidP="00B1284F">
            <w:pPr>
              <w:spacing w:before="20" w:after="20"/>
              <w:rPr>
                <w:rFonts w:cs="Arial"/>
              </w:rPr>
            </w:pPr>
            <w:r w:rsidRPr="009C20DD">
              <w:rPr>
                <w:rFonts w:cs="Arial"/>
              </w:rPr>
              <w:t>Role:</w:t>
            </w:r>
          </w:p>
        </w:tc>
        <w:tc>
          <w:tcPr>
            <w:tcW w:w="4505" w:type="dxa"/>
            <w:tcBorders>
              <w:left w:val="nil"/>
              <w:right w:val="nil"/>
            </w:tcBorders>
            <w:vAlign w:val="bottom"/>
          </w:tcPr>
          <w:p w14:paraId="202503B3" w14:textId="77777777" w:rsidR="00900575" w:rsidRPr="009C20DD" w:rsidRDefault="00900575" w:rsidP="00B1284F">
            <w:pPr>
              <w:rPr>
                <w:rFonts w:cs="Arial"/>
              </w:rPr>
            </w:pPr>
          </w:p>
        </w:tc>
        <w:tc>
          <w:tcPr>
            <w:tcW w:w="900" w:type="dxa"/>
            <w:tcBorders>
              <w:top w:val="nil"/>
              <w:left w:val="nil"/>
              <w:bottom w:val="nil"/>
              <w:right w:val="nil"/>
            </w:tcBorders>
            <w:vAlign w:val="bottom"/>
          </w:tcPr>
          <w:p w14:paraId="470B9EED" w14:textId="77777777" w:rsidR="00900575" w:rsidRPr="009C20DD" w:rsidRDefault="00900575" w:rsidP="00B1284F">
            <w:pPr>
              <w:rPr>
                <w:rFonts w:cs="Arial"/>
              </w:rPr>
            </w:pPr>
          </w:p>
        </w:tc>
        <w:tc>
          <w:tcPr>
            <w:tcW w:w="1800" w:type="dxa"/>
            <w:tcBorders>
              <w:top w:val="nil"/>
              <w:left w:val="nil"/>
              <w:bottom w:val="nil"/>
              <w:right w:val="nil"/>
            </w:tcBorders>
            <w:vAlign w:val="bottom"/>
          </w:tcPr>
          <w:p w14:paraId="23DCCD14" w14:textId="77777777" w:rsidR="00900575" w:rsidRPr="009C20DD" w:rsidRDefault="00900575" w:rsidP="00B1284F">
            <w:pPr>
              <w:rPr>
                <w:rFonts w:cs="Arial"/>
              </w:rPr>
            </w:pPr>
          </w:p>
        </w:tc>
      </w:tr>
    </w:tbl>
    <w:p w14:paraId="68710AF8" w14:textId="77777777" w:rsidR="00900575" w:rsidRPr="009C20DD" w:rsidRDefault="00900575" w:rsidP="00900575">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900575" w:rsidRPr="009C20DD" w14:paraId="18FBB8B7" w14:textId="77777777" w:rsidTr="00B1284F">
        <w:tc>
          <w:tcPr>
            <w:tcW w:w="1615" w:type="dxa"/>
            <w:tcBorders>
              <w:top w:val="nil"/>
              <w:left w:val="nil"/>
              <w:bottom w:val="nil"/>
              <w:right w:val="nil"/>
            </w:tcBorders>
            <w:vAlign w:val="bottom"/>
          </w:tcPr>
          <w:p w14:paraId="53BEC806" w14:textId="77777777" w:rsidR="00900575" w:rsidRPr="009C20DD" w:rsidRDefault="00900575"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590C78A7" w14:textId="77777777" w:rsidR="00900575" w:rsidRPr="009C20DD" w:rsidRDefault="00900575" w:rsidP="00B1284F">
            <w:pPr>
              <w:rPr>
                <w:rFonts w:cs="Arial"/>
              </w:rPr>
            </w:pPr>
          </w:p>
        </w:tc>
        <w:tc>
          <w:tcPr>
            <w:tcW w:w="900" w:type="dxa"/>
            <w:tcBorders>
              <w:top w:val="nil"/>
              <w:left w:val="nil"/>
              <w:bottom w:val="nil"/>
              <w:right w:val="nil"/>
            </w:tcBorders>
            <w:vAlign w:val="bottom"/>
          </w:tcPr>
          <w:p w14:paraId="4E7D7CC7" w14:textId="77777777" w:rsidR="00900575" w:rsidRPr="009C20DD" w:rsidRDefault="00900575"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3F28BD87" w14:textId="77777777" w:rsidR="00900575" w:rsidRPr="009C20DD" w:rsidRDefault="00900575" w:rsidP="00B1284F">
            <w:pPr>
              <w:rPr>
                <w:rFonts w:cs="Arial"/>
              </w:rPr>
            </w:pPr>
          </w:p>
        </w:tc>
      </w:tr>
      <w:tr w:rsidR="00900575" w:rsidRPr="009C20DD" w14:paraId="4BE8AEB0" w14:textId="77777777" w:rsidTr="00B1284F">
        <w:tc>
          <w:tcPr>
            <w:tcW w:w="1615" w:type="dxa"/>
            <w:tcBorders>
              <w:top w:val="nil"/>
              <w:left w:val="nil"/>
              <w:bottom w:val="nil"/>
              <w:right w:val="nil"/>
            </w:tcBorders>
            <w:vAlign w:val="bottom"/>
          </w:tcPr>
          <w:p w14:paraId="0BEA01B3" w14:textId="77777777" w:rsidR="00900575" w:rsidRPr="009C20DD" w:rsidRDefault="00900575" w:rsidP="00B1284F">
            <w:pPr>
              <w:spacing w:before="20" w:after="20"/>
              <w:rPr>
                <w:rFonts w:cs="Arial"/>
              </w:rPr>
            </w:pPr>
            <w:r w:rsidRPr="009C20DD">
              <w:rPr>
                <w:rFonts w:cs="Arial"/>
              </w:rPr>
              <w:t>Print Name:</w:t>
            </w:r>
          </w:p>
        </w:tc>
        <w:tc>
          <w:tcPr>
            <w:tcW w:w="4505" w:type="dxa"/>
            <w:tcBorders>
              <w:left w:val="nil"/>
              <w:right w:val="nil"/>
            </w:tcBorders>
            <w:vAlign w:val="bottom"/>
          </w:tcPr>
          <w:p w14:paraId="2B4FF2DD" w14:textId="77777777" w:rsidR="00900575" w:rsidRPr="009C20DD" w:rsidRDefault="00900575" w:rsidP="00B1284F">
            <w:pPr>
              <w:rPr>
                <w:rFonts w:cs="Arial"/>
              </w:rPr>
            </w:pPr>
          </w:p>
        </w:tc>
        <w:tc>
          <w:tcPr>
            <w:tcW w:w="900" w:type="dxa"/>
            <w:tcBorders>
              <w:top w:val="nil"/>
              <w:left w:val="nil"/>
              <w:bottom w:val="nil"/>
              <w:right w:val="nil"/>
            </w:tcBorders>
            <w:vAlign w:val="bottom"/>
          </w:tcPr>
          <w:p w14:paraId="3524E306" w14:textId="77777777" w:rsidR="00900575" w:rsidRPr="009C20DD" w:rsidRDefault="00900575" w:rsidP="00B1284F">
            <w:pPr>
              <w:rPr>
                <w:rFonts w:cs="Arial"/>
              </w:rPr>
            </w:pPr>
          </w:p>
        </w:tc>
        <w:tc>
          <w:tcPr>
            <w:tcW w:w="1800" w:type="dxa"/>
            <w:tcBorders>
              <w:top w:val="single" w:sz="4" w:space="0" w:color="auto"/>
              <w:left w:val="nil"/>
              <w:bottom w:val="nil"/>
              <w:right w:val="nil"/>
            </w:tcBorders>
            <w:vAlign w:val="bottom"/>
          </w:tcPr>
          <w:p w14:paraId="632635BE" w14:textId="77777777" w:rsidR="00900575" w:rsidRPr="009C20DD" w:rsidRDefault="00900575" w:rsidP="00B1284F">
            <w:pPr>
              <w:rPr>
                <w:rFonts w:cs="Arial"/>
              </w:rPr>
            </w:pPr>
          </w:p>
        </w:tc>
      </w:tr>
      <w:tr w:rsidR="00900575" w:rsidRPr="009C20DD" w14:paraId="4C7AB51C" w14:textId="77777777" w:rsidTr="00B1284F">
        <w:tc>
          <w:tcPr>
            <w:tcW w:w="1615" w:type="dxa"/>
            <w:tcBorders>
              <w:top w:val="nil"/>
              <w:left w:val="nil"/>
              <w:bottom w:val="nil"/>
              <w:right w:val="nil"/>
            </w:tcBorders>
            <w:vAlign w:val="bottom"/>
          </w:tcPr>
          <w:p w14:paraId="388268A9" w14:textId="77777777" w:rsidR="00900575" w:rsidRPr="009C20DD" w:rsidRDefault="00900575" w:rsidP="00B1284F">
            <w:pPr>
              <w:spacing w:before="20" w:after="20"/>
              <w:rPr>
                <w:rFonts w:cs="Arial"/>
              </w:rPr>
            </w:pPr>
            <w:r w:rsidRPr="009C20DD">
              <w:rPr>
                <w:rFonts w:cs="Arial"/>
              </w:rPr>
              <w:t>Title:</w:t>
            </w:r>
          </w:p>
        </w:tc>
        <w:tc>
          <w:tcPr>
            <w:tcW w:w="4505" w:type="dxa"/>
            <w:tcBorders>
              <w:left w:val="nil"/>
              <w:right w:val="nil"/>
            </w:tcBorders>
            <w:vAlign w:val="bottom"/>
          </w:tcPr>
          <w:p w14:paraId="7DF5E33F" w14:textId="77777777" w:rsidR="00900575" w:rsidRPr="009C20DD" w:rsidRDefault="00900575" w:rsidP="00B1284F">
            <w:pPr>
              <w:rPr>
                <w:rFonts w:cs="Arial"/>
              </w:rPr>
            </w:pPr>
          </w:p>
        </w:tc>
        <w:tc>
          <w:tcPr>
            <w:tcW w:w="900" w:type="dxa"/>
            <w:tcBorders>
              <w:top w:val="nil"/>
              <w:left w:val="nil"/>
              <w:bottom w:val="nil"/>
              <w:right w:val="nil"/>
            </w:tcBorders>
            <w:vAlign w:val="bottom"/>
          </w:tcPr>
          <w:p w14:paraId="5D1BEF81" w14:textId="77777777" w:rsidR="00900575" w:rsidRPr="009C20DD" w:rsidRDefault="00900575" w:rsidP="00B1284F">
            <w:pPr>
              <w:rPr>
                <w:rFonts w:cs="Arial"/>
              </w:rPr>
            </w:pPr>
          </w:p>
        </w:tc>
        <w:tc>
          <w:tcPr>
            <w:tcW w:w="1800" w:type="dxa"/>
            <w:tcBorders>
              <w:top w:val="nil"/>
              <w:left w:val="nil"/>
              <w:bottom w:val="nil"/>
              <w:right w:val="nil"/>
            </w:tcBorders>
            <w:vAlign w:val="bottom"/>
          </w:tcPr>
          <w:p w14:paraId="13C01F3A" w14:textId="77777777" w:rsidR="00900575" w:rsidRPr="009C20DD" w:rsidRDefault="00900575" w:rsidP="00B1284F">
            <w:pPr>
              <w:rPr>
                <w:rFonts w:cs="Arial"/>
              </w:rPr>
            </w:pPr>
          </w:p>
        </w:tc>
      </w:tr>
      <w:tr w:rsidR="00900575" w:rsidRPr="009C20DD" w14:paraId="5B692FAE" w14:textId="77777777" w:rsidTr="00B1284F">
        <w:tc>
          <w:tcPr>
            <w:tcW w:w="1615" w:type="dxa"/>
            <w:tcBorders>
              <w:top w:val="nil"/>
              <w:left w:val="nil"/>
              <w:bottom w:val="nil"/>
              <w:right w:val="nil"/>
            </w:tcBorders>
            <w:vAlign w:val="bottom"/>
          </w:tcPr>
          <w:p w14:paraId="1A82C020" w14:textId="77777777" w:rsidR="00900575" w:rsidRPr="009C20DD" w:rsidRDefault="00900575" w:rsidP="00B1284F">
            <w:pPr>
              <w:spacing w:before="20" w:after="20"/>
              <w:rPr>
                <w:rFonts w:cs="Arial"/>
              </w:rPr>
            </w:pPr>
            <w:r w:rsidRPr="009C20DD">
              <w:rPr>
                <w:rFonts w:cs="Arial"/>
              </w:rPr>
              <w:t>Role:</w:t>
            </w:r>
          </w:p>
        </w:tc>
        <w:tc>
          <w:tcPr>
            <w:tcW w:w="4505" w:type="dxa"/>
            <w:tcBorders>
              <w:left w:val="nil"/>
              <w:right w:val="nil"/>
            </w:tcBorders>
            <w:vAlign w:val="bottom"/>
          </w:tcPr>
          <w:p w14:paraId="25115402" w14:textId="77777777" w:rsidR="00900575" w:rsidRPr="009C20DD" w:rsidRDefault="00900575" w:rsidP="00B1284F">
            <w:pPr>
              <w:rPr>
                <w:rFonts w:cs="Arial"/>
              </w:rPr>
            </w:pPr>
          </w:p>
        </w:tc>
        <w:tc>
          <w:tcPr>
            <w:tcW w:w="900" w:type="dxa"/>
            <w:tcBorders>
              <w:top w:val="nil"/>
              <w:left w:val="nil"/>
              <w:bottom w:val="nil"/>
              <w:right w:val="nil"/>
            </w:tcBorders>
            <w:vAlign w:val="bottom"/>
          </w:tcPr>
          <w:p w14:paraId="24D0960A" w14:textId="77777777" w:rsidR="00900575" w:rsidRPr="009C20DD" w:rsidRDefault="00900575" w:rsidP="00B1284F">
            <w:pPr>
              <w:rPr>
                <w:rFonts w:cs="Arial"/>
              </w:rPr>
            </w:pPr>
          </w:p>
        </w:tc>
        <w:tc>
          <w:tcPr>
            <w:tcW w:w="1800" w:type="dxa"/>
            <w:tcBorders>
              <w:top w:val="nil"/>
              <w:left w:val="nil"/>
              <w:bottom w:val="nil"/>
              <w:right w:val="nil"/>
            </w:tcBorders>
            <w:vAlign w:val="bottom"/>
          </w:tcPr>
          <w:p w14:paraId="7118B1C8" w14:textId="77777777" w:rsidR="00900575" w:rsidRPr="009C20DD" w:rsidRDefault="00900575" w:rsidP="00B1284F">
            <w:pPr>
              <w:rPr>
                <w:rFonts w:cs="Arial"/>
              </w:rPr>
            </w:pPr>
          </w:p>
        </w:tc>
      </w:tr>
    </w:tbl>
    <w:p w14:paraId="6D5700F2" w14:textId="77777777" w:rsidR="00900575" w:rsidRPr="009C20DD" w:rsidRDefault="00900575" w:rsidP="00900575">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900575" w:rsidRPr="009C20DD" w14:paraId="3591AFEB" w14:textId="77777777" w:rsidTr="00B1284F">
        <w:tc>
          <w:tcPr>
            <w:tcW w:w="1615" w:type="dxa"/>
            <w:tcBorders>
              <w:top w:val="nil"/>
              <w:left w:val="nil"/>
              <w:bottom w:val="nil"/>
              <w:right w:val="nil"/>
            </w:tcBorders>
            <w:vAlign w:val="bottom"/>
          </w:tcPr>
          <w:p w14:paraId="3DCC42D8" w14:textId="77777777" w:rsidR="00900575" w:rsidRPr="009C20DD" w:rsidRDefault="00900575" w:rsidP="00B1284F">
            <w:pPr>
              <w:spacing w:before="20" w:after="20"/>
              <w:rPr>
                <w:rFonts w:cs="Arial"/>
              </w:rPr>
            </w:pPr>
            <w:r w:rsidRPr="009C20DD">
              <w:rPr>
                <w:rFonts w:cs="Arial"/>
              </w:rPr>
              <w:t>Signature:</w:t>
            </w:r>
          </w:p>
        </w:tc>
        <w:tc>
          <w:tcPr>
            <w:tcW w:w="4505" w:type="dxa"/>
            <w:tcBorders>
              <w:top w:val="nil"/>
              <w:left w:val="nil"/>
              <w:right w:val="nil"/>
            </w:tcBorders>
          </w:tcPr>
          <w:p w14:paraId="602D26C4" w14:textId="77777777" w:rsidR="00900575" w:rsidRPr="009C20DD" w:rsidRDefault="00900575" w:rsidP="00B1284F">
            <w:pPr>
              <w:rPr>
                <w:rFonts w:cs="Arial"/>
              </w:rPr>
            </w:pPr>
          </w:p>
        </w:tc>
        <w:tc>
          <w:tcPr>
            <w:tcW w:w="900" w:type="dxa"/>
            <w:tcBorders>
              <w:top w:val="nil"/>
              <w:left w:val="nil"/>
              <w:bottom w:val="nil"/>
              <w:right w:val="nil"/>
            </w:tcBorders>
            <w:vAlign w:val="bottom"/>
          </w:tcPr>
          <w:p w14:paraId="3F35264A" w14:textId="77777777" w:rsidR="00900575" w:rsidRPr="009C20DD" w:rsidRDefault="00900575"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750AACBC" w14:textId="77777777" w:rsidR="00900575" w:rsidRPr="009C20DD" w:rsidRDefault="00900575" w:rsidP="00B1284F">
            <w:pPr>
              <w:rPr>
                <w:rFonts w:cs="Arial"/>
              </w:rPr>
            </w:pPr>
          </w:p>
        </w:tc>
      </w:tr>
      <w:tr w:rsidR="00900575" w:rsidRPr="009C20DD" w14:paraId="737ED33D" w14:textId="77777777" w:rsidTr="00B1284F">
        <w:tc>
          <w:tcPr>
            <w:tcW w:w="1615" w:type="dxa"/>
            <w:tcBorders>
              <w:top w:val="nil"/>
              <w:left w:val="nil"/>
              <w:bottom w:val="nil"/>
              <w:right w:val="nil"/>
            </w:tcBorders>
            <w:vAlign w:val="bottom"/>
          </w:tcPr>
          <w:p w14:paraId="31169B5F" w14:textId="77777777" w:rsidR="00900575" w:rsidRPr="009C20DD" w:rsidRDefault="00900575" w:rsidP="00B1284F">
            <w:pPr>
              <w:spacing w:before="20" w:after="20"/>
              <w:rPr>
                <w:rFonts w:cs="Arial"/>
              </w:rPr>
            </w:pPr>
            <w:r w:rsidRPr="009C20DD">
              <w:rPr>
                <w:rFonts w:cs="Arial"/>
              </w:rPr>
              <w:t>Print Name:</w:t>
            </w:r>
          </w:p>
        </w:tc>
        <w:tc>
          <w:tcPr>
            <w:tcW w:w="4505" w:type="dxa"/>
            <w:tcBorders>
              <w:left w:val="nil"/>
              <w:right w:val="nil"/>
            </w:tcBorders>
          </w:tcPr>
          <w:p w14:paraId="4B534C8D" w14:textId="77777777" w:rsidR="00900575" w:rsidRPr="009C20DD" w:rsidRDefault="00900575" w:rsidP="00B1284F">
            <w:pPr>
              <w:rPr>
                <w:rFonts w:cs="Arial"/>
              </w:rPr>
            </w:pPr>
          </w:p>
        </w:tc>
        <w:tc>
          <w:tcPr>
            <w:tcW w:w="900" w:type="dxa"/>
            <w:tcBorders>
              <w:top w:val="nil"/>
              <w:left w:val="nil"/>
              <w:bottom w:val="nil"/>
              <w:right w:val="nil"/>
            </w:tcBorders>
          </w:tcPr>
          <w:p w14:paraId="55AC8A2C" w14:textId="77777777" w:rsidR="00900575" w:rsidRPr="009C20DD" w:rsidRDefault="00900575" w:rsidP="00B1284F">
            <w:pPr>
              <w:rPr>
                <w:rFonts w:cs="Arial"/>
              </w:rPr>
            </w:pPr>
          </w:p>
        </w:tc>
        <w:tc>
          <w:tcPr>
            <w:tcW w:w="1800" w:type="dxa"/>
            <w:tcBorders>
              <w:top w:val="single" w:sz="4" w:space="0" w:color="auto"/>
              <w:left w:val="nil"/>
              <w:bottom w:val="nil"/>
              <w:right w:val="nil"/>
            </w:tcBorders>
          </w:tcPr>
          <w:p w14:paraId="573DA8BA" w14:textId="77777777" w:rsidR="00900575" w:rsidRPr="009C20DD" w:rsidRDefault="00900575" w:rsidP="00B1284F">
            <w:pPr>
              <w:rPr>
                <w:rFonts w:cs="Arial"/>
              </w:rPr>
            </w:pPr>
          </w:p>
        </w:tc>
      </w:tr>
      <w:tr w:rsidR="00900575" w:rsidRPr="009C20DD" w14:paraId="4D2E52F2" w14:textId="77777777" w:rsidTr="00B1284F">
        <w:tc>
          <w:tcPr>
            <w:tcW w:w="1615" w:type="dxa"/>
            <w:tcBorders>
              <w:top w:val="nil"/>
              <w:left w:val="nil"/>
              <w:bottom w:val="nil"/>
              <w:right w:val="nil"/>
            </w:tcBorders>
            <w:vAlign w:val="bottom"/>
          </w:tcPr>
          <w:p w14:paraId="637ACC09" w14:textId="77777777" w:rsidR="00900575" w:rsidRPr="009C20DD" w:rsidRDefault="00900575" w:rsidP="00B1284F">
            <w:pPr>
              <w:spacing w:before="20" w:after="20"/>
              <w:rPr>
                <w:rFonts w:cs="Arial"/>
              </w:rPr>
            </w:pPr>
            <w:r w:rsidRPr="009C20DD">
              <w:rPr>
                <w:rFonts w:cs="Arial"/>
              </w:rPr>
              <w:t>Title:</w:t>
            </w:r>
          </w:p>
        </w:tc>
        <w:tc>
          <w:tcPr>
            <w:tcW w:w="4505" w:type="dxa"/>
            <w:tcBorders>
              <w:left w:val="nil"/>
              <w:right w:val="nil"/>
            </w:tcBorders>
          </w:tcPr>
          <w:p w14:paraId="78F25F4A" w14:textId="77777777" w:rsidR="00900575" w:rsidRPr="009C20DD" w:rsidRDefault="00900575" w:rsidP="00B1284F">
            <w:pPr>
              <w:rPr>
                <w:rFonts w:cs="Arial"/>
              </w:rPr>
            </w:pPr>
          </w:p>
        </w:tc>
        <w:tc>
          <w:tcPr>
            <w:tcW w:w="900" w:type="dxa"/>
            <w:tcBorders>
              <w:top w:val="nil"/>
              <w:left w:val="nil"/>
              <w:bottom w:val="nil"/>
              <w:right w:val="nil"/>
            </w:tcBorders>
          </w:tcPr>
          <w:p w14:paraId="053E9AEA" w14:textId="77777777" w:rsidR="00900575" w:rsidRPr="009C20DD" w:rsidRDefault="00900575" w:rsidP="00B1284F">
            <w:pPr>
              <w:rPr>
                <w:rFonts w:cs="Arial"/>
              </w:rPr>
            </w:pPr>
          </w:p>
        </w:tc>
        <w:tc>
          <w:tcPr>
            <w:tcW w:w="1800" w:type="dxa"/>
            <w:tcBorders>
              <w:top w:val="nil"/>
              <w:left w:val="nil"/>
              <w:bottom w:val="nil"/>
              <w:right w:val="nil"/>
            </w:tcBorders>
          </w:tcPr>
          <w:p w14:paraId="4DC9AE3E" w14:textId="77777777" w:rsidR="00900575" w:rsidRPr="009C20DD" w:rsidRDefault="00900575" w:rsidP="00B1284F">
            <w:pPr>
              <w:rPr>
                <w:rFonts w:cs="Arial"/>
              </w:rPr>
            </w:pPr>
          </w:p>
        </w:tc>
      </w:tr>
      <w:tr w:rsidR="00900575" w:rsidRPr="009C20DD" w14:paraId="644C095D" w14:textId="77777777" w:rsidTr="00B1284F">
        <w:tc>
          <w:tcPr>
            <w:tcW w:w="1615" w:type="dxa"/>
            <w:tcBorders>
              <w:top w:val="nil"/>
              <w:left w:val="nil"/>
              <w:bottom w:val="nil"/>
              <w:right w:val="nil"/>
            </w:tcBorders>
            <w:vAlign w:val="bottom"/>
          </w:tcPr>
          <w:p w14:paraId="0530E044" w14:textId="77777777" w:rsidR="00900575" w:rsidRPr="009C20DD" w:rsidRDefault="00900575" w:rsidP="00B1284F">
            <w:pPr>
              <w:spacing w:before="20" w:after="20"/>
              <w:rPr>
                <w:rFonts w:cs="Arial"/>
              </w:rPr>
            </w:pPr>
            <w:r w:rsidRPr="009C20DD">
              <w:rPr>
                <w:rFonts w:cs="Arial"/>
              </w:rPr>
              <w:t>Role:</w:t>
            </w:r>
          </w:p>
        </w:tc>
        <w:tc>
          <w:tcPr>
            <w:tcW w:w="4505" w:type="dxa"/>
            <w:tcBorders>
              <w:left w:val="nil"/>
              <w:right w:val="nil"/>
            </w:tcBorders>
          </w:tcPr>
          <w:p w14:paraId="3F1835B8" w14:textId="77777777" w:rsidR="00900575" w:rsidRPr="009C20DD" w:rsidRDefault="00900575" w:rsidP="00B1284F">
            <w:pPr>
              <w:rPr>
                <w:rFonts w:cs="Arial"/>
              </w:rPr>
            </w:pPr>
          </w:p>
        </w:tc>
        <w:tc>
          <w:tcPr>
            <w:tcW w:w="900" w:type="dxa"/>
            <w:tcBorders>
              <w:top w:val="nil"/>
              <w:left w:val="nil"/>
              <w:bottom w:val="nil"/>
              <w:right w:val="nil"/>
            </w:tcBorders>
          </w:tcPr>
          <w:p w14:paraId="1ED1A358" w14:textId="77777777" w:rsidR="00900575" w:rsidRPr="009C20DD" w:rsidRDefault="00900575" w:rsidP="00B1284F">
            <w:pPr>
              <w:rPr>
                <w:rFonts w:cs="Arial"/>
              </w:rPr>
            </w:pPr>
          </w:p>
        </w:tc>
        <w:tc>
          <w:tcPr>
            <w:tcW w:w="1800" w:type="dxa"/>
            <w:tcBorders>
              <w:top w:val="nil"/>
              <w:left w:val="nil"/>
              <w:bottom w:val="nil"/>
              <w:right w:val="nil"/>
            </w:tcBorders>
          </w:tcPr>
          <w:p w14:paraId="6B743617" w14:textId="77777777" w:rsidR="00900575" w:rsidRPr="009C20DD" w:rsidRDefault="00900575" w:rsidP="00B1284F">
            <w:pPr>
              <w:rPr>
                <w:rFonts w:cs="Arial"/>
              </w:rPr>
            </w:pPr>
          </w:p>
        </w:tc>
      </w:tr>
    </w:tbl>
    <w:p w14:paraId="54101C1C" w14:textId="77777777" w:rsidR="00900575" w:rsidRPr="009C20DD" w:rsidRDefault="00900575" w:rsidP="00900575">
      <w:pPr>
        <w:pStyle w:val="BodyText"/>
        <w:rPr>
          <w:rFonts w:ascii="Arial" w:hAnsi="Arial" w:cs="Arial"/>
        </w:rPr>
      </w:pPr>
    </w:p>
    <w:p w14:paraId="09134A86" w14:textId="77777777" w:rsidR="00900575" w:rsidRDefault="00900575" w:rsidP="00900575">
      <w:pPr>
        <w:pStyle w:val="InfoBlue"/>
        <w:spacing w:after="360"/>
        <w:ind w:left="0"/>
        <w:jc w:val="left"/>
        <w:rPr>
          <w:rFonts w:ascii="Arial" w:hAnsi="Arial" w:cs="Arial"/>
          <w:sz w:val="22"/>
          <w:szCs w:val="22"/>
        </w:rPr>
      </w:pPr>
      <w:r w:rsidRPr="009C20DD">
        <w:rPr>
          <w:rFonts w:ascii="Arial" w:hAnsi="Arial" w:cs="Arial"/>
        </w:rPr>
        <w:br w:type="page"/>
      </w:r>
    </w:p>
    <w:p w14:paraId="441E9CD1" w14:textId="77777777" w:rsidR="00900575" w:rsidRPr="00C33198" w:rsidRDefault="00900575" w:rsidP="00900575">
      <w:pPr>
        <w:pStyle w:val="BackMatterHeading"/>
        <w:numPr>
          <w:ilvl w:val="0"/>
          <w:numId w:val="44"/>
        </w:numPr>
      </w:pPr>
      <w:bookmarkStart w:id="203" w:name="_Toc363205562"/>
      <w:bookmarkStart w:id="204" w:name="_Toc395081367"/>
      <w:bookmarkStart w:id="205" w:name="_Toc395092005"/>
      <w:bookmarkStart w:id="206" w:name="_Toc395093014"/>
      <w:bookmarkStart w:id="207" w:name="_Toc395095151"/>
      <w:bookmarkStart w:id="208" w:name="_Toc395107350"/>
      <w:bookmarkStart w:id="209" w:name="_Toc395163190"/>
      <w:bookmarkStart w:id="210" w:name="_Toc395165908"/>
      <w:bookmarkStart w:id="211" w:name="_Toc395166943"/>
      <w:bookmarkStart w:id="212" w:name="_Toc395168744"/>
      <w:bookmarkStart w:id="213" w:name="_Toc395170184"/>
      <w:bookmarkStart w:id="214" w:name="_Toc395769971"/>
      <w:bookmarkStart w:id="215" w:name="_Toc395773792"/>
      <w:bookmarkStart w:id="216" w:name="_Toc395775531"/>
      <w:bookmarkStart w:id="217" w:name="_Toc395779307"/>
      <w:bookmarkStart w:id="218" w:name="_Toc395780413"/>
      <w:bookmarkStart w:id="219" w:name="_Toc395792892"/>
      <w:bookmarkStart w:id="220" w:name="_Toc395793305"/>
      <w:bookmarkStart w:id="221" w:name="NotestoAuthor"/>
      <w:r w:rsidRPr="00C33198">
        <w:lastRenderedPageBreak/>
        <w:t>Notes to the Author / Template Instructions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bookmarkEnd w:id="221"/>
    <w:p w14:paraId="6572E939" w14:textId="77777777" w:rsidR="00900575" w:rsidRPr="002B2FF0" w:rsidRDefault="00900575" w:rsidP="00900575">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Staffing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xml:space="preserve">. The final document </w:t>
      </w:r>
      <w:proofErr w:type="gramStart"/>
      <w:r w:rsidRPr="002B2FF0">
        <w:rPr>
          <w:rFonts w:ascii="Arial" w:hAnsi="Arial" w:cs="Arial"/>
          <w:szCs w:val="24"/>
        </w:rPr>
        <w:t>should be delivered</w:t>
      </w:r>
      <w:proofErr w:type="gramEnd"/>
      <w:r w:rsidRPr="002B2FF0">
        <w:rPr>
          <w:rFonts w:ascii="Arial" w:hAnsi="Arial" w:cs="Arial"/>
          <w:szCs w:val="24"/>
        </w:rPr>
        <w:t xml:space="preserve">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Staffing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046A0DBF" w14:textId="77777777" w:rsidR="00900575" w:rsidRPr="002B2FF0" w:rsidRDefault="00900575" w:rsidP="00900575">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739E0A49" w14:textId="77777777" w:rsidR="00900575" w:rsidRPr="002B2FF0" w:rsidRDefault="00900575" w:rsidP="00900575">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10FD91AD" w14:textId="77777777" w:rsidR="00900575" w:rsidRPr="002B2FF0" w:rsidRDefault="00900575" w:rsidP="00900575">
      <w:pPr>
        <w:pStyle w:val="BulletListMultiple"/>
        <w:spacing w:after="240"/>
        <w:rPr>
          <w:rFonts w:cs="Arial"/>
          <w:i/>
          <w:color w:val="0000FF"/>
          <w:sz w:val="24"/>
          <w:szCs w:val="24"/>
        </w:rPr>
      </w:pPr>
      <w:r w:rsidRPr="002B2FF0">
        <w:rPr>
          <w:rFonts w:cs="Arial"/>
          <w:i/>
          <w:color w:val="0000FF"/>
          <w:sz w:val="24"/>
          <w:szCs w:val="24"/>
        </w:rPr>
        <w:t xml:space="preserve">Instructional text in each section </w:t>
      </w:r>
      <w:proofErr w:type="gramStart"/>
      <w:r w:rsidRPr="002B2FF0">
        <w:rPr>
          <w:rFonts w:cs="Arial"/>
          <w:i/>
          <w:color w:val="0000FF"/>
          <w:sz w:val="24"/>
          <w:szCs w:val="24"/>
        </w:rPr>
        <w:t>should be replaced</w:t>
      </w:r>
      <w:proofErr w:type="gramEnd"/>
      <w:r w:rsidRPr="002B2FF0">
        <w:rPr>
          <w:rFonts w:cs="Arial"/>
          <w:i/>
          <w:color w:val="0000FF"/>
          <w:sz w:val="24"/>
          <w:szCs w:val="24"/>
        </w:rPr>
        <w:t xml:space="preserve"> with information specific to the particular investment.</w:t>
      </w:r>
    </w:p>
    <w:p w14:paraId="6ACA56C3" w14:textId="77777777" w:rsidR="00900575" w:rsidRPr="002B2FF0" w:rsidRDefault="00900575" w:rsidP="00900575">
      <w:pPr>
        <w:pStyle w:val="BulletListMultipleLast"/>
        <w:spacing w:after="240"/>
        <w:rPr>
          <w:rFonts w:cs="Arial"/>
          <w:i/>
          <w:color w:val="0000FF"/>
          <w:sz w:val="24"/>
          <w:szCs w:val="24"/>
        </w:rPr>
      </w:pPr>
      <w:r w:rsidRPr="002B2FF0">
        <w:rPr>
          <w:rFonts w:cs="Arial"/>
          <w:i/>
          <w:color w:val="0000FF"/>
          <w:sz w:val="24"/>
          <w:szCs w:val="24"/>
        </w:rPr>
        <w:t xml:space="preserve">Some text and tables </w:t>
      </w:r>
      <w:proofErr w:type="gramStart"/>
      <w:r w:rsidRPr="002B2FF0">
        <w:rPr>
          <w:rFonts w:cs="Arial"/>
          <w:i/>
          <w:color w:val="0000FF"/>
          <w:sz w:val="24"/>
          <w:szCs w:val="24"/>
        </w:rPr>
        <w:t>are provided</w:t>
      </w:r>
      <w:proofErr w:type="gramEnd"/>
      <w:r w:rsidRPr="002B2FF0">
        <w:rPr>
          <w:rFonts w:cs="Arial"/>
          <w:i/>
          <w:color w:val="0000FF"/>
          <w:sz w:val="24"/>
          <w:szCs w:val="24"/>
        </w:rPr>
        <w:t xml:space="preserve"> as boilerplate examples of wording and formats that may be used or modified as appropriate.</w:t>
      </w:r>
    </w:p>
    <w:p w14:paraId="6F6F6A87" w14:textId="77777777" w:rsidR="00900575" w:rsidRPr="002B2FF0" w:rsidRDefault="00900575" w:rsidP="00900575">
      <w:pPr>
        <w:pStyle w:val="Instruction"/>
        <w:rPr>
          <w:rFonts w:ascii="Arial" w:hAnsi="Arial" w:cs="Arial"/>
          <w:szCs w:val="24"/>
        </w:rPr>
      </w:pPr>
      <w:r w:rsidRPr="002B2FF0">
        <w:rPr>
          <w:rFonts w:ascii="Arial" w:hAnsi="Arial" w:cs="Arial"/>
          <w:szCs w:val="24"/>
        </w:rPr>
        <w:t>When using this template, follow these steps:</w:t>
      </w:r>
    </w:p>
    <w:p w14:paraId="2056A845"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 xml:space="preserve">Table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above the table.</w:t>
      </w:r>
    </w:p>
    <w:p w14:paraId="37820FD8"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13A6B4D4"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7D73D6F1"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6009E904"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 xml:space="preserve">Figure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773D15E4" w14:textId="77777777" w:rsidR="00900575" w:rsidRPr="002B2FF0" w:rsidRDefault="00900575" w:rsidP="00900575">
      <w:pPr>
        <w:pStyle w:val="BulletListMultiple"/>
        <w:numPr>
          <w:ilvl w:val="0"/>
          <w:numId w:val="45"/>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7D7DCB0E" w14:textId="77777777" w:rsidR="00900575" w:rsidRDefault="00900575" w:rsidP="00900575">
      <w:pPr>
        <w:spacing w:before="0" w:after="0"/>
        <w:rPr>
          <w:rFonts w:ascii="Arial Narrow" w:hAnsi="Arial Narrow"/>
        </w:rPr>
      </w:pPr>
    </w:p>
    <w:p w14:paraId="5DE3C242" w14:textId="77777777" w:rsidR="00900575" w:rsidRDefault="00900575" w:rsidP="00900575">
      <w:pPr>
        <w:rPr>
          <w:rFonts w:ascii="Arial Narrow" w:hAnsi="Arial Narrow"/>
        </w:rPr>
      </w:pPr>
    </w:p>
    <w:p w14:paraId="05A046A8" w14:textId="77777777" w:rsidR="00900575" w:rsidRPr="00FF6734" w:rsidRDefault="00900575" w:rsidP="00900575">
      <w:r w:rsidRPr="00A95A63">
        <w:rPr>
          <w:rFonts w:ascii="Times New Roman" w:eastAsia="Calibri" w:hAnsi="Times New Roman"/>
          <w:color w:val="000000"/>
          <w:sz w:val="24"/>
          <w:szCs w:val="24"/>
        </w:rPr>
        <w:br w:type="page"/>
      </w:r>
    </w:p>
    <w:p w14:paraId="70C344FD" w14:textId="05CF6F9C" w:rsidR="00900575" w:rsidRDefault="00900575" w:rsidP="00900575">
      <w:pPr>
        <w:pStyle w:val="BackMatterHeading"/>
        <w:numPr>
          <w:ilvl w:val="0"/>
          <w:numId w:val="44"/>
        </w:numPr>
      </w:pPr>
      <w:bookmarkStart w:id="222" w:name="_Toc395081368"/>
      <w:bookmarkStart w:id="223" w:name="_Toc395092006"/>
      <w:bookmarkStart w:id="224" w:name="_Toc395093015"/>
      <w:bookmarkStart w:id="225" w:name="_Toc395095152"/>
      <w:bookmarkStart w:id="226" w:name="_Toc395107351"/>
      <w:bookmarkStart w:id="227" w:name="_Toc395163191"/>
      <w:bookmarkStart w:id="228" w:name="_Toc395165909"/>
      <w:bookmarkStart w:id="229" w:name="_Toc395166944"/>
      <w:bookmarkStart w:id="230" w:name="_Toc395168745"/>
      <w:bookmarkStart w:id="231" w:name="_Toc395170185"/>
      <w:bookmarkStart w:id="232" w:name="_Toc395769972"/>
      <w:bookmarkStart w:id="233" w:name="_Toc395773793"/>
      <w:bookmarkStart w:id="234" w:name="_Toc395775532"/>
      <w:bookmarkStart w:id="235" w:name="_Toc395779308"/>
      <w:bookmarkStart w:id="236" w:name="_Toc395780414"/>
      <w:bookmarkStart w:id="237" w:name="_Toc395792893"/>
      <w:bookmarkStart w:id="238" w:name="_Toc395793306"/>
      <w:bookmarkStart w:id="239" w:name="_Toc363205563"/>
      <w:r>
        <w:lastRenderedPageBreak/>
        <w:t>Template Revision History</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0E3A9353" w14:textId="5BFA2EC3" w:rsidR="00900575" w:rsidRPr="00DA67D7" w:rsidRDefault="00900575" w:rsidP="00900575">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7832A2E7" w14:textId="5CB2893D" w:rsidR="00900575" w:rsidRDefault="00900575" w:rsidP="00900575">
      <w:pPr>
        <w:pStyle w:val="Caption"/>
        <w:keepNext/>
      </w:pPr>
      <w:bookmarkStart w:id="240" w:name="_Toc391640586"/>
      <w:bookmarkStart w:id="241" w:name="_Toc395092489"/>
      <w:bookmarkStart w:id="242" w:name="_Toc395104120"/>
      <w:bookmarkStart w:id="243" w:name="_Toc395104376"/>
      <w:bookmarkStart w:id="244" w:name="_Toc395107357"/>
      <w:bookmarkStart w:id="245" w:name="_Toc395163199"/>
      <w:bookmarkStart w:id="246" w:name="_Toc395165917"/>
      <w:bookmarkStart w:id="247" w:name="_Toc395166956"/>
      <w:bookmarkStart w:id="248" w:name="_Toc395168758"/>
      <w:bookmarkStart w:id="249" w:name="_Toc395170195"/>
      <w:bookmarkStart w:id="250" w:name="_Toc395769980"/>
      <w:bookmarkStart w:id="251" w:name="_Toc395773334"/>
      <w:bookmarkStart w:id="252" w:name="_Toc395775541"/>
      <w:bookmarkStart w:id="253" w:name="_Toc395779316"/>
      <w:bookmarkStart w:id="254" w:name="_Toc395780420"/>
      <w:bookmarkStart w:id="255" w:name="_Toc395792911"/>
      <w:bookmarkStart w:id="256" w:name="_Toc395793316"/>
      <w:r>
        <w:t xml:space="preserve">Table </w:t>
      </w:r>
      <w:r w:rsidR="00D420FE">
        <w:fldChar w:fldCharType="begin"/>
      </w:r>
      <w:r w:rsidR="00D420FE">
        <w:instrText xml:space="preserve"> SEQ Table \* ARA</w:instrText>
      </w:r>
      <w:r w:rsidR="00D420FE">
        <w:instrText xml:space="preserve">BIC </w:instrText>
      </w:r>
      <w:r w:rsidR="00D420FE">
        <w:fldChar w:fldCharType="separate"/>
      </w:r>
      <w:r>
        <w:rPr>
          <w:noProof/>
        </w:rPr>
        <w:t>9</w:t>
      </w:r>
      <w:r w:rsidR="00D420FE">
        <w:rPr>
          <w:noProof/>
        </w:rPr>
        <w:fldChar w:fldCharType="end"/>
      </w:r>
      <w:r>
        <w:t>: Template Revision History</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0"/>
        <w:gridCol w:w="1350"/>
        <w:gridCol w:w="2692"/>
        <w:gridCol w:w="4126"/>
      </w:tblGrid>
      <w:tr w:rsidR="00900575" w:rsidRPr="000E5004" w14:paraId="114D9404" w14:textId="77777777" w:rsidTr="00A67007">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49A06A42" w14:textId="77777777" w:rsidR="00900575" w:rsidRPr="00956C5C" w:rsidRDefault="00900575" w:rsidP="00B1284F">
            <w:pPr>
              <w:pStyle w:val="TableColumnHeading"/>
            </w:pPr>
            <w:r w:rsidRPr="00956C5C">
              <w:t>Version</w:t>
            </w:r>
          </w:p>
          <w:p w14:paraId="2A1946DC" w14:textId="77777777" w:rsidR="00900575" w:rsidRPr="00956C5C" w:rsidRDefault="00900575" w:rsidP="00B1284F">
            <w:pPr>
              <w:pStyle w:val="TableColumnHeading"/>
            </w:pPr>
            <w:r w:rsidRPr="00956C5C">
              <w:t>Number</w:t>
            </w:r>
          </w:p>
        </w:tc>
        <w:tc>
          <w:tcPr>
            <w:tcW w:w="732"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6C03A71" w14:textId="77777777" w:rsidR="00900575" w:rsidRPr="00956C5C" w:rsidRDefault="00900575" w:rsidP="00B1284F">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78ED6B2" w14:textId="77777777" w:rsidR="00900575" w:rsidRPr="00A3688F" w:rsidRDefault="00900575" w:rsidP="00B1284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7DCF35BD" w14:textId="77777777" w:rsidR="00900575" w:rsidRPr="00956C5C" w:rsidRDefault="00900575" w:rsidP="00B1284F">
            <w:pPr>
              <w:pStyle w:val="TableColumnHeading"/>
            </w:pPr>
            <w:r w:rsidRPr="00956C5C">
              <w:t>Description of Change</w:t>
            </w:r>
          </w:p>
        </w:tc>
      </w:tr>
      <w:tr w:rsidR="00900575" w14:paraId="0F6781CA" w14:textId="77777777" w:rsidTr="00A67007">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83416C5" w14:textId="77777777" w:rsidR="00900575" w:rsidRDefault="00900575" w:rsidP="00B1284F">
            <w:pPr>
              <w:pStyle w:val="TableText"/>
              <w:jc w:val="center"/>
              <w:rPr>
                <w:color w:val="000000" w:themeColor="text1"/>
              </w:rPr>
            </w:pPr>
            <w:r>
              <w:t>1.0</w:t>
            </w: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315A820C" w14:textId="02F17617" w:rsidR="00900575" w:rsidRDefault="00F44DC4" w:rsidP="001D295D">
            <w:pPr>
              <w:pStyle w:val="TableText"/>
              <w:rPr>
                <w:color w:val="000000" w:themeColor="text1"/>
              </w:rPr>
            </w:pPr>
            <w:r>
              <w:rPr>
                <w:color w:val="000000" w:themeColor="text1"/>
              </w:rP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2B0AC3C1" w14:textId="77777777" w:rsidR="00F44DC4" w:rsidRDefault="00F44DC4" w:rsidP="00F44DC4">
            <w:pPr>
              <w:pStyle w:val="TableText"/>
            </w:pPr>
            <w:r>
              <w:t>Alex Smith</w:t>
            </w:r>
          </w:p>
          <w:p w14:paraId="783BD136" w14:textId="57047FE1" w:rsidR="00900575" w:rsidRDefault="00F44DC4" w:rsidP="00F44DC4">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9D5F011" w14:textId="7DC36E8C" w:rsidR="00900575" w:rsidRDefault="00900575" w:rsidP="00F44DC4">
            <w:pPr>
              <w:pStyle w:val="TableText"/>
              <w:rPr>
                <w:color w:val="000000" w:themeColor="text1"/>
              </w:rPr>
            </w:pPr>
            <w:r>
              <w:t xml:space="preserve">Baseline </w:t>
            </w:r>
            <w:r w:rsidR="00F44DC4">
              <w:t>document</w:t>
            </w:r>
          </w:p>
        </w:tc>
      </w:tr>
      <w:tr w:rsidR="00900575" w14:paraId="514A360B" w14:textId="77777777" w:rsidTr="00A67007">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0EACC0C" w14:textId="575D611B" w:rsidR="00900575" w:rsidRDefault="00900575"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1AA29B8A" w14:textId="771763D2" w:rsidR="00900575" w:rsidRDefault="00900575"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6B35B2EE" w14:textId="7CC39AD2" w:rsidR="00900575" w:rsidRDefault="00900575" w:rsidP="00F44DC4">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61E3E57" w14:textId="59430FD7" w:rsidR="00900575" w:rsidRDefault="00900575" w:rsidP="00B1284F">
            <w:pPr>
              <w:pStyle w:val="TableText"/>
              <w:rPr>
                <w:color w:val="000000" w:themeColor="text1"/>
              </w:rPr>
            </w:pPr>
          </w:p>
        </w:tc>
      </w:tr>
      <w:tr w:rsidR="00900575" w14:paraId="602401CC" w14:textId="77777777" w:rsidTr="00A67007">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70824CE" w14:textId="14E2CFEC" w:rsidR="00900575" w:rsidRDefault="00900575"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7E78C062" w14:textId="4BFF1C05" w:rsidR="00900575" w:rsidRDefault="00900575"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79796FBA" w14:textId="59B691AA" w:rsidR="001D29B2" w:rsidRDefault="001D29B2"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2C023A3" w14:textId="34631F5A" w:rsidR="00900575" w:rsidRDefault="00900575" w:rsidP="00B1284F">
            <w:pPr>
              <w:pStyle w:val="TableText"/>
              <w:rPr>
                <w:color w:val="000000" w:themeColor="text1"/>
              </w:rPr>
            </w:pPr>
          </w:p>
        </w:tc>
      </w:tr>
    </w:tbl>
    <w:p w14:paraId="6065EA4A" w14:textId="31E3105C" w:rsidR="00900575" w:rsidRDefault="00900575" w:rsidP="00900575">
      <w:pPr>
        <w:spacing w:before="0" w:after="0"/>
        <w:rPr>
          <w:sz w:val="20"/>
        </w:rPr>
      </w:pPr>
    </w:p>
    <w:p w14:paraId="40DA0A66" w14:textId="77777777" w:rsidR="00900575" w:rsidRDefault="00900575" w:rsidP="00900575">
      <w:pPr>
        <w:spacing w:before="0" w:after="0"/>
        <w:rPr>
          <w:sz w:val="20"/>
        </w:rPr>
      </w:pPr>
      <w:r>
        <w:rPr>
          <w:sz w:val="20"/>
        </w:rPr>
        <w:br w:type="page"/>
      </w:r>
    </w:p>
    <w:p w14:paraId="07CDCC04" w14:textId="77777777" w:rsidR="00900575" w:rsidRDefault="00900575" w:rsidP="00900575">
      <w:pPr>
        <w:pStyle w:val="BackMatterHeading"/>
        <w:numPr>
          <w:ilvl w:val="0"/>
          <w:numId w:val="44"/>
        </w:numPr>
      </w:pPr>
      <w:bookmarkStart w:id="257" w:name="_Toc395081369"/>
      <w:bookmarkStart w:id="258" w:name="_Toc395092007"/>
      <w:bookmarkStart w:id="259" w:name="_Toc395093016"/>
      <w:bookmarkStart w:id="260" w:name="_Toc395095153"/>
      <w:bookmarkStart w:id="261" w:name="_Toc395107352"/>
      <w:bookmarkStart w:id="262" w:name="_Toc395163192"/>
      <w:bookmarkStart w:id="263" w:name="_Toc395165910"/>
      <w:bookmarkStart w:id="264" w:name="_Toc395166945"/>
      <w:bookmarkStart w:id="265" w:name="_Toc395168746"/>
      <w:bookmarkStart w:id="266" w:name="_Toc395170186"/>
      <w:bookmarkStart w:id="267" w:name="_Toc395769973"/>
      <w:bookmarkStart w:id="268" w:name="_Toc395773794"/>
      <w:bookmarkStart w:id="269" w:name="_Toc395775533"/>
      <w:bookmarkStart w:id="270" w:name="_Toc395779309"/>
      <w:bookmarkStart w:id="271" w:name="_Toc395780415"/>
      <w:bookmarkStart w:id="272" w:name="_Toc395792894"/>
      <w:bookmarkStart w:id="273" w:name="_Toc395793307"/>
      <w:bookmarkEnd w:id="239"/>
      <w:r>
        <w:lastRenderedPageBreak/>
        <w:t>Additional Appendices</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7D15BF55" w14:textId="18B149DC" w:rsidR="00900575" w:rsidRDefault="00900575" w:rsidP="00900575">
      <w:pPr>
        <w:pStyle w:val="InfoBlue"/>
        <w:spacing w:after="360"/>
        <w:ind w:left="0"/>
        <w:jc w:val="left"/>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r w:rsidRPr="007416A2">
        <w:rPr>
          <w:rFonts w:ascii="Arial" w:hAnsi="Arial"/>
          <w:iCs/>
        </w:rPr>
        <w:t>An example o</w:t>
      </w:r>
      <w:r>
        <w:rPr>
          <w:rFonts w:ascii="Arial" w:hAnsi="Arial"/>
          <w:iCs/>
        </w:rPr>
        <w:t>f a suggested appendix is a responsibility assignment matrix (RAM).</w:t>
      </w:r>
      <w:bookmarkEnd w:id="40"/>
      <w:bookmarkEnd w:id="45"/>
    </w:p>
    <w:sectPr w:rsidR="00900575"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84DAF" w14:textId="77777777" w:rsidR="00D420FE" w:rsidRDefault="00D420FE">
      <w:r>
        <w:separator/>
      </w:r>
    </w:p>
    <w:p w14:paraId="6AE8E48D" w14:textId="77777777" w:rsidR="00D420FE" w:rsidRDefault="00D420FE"/>
    <w:p w14:paraId="0394D4FC" w14:textId="77777777" w:rsidR="00D420FE" w:rsidRDefault="00D420FE"/>
  </w:endnote>
  <w:endnote w:type="continuationSeparator" w:id="0">
    <w:p w14:paraId="573A5D8A" w14:textId="77777777" w:rsidR="00D420FE" w:rsidRDefault="00D420FE">
      <w:r>
        <w:continuationSeparator/>
      </w:r>
    </w:p>
    <w:p w14:paraId="75235ADC" w14:textId="77777777" w:rsidR="00D420FE" w:rsidRDefault="00D420FE"/>
    <w:p w14:paraId="6861A10E" w14:textId="77777777" w:rsidR="00D420FE" w:rsidRDefault="00D42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69" w14:textId="08D3480B" w:rsidR="00E60CF5" w:rsidRDefault="004B382E" w:rsidP="00736D57">
    <w:pPr>
      <w:pStyle w:val="Footer"/>
      <w:rPr>
        <w:rStyle w:val="PageNumber"/>
      </w:rPr>
    </w:pPr>
    <w:fldSimple w:instr=" STYLEREF  &quot;Doc Title&quot;  \* MERGEFORMAT ">
      <w:r w:rsidR="00F44DC4">
        <w:rPr>
          <w:noProof/>
        </w:rPr>
        <w:t>Staffing Management Plan</w:t>
      </w:r>
    </w:fldSimple>
    <w:r w:rsidR="00E60CF5">
      <w:tab/>
    </w:r>
    <w:r w:rsidR="00E60CF5">
      <w:tab/>
    </w:r>
    <w:r w:rsidR="008312AF">
      <w:rPr>
        <w:rStyle w:val="PageNumber"/>
      </w:rPr>
      <w:fldChar w:fldCharType="begin"/>
    </w:r>
    <w:r w:rsidR="00E60CF5">
      <w:rPr>
        <w:rStyle w:val="PageNumber"/>
      </w:rPr>
      <w:instrText xml:space="preserve"> PAGE </w:instrText>
    </w:r>
    <w:r w:rsidR="008312AF">
      <w:rPr>
        <w:rStyle w:val="PageNumber"/>
      </w:rPr>
      <w:fldChar w:fldCharType="separate"/>
    </w:r>
    <w:r w:rsidR="00F44DC4">
      <w:rPr>
        <w:rStyle w:val="PageNumber"/>
        <w:noProof/>
      </w:rPr>
      <w:t>i</w:t>
    </w:r>
    <w:r w:rsidR="008312AF">
      <w:rPr>
        <w:rStyle w:val="PageNumber"/>
      </w:rPr>
      <w:fldChar w:fldCharType="end"/>
    </w:r>
  </w:p>
  <w:p w14:paraId="194FFA6A" w14:textId="6AF7E005" w:rsidR="00E60CF5" w:rsidRDefault="008312AF" w:rsidP="00736D57">
    <w:pPr>
      <w:pStyle w:val="Footer"/>
      <w:rPr>
        <w:b/>
        <w:sz w:val="20"/>
      </w:rPr>
    </w:pPr>
    <w:r>
      <w:fldChar w:fldCharType="begin"/>
    </w:r>
    <w:r w:rsidR="00E60CF5">
      <w:instrText xml:space="preserve"> STYLEREF  "Version Number"  \* MERGEFORMAT </w:instrText>
    </w:r>
    <w:r>
      <w:fldChar w:fldCharType="separate"/>
    </w:r>
    <w:r w:rsidR="00F44DC4">
      <w:rPr>
        <w:b/>
        <w:bCs/>
        <w:noProof/>
      </w:rPr>
      <w:t>Error! Use the Home tab to apply Version Number to the text that you want to appear here.</w:t>
    </w:r>
    <w:r>
      <w:fldChar w:fldCharType="end"/>
    </w:r>
    <w:r w:rsidR="00E60CF5">
      <w:rPr>
        <w:rStyle w:val="PageNumber"/>
      </w:rPr>
      <w:tab/>
    </w:r>
    <w:r w:rsidR="00E60CF5">
      <w:rPr>
        <w:rStyle w:val="PageNumber"/>
      </w:rPr>
      <w:tab/>
    </w:r>
    <w:fldSimple w:instr=" STYLEREF  PubDate  \* MERGEFORMAT ">
      <w:r w:rsidR="00F44DC4" w:rsidRPr="00F44DC4">
        <w:rPr>
          <w:rStyle w:val="PageNumber"/>
          <w:noProof/>
        </w:rPr>
        <w:t>MM/DD/YYYY</w:t>
      </w:r>
    </w:fldSimple>
    <w:r w:rsidR="00E60CF5">
      <w:rPr>
        <w:rStyle w:val="PageNumber"/>
      </w:rPr>
      <w:t>&lt;Pub Date&gt;</w:t>
    </w:r>
    <w:fldSimple w:instr=" STYLEREF PubDate \* MERGEFORMAT ">
      <w:r w:rsidR="00F44DC4">
        <w:rPr>
          <w:noProof/>
        </w:rPr>
        <w:t>MM/DD/YYYY</w:t>
      </w:r>
    </w:fldSimple>
  </w:p>
  <w:p w14:paraId="194FFA6B" w14:textId="425A0FAF" w:rsidR="00E60CF5" w:rsidRPr="00736D57" w:rsidRDefault="00C81829"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6C" w14:textId="714B0657" w:rsidR="00E60CF5" w:rsidRDefault="004B382E" w:rsidP="006F1044">
    <w:pPr>
      <w:pStyle w:val="Footer"/>
      <w:spacing w:before="120"/>
      <w:rPr>
        <w:rStyle w:val="PageNumber"/>
      </w:rPr>
    </w:pPr>
    <w:fldSimple w:instr=" STYLEREF  &quot;Doc Title&quot;  \* MERGEFORMAT ">
      <w:r w:rsidR="00A67007">
        <w:rPr>
          <w:noProof/>
        </w:rPr>
        <w:t>Staffing Management Plan</w:t>
      </w:r>
    </w:fldSimple>
    <w:r w:rsidR="00E60CF5">
      <w:t xml:space="preserve"> </w:t>
    </w:r>
    <w:fldSimple w:instr=" STYLEREF  Version  \* MERGEFORMAT ">
      <w:r w:rsidR="00A67007" w:rsidRPr="00A67007">
        <w:rPr>
          <w:rStyle w:val="PageNumber"/>
          <w:noProof/>
        </w:rPr>
        <w:t>Version</w:t>
      </w:r>
      <w:r w:rsidR="00A67007">
        <w:rPr>
          <w:noProof/>
        </w:rPr>
        <w:t xml:space="preserve"> X.X</w:t>
      </w:r>
    </w:fldSimple>
    <w:r w:rsidR="00E60CF5">
      <w:tab/>
    </w:r>
    <w:r w:rsidR="000B107B">
      <w:fldChar w:fldCharType="begin"/>
    </w:r>
    <w:r w:rsidR="000B107B">
      <w:instrText xml:space="preserve"> PAGE   \* MERGEFORMAT </w:instrText>
    </w:r>
    <w:r w:rsidR="000B107B">
      <w:fldChar w:fldCharType="separate"/>
    </w:r>
    <w:r w:rsidR="00A67007">
      <w:rPr>
        <w:noProof/>
      </w:rPr>
      <w:t>ii</w:t>
    </w:r>
    <w:r w:rsidR="000B107B">
      <w:rPr>
        <w:noProof/>
      </w:rPr>
      <w:fldChar w:fldCharType="end"/>
    </w:r>
    <w:r w:rsidR="00E60CF5">
      <w:tab/>
    </w:r>
    <w:fldSimple w:instr=" STYLEREF  ProjectName  \* MERGEFORMAT ">
      <w:r w:rsidR="00A67007">
        <w:rPr>
          <w:noProof/>
        </w:rPr>
        <w:t>&lt;Project Name / Acronym&gt;</w:t>
      </w:r>
    </w:fldSimple>
  </w:p>
  <w:p w14:paraId="194FFA6D" w14:textId="77777777" w:rsidR="00E60CF5" w:rsidRPr="006F1044" w:rsidRDefault="00E60CF5"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70" w14:textId="77777777" w:rsidR="00E60CF5" w:rsidRDefault="004B382E" w:rsidP="000C2654">
    <w:pPr>
      <w:pStyle w:val="Footer"/>
      <w:spacing w:before="120"/>
      <w:rPr>
        <w:rStyle w:val="PageNumber"/>
      </w:rPr>
    </w:pPr>
    <w:fldSimple w:instr=" STYLEREF  &quot;Doc Title&quot;  \* MERGEFORMAT ">
      <w:r w:rsidR="007416A2">
        <w:rPr>
          <w:noProof/>
        </w:rPr>
        <w:t>Staffing Management Plan</w:t>
      </w:r>
    </w:fldSimple>
    <w:r w:rsidR="00E60CF5">
      <w:t xml:space="preserve"> </w:t>
    </w:r>
    <w:fldSimple w:instr=" STYLEREF  Version  \* MERGEFORMAT ">
      <w:r w:rsidR="007416A2" w:rsidRPr="007416A2">
        <w:rPr>
          <w:rStyle w:val="PageNumber"/>
          <w:noProof/>
        </w:rPr>
        <w:t>Version</w:t>
      </w:r>
      <w:r w:rsidR="007416A2">
        <w:rPr>
          <w:noProof/>
        </w:rPr>
        <w:t xml:space="preserve"> 1.0</w:t>
      </w:r>
    </w:fldSimple>
    <w:r w:rsidR="00E60CF5">
      <w:tab/>
    </w:r>
    <w:r w:rsidR="000B107B">
      <w:fldChar w:fldCharType="begin"/>
    </w:r>
    <w:r w:rsidR="000B107B">
      <w:instrText xml:space="preserve"> PAGE   \* MERGEFORMAT </w:instrText>
    </w:r>
    <w:r w:rsidR="000B107B">
      <w:fldChar w:fldCharType="separate"/>
    </w:r>
    <w:r w:rsidR="00E60CF5">
      <w:rPr>
        <w:noProof/>
      </w:rPr>
      <w:t>ii</w:t>
    </w:r>
    <w:r w:rsidR="000B107B">
      <w:rPr>
        <w:noProof/>
      </w:rPr>
      <w:fldChar w:fldCharType="end"/>
    </w:r>
    <w:r w:rsidR="00E60CF5">
      <w:tab/>
    </w:r>
    <w:fldSimple w:instr=" STYLEREF  ProjectName  \* MERGEFORMAT ">
      <w:r w:rsidR="007416A2">
        <w:rPr>
          <w:noProof/>
        </w:rPr>
        <w:t>&lt;Project Name / Acronym&gt;</w:t>
      </w:r>
    </w:fldSimple>
    <w:r w:rsidR="00E60CF5">
      <w:tab/>
    </w:r>
  </w:p>
  <w:p w14:paraId="194FFA71" w14:textId="77777777" w:rsidR="00E60CF5" w:rsidRDefault="00E60CF5"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B4EFE" w14:textId="143CE6F5" w:rsidR="00900575" w:rsidRDefault="004B382E" w:rsidP="006F1044">
    <w:pPr>
      <w:pStyle w:val="Footer"/>
      <w:spacing w:before="120"/>
      <w:rPr>
        <w:rStyle w:val="PageNumber"/>
      </w:rPr>
    </w:pPr>
    <w:fldSimple w:instr=" STYLEREF  &quot;Doc Title&quot;  \* MERGEFORMAT ">
      <w:r w:rsidR="00A67007">
        <w:rPr>
          <w:noProof/>
        </w:rPr>
        <w:t>Staffing Management Plan</w:t>
      </w:r>
    </w:fldSimple>
    <w:r w:rsidR="00900575">
      <w:t xml:space="preserve"> </w:t>
    </w:r>
    <w:fldSimple w:instr=" STYLEREF  Version  \* MERGEFORMAT ">
      <w:r w:rsidR="00A67007" w:rsidRPr="00A67007">
        <w:rPr>
          <w:rStyle w:val="PageNumber"/>
          <w:noProof/>
        </w:rPr>
        <w:t>Version</w:t>
      </w:r>
      <w:r w:rsidR="00A67007">
        <w:rPr>
          <w:noProof/>
        </w:rPr>
        <w:t xml:space="preserve"> X.X</w:t>
      </w:r>
    </w:fldSimple>
    <w:r w:rsidR="00900575">
      <w:tab/>
    </w:r>
    <w:r w:rsidR="00900575">
      <w:fldChar w:fldCharType="begin"/>
    </w:r>
    <w:r w:rsidR="00900575">
      <w:instrText xml:space="preserve"> PAGE   \* MERGEFORMAT </w:instrText>
    </w:r>
    <w:r w:rsidR="00900575">
      <w:fldChar w:fldCharType="separate"/>
    </w:r>
    <w:r w:rsidR="00A67007">
      <w:rPr>
        <w:noProof/>
      </w:rPr>
      <w:t>1</w:t>
    </w:r>
    <w:r w:rsidR="00900575">
      <w:rPr>
        <w:noProof/>
      </w:rPr>
      <w:fldChar w:fldCharType="end"/>
    </w:r>
    <w:r w:rsidR="00900575">
      <w:tab/>
    </w:r>
    <w:fldSimple w:instr=" STYLEREF  ProjectName  \* MERGEFORMAT ">
      <w:r w:rsidR="00A67007">
        <w:rPr>
          <w:noProof/>
        </w:rPr>
        <w:t>&lt;Project Name / Acronym&gt;</w:t>
      </w:r>
    </w:fldSimple>
  </w:p>
  <w:p w14:paraId="70D22510" w14:textId="77777777" w:rsidR="00900575" w:rsidRPr="006F1044" w:rsidRDefault="00900575"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7D96F" w14:textId="77777777" w:rsidR="00D420FE" w:rsidRDefault="00D420FE">
      <w:r>
        <w:separator/>
      </w:r>
    </w:p>
    <w:p w14:paraId="25AD6D60" w14:textId="77777777" w:rsidR="00D420FE" w:rsidRDefault="00D420FE"/>
    <w:p w14:paraId="0949C948" w14:textId="77777777" w:rsidR="00D420FE" w:rsidRDefault="00D420FE"/>
  </w:footnote>
  <w:footnote w:type="continuationSeparator" w:id="0">
    <w:p w14:paraId="2875CAB6" w14:textId="77777777" w:rsidR="00D420FE" w:rsidRDefault="00D420FE">
      <w:r>
        <w:continuationSeparator/>
      </w:r>
    </w:p>
    <w:p w14:paraId="49EE5E97" w14:textId="77777777" w:rsidR="00D420FE" w:rsidRDefault="00D420FE"/>
    <w:p w14:paraId="58AFA2B7" w14:textId="77777777" w:rsidR="00D420FE" w:rsidRDefault="00D420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68" w14:textId="443CA610" w:rsidR="00E60CF5" w:rsidRDefault="00E60CF5" w:rsidP="006F1044">
    <w:pPr>
      <w:pStyle w:val="Header2"/>
    </w:pPr>
    <w:r>
      <w:t>CMS</w:t>
    </w:r>
    <w:r>
      <w:tab/>
    </w:r>
    <w:fldSimple w:instr=" STYLEREF  &quot;Front Matter Header&quot;  \* MERGEFORMAT ">
      <w:r w:rsidR="00A67007">
        <w:rPr>
          <w:noProof/>
        </w:rPr>
        <w:t>Table of Contents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6E" w14:textId="77777777" w:rsidR="00E60CF5" w:rsidRPr="00DC0109" w:rsidRDefault="00E60CF5" w:rsidP="00EB5A4B">
    <w:pPr>
      <w:pStyle w:val="Footer"/>
      <w:pBdr>
        <w:top w:val="none" w:sz="0" w:space="0" w:color="auto"/>
        <w:bottom w:val="single" w:sz="4" w:space="1" w:color="auto"/>
      </w:pBdr>
    </w:pPr>
    <w:r>
      <w:tab/>
    </w:r>
    <w:r>
      <w:tab/>
    </w:r>
    <w:fldSimple w:instr=" STYLEREF  &quot;Front Matter Header&quot;  \* MERGEFORMAT ">
      <w:r w:rsidR="007416A2">
        <w:rPr>
          <w:noProof/>
        </w:rPr>
        <w:t>Table of Contents</w:t>
      </w:r>
    </w:fldSimple>
    <w:r w:rsidRPr="00DC0109">
      <w:t xml:space="preserve"> </w:t>
    </w:r>
  </w:p>
  <w:p w14:paraId="194FFA6F" w14:textId="77777777" w:rsidR="00E60CF5" w:rsidRPr="00EB5A4B" w:rsidRDefault="00E60CF5"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72" w14:textId="2711AA41" w:rsidR="00E60CF5" w:rsidRDefault="00E60CF5" w:rsidP="006F1044">
    <w:pPr>
      <w:pStyle w:val="Header2"/>
    </w:pPr>
    <w:r>
      <w:t>CMS</w:t>
    </w:r>
    <w:r>
      <w:tab/>
    </w:r>
    <w:r w:rsidR="008312AF">
      <w:fldChar w:fldCharType="begin"/>
    </w:r>
    <w:r>
      <w:instrText xml:space="preserve"> STYLEREF  "Front Matter Header"  \* MERGEFORMAT </w:instrText>
    </w:r>
    <w:r w:rsidR="008312AF">
      <w:fldChar w:fldCharType="end"/>
    </w:r>
    <w:fldSimple w:instr=" STYLEREF  &quot;Heading 1&quot;  \* MERGEFORMAT ">
      <w:r w:rsidR="00A67007">
        <w:rPr>
          <w:noProof/>
        </w:rPr>
        <w:t>Introduction</w:t>
      </w:r>
    </w:fldSimple>
  </w:p>
  <w:p w14:paraId="194FFA73" w14:textId="77777777" w:rsidR="00E60CF5" w:rsidRDefault="00E60CF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FA74" w14:textId="18A63903" w:rsidR="00E60CF5" w:rsidRDefault="00E60CF5" w:rsidP="006F1044">
    <w:pPr>
      <w:pStyle w:val="Header2"/>
    </w:pPr>
    <w:r>
      <w:t>CMS</w:t>
    </w:r>
    <w:r>
      <w:tab/>
    </w:r>
    <w:r w:rsidR="008312AF">
      <w:fldChar w:fldCharType="begin"/>
    </w:r>
    <w:r>
      <w:instrText xml:space="preserve"> STYLEREF  "Front Matter Header"  \* MERGEFORMAT </w:instrText>
    </w:r>
    <w:r w:rsidR="008312AF">
      <w:fldChar w:fldCharType="end"/>
    </w:r>
    <w:fldSimple w:instr=" STYLEREF  &quot;Back Matter Heading&quot;  \* MERGEFORMAT ">
      <w:r w:rsidR="00A67007">
        <w:rPr>
          <w:noProof/>
        </w:rPr>
        <w:t>Acronyms</w:t>
      </w:r>
    </w:fldSimple>
  </w:p>
  <w:p w14:paraId="194FFA75" w14:textId="77777777" w:rsidR="00E60CF5" w:rsidRDefault="00E60CF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FA97D73"/>
    <w:multiLevelType w:val="hybridMultilevel"/>
    <w:tmpl w:val="F010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2A870E8"/>
    <w:multiLevelType w:val="hybridMultilevel"/>
    <w:tmpl w:val="69A6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207BB"/>
    <w:multiLevelType w:val="hybridMultilevel"/>
    <w:tmpl w:val="7B18D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5"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6"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0"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3"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4"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AE0FFE"/>
    <w:multiLevelType w:val="hybridMultilevel"/>
    <w:tmpl w:val="A2C8678C"/>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8"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9"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0"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31"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2"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3"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9"/>
  </w:num>
  <w:num w:numId="3">
    <w:abstractNumId w:val="32"/>
  </w:num>
  <w:num w:numId="4">
    <w:abstractNumId w:val="20"/>
  </w:num>
  <w:num w:numId="5">
    <w:abstractNumId w:val="23"/>
  </w:num>
  <w:num w:numId="6">
    <w:abstractNumId w:val="4"/>
  </w:num>
  <w:num w:numId="7">
    <w:abstractNumId w:val="1"/>
  </w:num>
  <w:num w:numId="8">
    <w:abstractNumId w:val="31"/>
  </w:num>
  <w:num w:numId="9">
    <w:abstractNumId w:val="19"/>
  </w:num>
  <w:num w:numId="10">
    <w:abstractNumId w:val="5"/>
  </w:num>
  <w:num w:numId="11">
    <w:abstractNumId w:val="6"/>
  </w:num>
  <w:num w:numId="12">
    <w:abstractNumId w:val="22"/>
  </w:num>
  <w:num w:numId="13">
    <w:abstractNumId w:val="21"/>
  </w:num>
  <w:num w:numId="14">
    <w:abstractNumId w:val="0"/>
  </w:num>
  <w:num w:numId="15">
    <w:abstractNumId w:val="15"/>
  </w:num>
  <w:num w:numId="16">
    <w:abstractNumId w:val="7"/>
  </w:num>
  <w:num w:numId="17">
    <w:abstractNumId w:val="24"/>
  </w:num>
  <w:num w:numId="18">
    <w:abstractNumId w:val="17"/>
  </w:num>
  <w:num w:numId="19">
    <w:abstractNumId w:val="13"/>
  </w:num>
  <w:num w:numId="20">
    <w:abstractNumId w:val="9"/>
  </w:num>
  <w:num w:numId="21">
    <w:abstractNumId w:val="16"/>
  </w:num>
  <w:num w:numId="22">
    <w:abstractNumId w:val="28"/>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3"/>
  </w:num>
  <w:num w:numId="34">
    <w:abstractNumId w:val="12"/>
  </w:num>
  <w:num w:numId="35">
    <w:abstractNumId w:val="18"/>
  </w:num>
  <w:num w:numId="36">
    <w:abstractNumId w:val="14"/>
  </w:num>
  <w:num w:numId="37">
    <w:abstractNumId w:val="30"/>
  </w:num>
  <w:num w:numId="38">
    <w:abstractNumId w:val="25"/>
  </w:num>
  <w:num w:numId="39">
    <w:abstractNumId w:val="21"/>
  </w:num>
  <w:num w:numId="40">
    <w:abstractNumId w:val="26"/>
  </w:num>
  <w:num w:numId="41">
    <w:abstractNumId w:val="11"/>
  </w:num>
  <w:num w:numId="42">
    <w:abstractNumId w:val="8"/>
  </w:num>
  <w:num w:numId="43">
    <w:abstractNumId w:val="10"/>
  </w:num>
  <w:num w:numId="44">
    <w:abstractNumId w:val="33"/>
  </w:num>
  <w:num w:numId="45">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107B"/>
    <w:rsid w:val="000B3960"/>
    <w:rsid w:val="000B53AF"/>
    <w:rsid w:val="000C2654"/>
    <w:rsid w:val="000C54E9"/>
    <w:rsid w:val="000C6A4A"/>
    <w:rsid w:val="000D0C0A"/>
    <w:rsid w:val="000D64CC"/>
    <w:rsid w:val="000E1DE3"/>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4A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295D"/>
    <w:rsid w:val="001D29B2"/>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25C83"/>
    <w:rsid w:val="00230EC0"/>
    <w:rsid w:val="00235CCE"/>
    <w:rsid w:val="00236B60"/>
    <w:rsid w:val="00241AD3"/>
    <w:rsid w:val="00251689"/>
    <w:rsid w:val="00251CD2"/>
    <w:rsid w:val="002536B4"/>
    <w:rsid w:val="00261E42"/>
    <w:rsid w:val="0026491F"/>
    <w:rsid w:val="00274462"/>
    <w:rsid w:val="0027662F"/>
    <w:rsid w:val="00277CB1"/>
    <w:rsid w:val="00291624"/>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148"/>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09AB"/>
    <w:rsid w:val="004344A8"/>
    <w:rsid w:val="00436FD2"/>
    <w:rsid w:val="00437841"/>
    <w:rsid w:val="004407EB"/>
    <w:rsid w:val="00443DBB"/>
    <w:rsid w:val="00454272"/>
    <w:rsid w:val="00455D22"/>
    <w:rsid w:val="00457D55"/>
    <w:rsid w:val="004610C1"/>
    <w:rsid w:val="0046392F"/>
    <w:rsid w:val="004641E6"/>
    <w:rsid w:val="00466EF2"/>
    <w:rsid w:val="00475D38"/>
    <w:rsid w:val="00484094"/>
    <w:rsid w:val="0049141A"/>
    <w:rsid w:val="0049440D"/>
    <w:rsid w:val="004A62A9"/>
    <w:rsid w:val="004A79BD"/>
    <w:rsid w:val="004B058A"/>
    <w:rsid w:val="004B0EDA"/>
    <w:rsid w:val="004B382E"/>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3987"/>
    <w:rsid w:val="00564AF5"/>
    <w:rsid w:val="005732BF"/>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5F4D76"/>
    <w:rsid w:val="00604B32"/>
    <w:rsid w:val="006059EA"/>
    <w:rsid w:val="00607C81"/>
    <w:rsid w:val="00615621"/>
    <w:rsid w:val="006169EE"/>
    <w:rsid w:val="00616BAB"/>
    <w:rsid w:val="006214E8"/>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16A2"/>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2CDE"/>
    <w:rsid w:val="00803E76"/>
    <w:rsid w:val="00810BCF"/>
    <w:rsid w:val="00811F51"/>
    <w:rsid w:val="00812512"/>
    <w:rsid w:val="00812ADD"/>
    <w:rsid w:val="0082049C"/>
    <w:rsid w:val="008223AD"/>
    <w:rsid w:val="00823076"/>
    <w:rsid w:val="00824415"/>
    <w:rsid w:val="008253BE"/>
    <w:rsid w:val="00825AC1"/>
    <w:rsid w:val="00830EE3"/>
    <w:rsid w:val="008312AF"/>
    <w:rsid w:val="0083156C"/>
    <w:rsid w:val="008323F5"/>
    <w:rsid w:val="0084294B"/>
    <w:rsid w:val="0084453E"/>
    <w:rsid w:val="00846BEB"/>
    <w:rsid w:val="00856F77"/>
    <w:rsid w:val="0086471D"/>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0575"/>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745EA"/>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67007"/>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3AD6"/>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1829"/>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06EFE"/>
    <w:rsid w:val="00D1126D"/>
    <w:rsid w:val="00D1240A"/>
    <w:rsid w:val="00D14917"/>
    <w:rsid w:val="00D15381"/>
    <w:rsid w:val="00D241F1"/>
    <w:rsid w:val="00D25CA2"/>
    <w:rsid w:val="00D31744"/>
    <w:rsid w:val="00D34122"/>
    <w:rsid w:val="00D3694E"/>
    <w:rsid w:val="00D36A50"/>
    <w:rsid w:val="00D420FE"/>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4CB6"/>
    <w:rsid w:val="00DA74B1"/>
    <w:rsid w:val="00DA76AB"/>
    <w:rsid w:val="00DB5743"/>
    <w:rsid w:val="00DC0109"/>
    <w:rsid w:val="00DC1162"/>
    <w:rsid w:val="00DC28F1"/>
    <w:rsid w:val="00DC3864"/>
    <w:rsid w:val="00DC3A0D"/>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0CF5"/>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4DC4"/>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4F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E60CF5"/>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900575"/>
    <w:rPr>
      <w:rFonts w:ascii="Times New Roman" w:hAnsi="Times New Roman"/>
      <w:i/>
      <w:color w:val="0000FF"/>
      <w:sz w:val="24"/>
    </w:rPr>
  </w:style>
  <w:style w:type="paragraph" w:customStyle="1" w:styleId="BodyText10ItalicBorders">
    <w:name w:val="Body Text 10 Italic Borders"/>
    <w:basedOn w:val="Footer"/>
    <w:qFormat/>
    <w:rsid w:val="004B382E"/>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4B382E"/>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83477">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45019666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44</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325BA-3822-4FC3-9628-F8946304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5A51BC73-6D9B-4862-AF7E-BA9E23285A9E}">
  <ds:schemaRefs>
    <ds:schemaRef ds:uri="http://schemas.microsoft.com/office/2006/metadata/customXsn"/>
  </ds:schemaRefs>
</ds:datastoreItem>
</file>

<file path=customXml/itemProps5.xml><?xml version="1.0" encoding="utf-8"?>
<ds:datastoreItem xmlns:ds="http://schemas.openxmlformats.org/officeDocument/2006/customXml" ds:itemID="{7FA79E9E-02F7-40D2-AD19-74352124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16</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Staff Management Plan</vt:lpstr>
    </vt:vector>
  </TitlesOfParts>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Management Plan</dc:title>
  <dc:creator/>
  <cp:lastModifiedBy/>
  <cp:revision>1</cp:revision>
  <cp:lastPrinted>2002-11-19T18:54:00Z</cp:lastPrinted>
  <dcterms:created xsi:type="dcterms:W3CDTF">2020-07-29T19:14:00Z</dcterms:created>
  <dcterms:modified xsi:type="dcterms:W3CDTF">2021-03-11T15:54:00Z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13100</vt:r8>
  </property>
  <property fmtid="{D5CDD505-2E9C-101B-9397-08002B2CF9AE}" pid="11" name="Archive">
    <vt:bool>false</vt:bool>
  </property>
</Properties>
</file>